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AEE" w:rsidRPr="003160E8" w:rsidRDefault="003160E8" w:rsidP="003160E8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160E8">
        <w:rPr>
          <w:rFonts w:ascii="Arial" w:hAnsi="Arial" w:cs="Arial"/>
          <w:b/>
          <w:sz w:val="22"/>
          <w:szCs w:val="22"/>
        </w:rPr>
        <w:t>RAZPISNA DOKUMENTACIJA ZA SOFINANCIRANJE</w:t>
      </w:r>
      <w:r w:rsidR="005A12E3">
        <w:rPr>
          <w:rFonts w:ascii="Arial" w:hAnsi="Arial" w:cs="Arial"/>
          <w:b/>
          <w:sz w:val="22"/>
          <w:szCs w:val="22"/>
        </w:rPr>
        <w:t xml:space="preserve"> PROGRAMOV NA PODROČJU </w:t>
      </w:r>
      <w:r w:rsidR="00B76023">
        <w:rPr>
          <w:rFonts w:ascii="Arial" w:hAnsi="Arial" w:cs="Arial"/>
          <w:b/>
          <w:sz w:val="22"/>
          <w:szCs w:val="22"/>
        </w:rPr>
        <w:t xml:space="preserve">SOCIALNO-HUMANITARNIH DEJAVNOSTI </w:t>
      </w:r>
      <w:r w:rsidRPr="003160E8">
        <w:rPr>
          <w:rFonts w:ascii="Arial" w:hAnsi="Arial" w:cs="Arial"/>
          <w:b/>
          <w:sz w:val="22"/>
          <w:szCs w:val="22"/>
        </w:rPr>
        <w:t>V OBČINI LAŠK</w:t>
      </w:r>
      <w:r>
        <w:rPr>
          <w:rFonts w:ascii="Arial" w:hAnsi="Arial" w:cs="Arial"/>
          <w:b/>
          <w:sz w:val="22"/>
          <w:szCs w:val="22"/>
        </w:rPr>
        <w:t>O</w:t>
      </w:r>
    </w:p>
    <w:p w:rsidR="00135076" w:rsidRDefault="00135076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F40CE2" w:rsidRPr="0095403F" w:rsidRDefault="00F40CE2" w:rsidP="00F40CE2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PODATKI O IZVAJALCU</w:t>
      </w:r>
    </w:p>
    <w:p w:rsidR="00F7719B" w:rsidRDefault="00F7719B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6749"/>
      </w:tblGrid>
      <w:tr w:rsidR="0096609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66092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966092" w:rsidRPr="0095403F">
              <w:rPr>
                <w:rFonts w:ascii="Arial" w:hAnsi="Arial" w:cs="Arial"/>
                <w:b/>
                <w:sz w:val="22"/>
                <w:szCs w:val="22"/>
              </w:rPr>
              <w:t>izvajalca</w:t>
            </w:r>
            <w:r w:rsidR="00F40CE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66092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40CE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40CE2" w:rsidRPr="0095403F" w:rsidRDefault="00F40CE2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</w:t>
            </w:r>
            <w:r w:rsidR="0059442F">
              <w:rPr>
                <w:rFonts w:ascii="Arial" w:hAnsi="Arial" w:cs="Arial"/>
                <w:b/>
                <w:sz w:val="22"/>
                <w:szCs w:val="22"/>
              </w:rPr>
              <w:t xml:space="preserve">, poštna številka in kraj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651C3">
              <w:rPr>
                <w:rFonts w:ascii="Arial" w:hAnsi="Arial" w:cs="Arial"/>
                <w:b/>
                <w:sz w:val="22"/>
                <w:szCs w:val="22"/>
              </w:rPr>
              <w:t>izvajalca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40CE2" w:rsidRDefault="00F40CE2" w:rsidP="00804BE9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57752A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Matična številka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Številka TRR računa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653B1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B653B1" w:rsidRPr="0095403F" w:rsidRDefault="00B653B1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Odgovorna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B653B1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E3FE7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E3FE7" w:rsidRDefault="009E3FE7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E3FE7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Telefonska številka mobitela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651C3" w:rsidRPr="00F651C3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(glej opombo spodaj)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Elektronski naslov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651C3" w:rsidRPr="008800B2" w:rsidRDefault="008800B2" w:rsidP="008800B2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(glej opombo spodaj)  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tabs>
                <w:tab w:val="clear" w:pos="4536"/>
                <w:tab w:val="clear" w:pos="9072"/>
              </w:tabs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B36FC" w:rsidRDefault="00CB36FC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1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276"/>
      </w:tblGrid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Default="00EF73F3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članov v društvu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Pr="0095403F" w:rsidRDefault="00EF73F3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članov s plačano članarino</w:t>
            </w:r>
            <w:r w:rsidRPr="00F8218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Pr="0095403F" w:rsidRDefault="00F8218A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8218A">
              <w:rPr>
                <w:rFonts w:ascii="Arial" w:hAnsi="Arial" w:cs="Arial"/>
                <w:b/>
                <w:sz w:val="22"/>
                <w:szCs w:val="22"/>
              </w:rPr>
              <w:t>Višina članarine</w:t>
            </w:r>
            <w:r w:rsidR="00EF73F3"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F73F3" w:rsidRDefault="00EF73F3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51C84" w:rsidRDefault="00C51C84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</w:t>
      </w:r>
      <w:r>
        <w:rPr>
          <w:rFonts w:ascii="Arial" w:hAnsi="Arial" w:cs="Arial"/>
          <w:b/>
          <w:sz w:val="22"/>
          <w:szCs w:val="22"/>
          <w:u w:val="single"/>
        </w:rPr>
        <w:t>RILOGE K RAZPISNI DOKUMENTACIJI</w:t>
      </w:r>
    </w:p>
    <w:p w:rsidR="00CB36FC" w:rsidRDefault="00CB36FC" w:rsidP="00C51C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Zapisnik letne skupščine, zbora članov oziroma poročilo o delovanju društva</w:t>
      </w:r>
      <w:r w:rsidR="007A1A4B">
        <w:rPr>
          <w:rFonts w:ascii="Arial" w:hAnsi="Arial" w:cs="Arial"/>
          <w:b/>
          <w:bCs/>
          <w:sz w:val="22"/>
          <w:szCs w:val="22"/>
        </w:rPr>
        <w:t>, kluba, združenja</w:t>
      </w:r>
      <w:r>
        <w:rPr>
          <w:rFonts w:ascii="Arial" w:hAnsi="Arial" w:cs="Arial"/>
          <w:b/>
          <w:bCs/>
          <w:sz w:val="22"/>
          <w:szCs w:val="22"/>
        </w:rPr>
        <w:t xml:space="preserve"> za preteklo koledarsko leto</w:t>
      </w:r>
    </w:p>
    <w:p w:rsidR="00C51C84" w:rsidRDefault="00C51C84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 w:rsidRPr="00CB36FC">
        <w:rPr>
          <w:rFonts w:ascii="Arial" w:hAnsi="Arial" w:cs="Arial"/>
          <w:b/>
          <w:bCs/>
          <w:sz w:val="22"/>
          <w:szCs w:val="22"/>
        </w:rPr>
        <w:t>Finančno poročilo za preteklo koledarsko leto</w:t>
      </w:r>
    </w:p>
    <w:p w:rsidR="00533F79" w:rsidRDefault="00533F79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Evidenca o članstvu (izpisek iz evidence o članstvu ali izpolnjena izjava o številu članov iz občine Laško – na koncu razpisne dokumentacije</w:t>
      </w:r>
      <w:r w:rsidR="00385BEC">
        <w:rPr>
          <w:rFonts w:ascii="Arial" w:hAnsi="Arial" w:cs="Arial"/>
          <w:b/>
          <w:bCs/>
          <w:sz w:val="22"/>
          <w:szCs w:val="22"/>
        </w:rPr>
        <w:t>, stran 5)</w:t>
      </w: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izkaza poslovnega izida v obdobju od 1. 1. do 31. 12. 2024 (AJPES)</w:t>
      </w:r>
    </w:p>
    <w:p w:rsidR="00F8218A" w:rsidRPr="00CB36FC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bilance stanja na dan 31. 12. 2024 (AJPES)</w:t>
      </w:r>
    </w:p>
    <w:p w:rsidR="00C51C84" w:rsidRPr="00F8218A" w:rsidRDefault="00F8218A" w:rsidP="00E61885">
      <w:pPr>
        <w:pStyle w:val="Odstavekseznam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F8218A">
        <w:rPr>
          <w:rFonts w:ascii="Arial" w:hAnsi="Arial" w:cs="Arial"/>
          <w:b/>
          <w:bCs/>
          <w:sz w:val="22"/>
          <w:szCs w:val="22"/>
        </w:rPr>
        <w:t>Temeljni akt in f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>otokopij</w:t>
      </w:r>
      <w:r w:rsidRPr="00F8218A">
        <w:rPr>
          <w:rFonts w:ascii="Arial" w:hAnsi="Arial" w:cs="Arial"/>
          <w:b/>
          <w:bCs/>
          <w:sz w:val="22"/>
          <w:szCs w:val="22"/>
        </w:rPr>
        <w:t xml:space="preserve">a 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registrske odločbe ali izpiska iz registra </w:t>
      </w:r>
      <w:r w:rsidR="00C51C84" w:rsidRPr="00F8218A">
        <w:rPr>
          <w:rFonts w:ascii="Arial" w:hAnsi="Arial" w:cs="Arial"/>
          <w:bCs/>
          <w:sz w:val="22"/>
          <w:szCs w:val="22"/>
        </w:rPr>
        <w:t>(samo društva, ki se prvič prijavljajo na javni razpis)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356FA" w:rsidRPr="00954FC1" w:rsidRDefault="000F349A" w:rsidP="003356F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1. SEDEŽ IZVAJALCA</w:t>
      </w:r>
      <w:r w:rsidR="00336B69">
        <w:rPr>
          <w:rFonts w:ascii="Arial" w:hAnsi="Arial" w:cs="Arial"/>
          <w:b/>
          <w:sz w:val="22"/>
          <w:szCs w:val="22"/>
          <w:u w:val="single"/>
        </w:rPr>
        <w:t xml:space="preserve"> (ustrezno označi)</w:t>
      </w:r>
    </w:p>
    <w:p w:rsidR="00F069CE" w:rsidRPr="00954FC1" w:rsidRDefault="00F069CE" w:rsidP="00F069CE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7"/>
        <w:gridCol w:w="720"/>
        <w:gridCol w:w="1559"/>
      </w:tblGrid>
      <w:tr w:rsidR="003356FA" w:rsidRPr="005653A5" w:rsidTr="00336B69">
        <w:trPr>
          <w:trHeight w:val="330"/>
        </w:trPr>
        <w:tc>
          <w:tcPr>
            <w:tcW w:w="7497" w:type="dxa"/>
            <w:vAlign w:val="center"/>
          </w:tcPr>
          <w:p w:rsidR="003356FA" w:rsidRPr="005653A5" w:rsidRDefault="00336B69" w:rsidP="00E618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sedež v občini Laško</w:t>
            </w:r>
          </w:p>
        </w:tc>
        <w:tc>
          <w:tcPr>
            <w:tcW w:w="720" w:type="dxa"/>
            <w:vAlign w:val="center"/>
          </w:tcPr>
          <w:p w:rsidR="003356FA" w:rsidRPr="005653A5" w:rsidRDefault="003356FA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356FA" w:rsidRPr="005653A5" w:rsidRDefault="00336B69" w:rsidP="00336B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točk</w:t>
            </w:r>
          </w:p>
        </w:tc>
      </w:tr>
      <w:tr w:rsidR="0015198C" w:rsidRPr="005653A5" w:rsidTr="00336B69">
        <w:trPr>
          <w:trHeight w:val="330"/>
        </w:trPr>
        <w:tc>
          <w:tcPr>
            <w:tcW w:w="7497" w:type="dxa"/>
            <w:vAlign w:val="center"/>
          </w:tcPr>
          <w:p w:rsidR="0015198C" w:rsidRPr="005653A5" w:rsidRDefault="00336B69" w:rsidP="00E618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podružnica v občini Laško</w:t>
            </w:r>
          </w:p>
        </w:tc>
        <w:tc>
          <w:tcPr>
            <w:tcW w:w="720" w:type="dxa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15198C" w:rsidRPr="005653A5" w:rsidRDefault="00336B69" w:rsidP="00336B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točk</w:t>
            </w:r>
          </w:p>
        </w:tc>
      </w:tr>
      <w:tr w:rsidR="0015198C" w:rsidRPr="005653A5" w:rsidTr="00336B69">
        <w:trPr>
          <w:trHeight w:val="330"/>
        </w:trPr>
        <w:tc>
          <w:tcPr>
            <w:tcW w:w="7497" w:type="dxa"/>
            <w:vAlign w:val="center"/>
          </w:tcPr>
          <w:p w:rsidR="0015198C" w:rsidRPr="00336B69" w:rsidRDefault="00336B69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-sedež v drugi občini </w:t>
            </w:r>
            <w:r>
              <w:rPr>
                <w:rFonts w:ascii="Arial" w:hAnsi="Arial" w:cs="Arial"/>
                <w:b/>
                <w:sz w:val="18"/>
                <w:szCs w:val="18"/>
              </w:rPr>
              <w:t>(pogoj najmanj 5 članov s stalnim prebivališčem v občini Laško)</w:t>
            </w:r>
          </w:p>
        </w:tc>
        <w:tc>
          <w:tcPr>
            <w:tcW w:w="720" w:type="dxa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15198C" w:rsidRPr="005653A5" w:rsidRDefault="00336B69" w:rsidP="00336B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točk</w:t>
            </w:r>
          </w:p>
        </w:tc>
      </w:tr>
    </w:tbl>
    <w:p w:rsidR="00E15E49" w:rsidRDefault="00E15E49" w:rsidP="00F069CE">
      <w:pPr>
        <w:rPr>
          <w:rFonts w:ascii="Arial" w:hAnsi="Arial" w:cs="Arial"/>
          <w:sz w:val="22"/>
          <w:szCs w:val="22"/>
        </w:rPr>
      </w:pPr>
    </w:p>
    <w:p w:rsidR="00042063" w:rsidRPr="00954FC1" w:rsidRDefault="00042063" w:rsidP="00042063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2. ŠTEVILO ČLANOV IZ OBČINE LAŠKO (ustrezno označi)</w:t>
      </w:r>
    </w:p>
    <w:p w:rsidR="00042063" w:rsidRPr="00954FC1" w:rsidRDefault="00042063" w:rsidP="00042063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7"/>
        <w:gridCol w:w="720"/>
        <w:gridCol w:w="1559"/>
      </w:tblGrid>
      <w:tr w:rsidR="00042063" w:rsidRPr="005653A5" w:rsidTr="00B424C7">
        <w:trPr>
          <w:trHeight w:val="330"/>
        </w:trPr>
        <w:tc>
          <w:tcPr>
            <w:tcW w:w="7497" w:type="dxa"/>
            <w:vAlign w:val="center"/>
          </w:tcPr>
          <w:p w:rsidR="00042063" w:rsidRPr="005653A5" w:rsidRDefault="00042063" w:rsidP="00B424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do 20 članov</w:t>
            </w:r>
          </w:p>
        </w:tc>
        <w:tc>
          <w:tcPr>
            <w:tcW w:w="720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točk</w:t>
            </w:r>
          </w:p>
        </w:tc>
      </w:tr>
      <w:tr w:rsidR="00042063" w:rsidRPr="005653A5" w:rsidTr="00B424C7">
        <w:trPr>
          <w:trHeight w:val="330"/>
        </w:trPr>
        <w:tc>
          <w:tcPr>
            <w:tcW w:w="7497" w:type="dxa"/>
            <w:vAlign w:val="center"/>
          </w:tcPr>
          <w:p w:rsidR="00042063" w:rsidRPr="005653A5" w:rsidRDefault="00042063" w:rsidP="00B424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od 21 članov do 40 članov</w:t>
            </w:r>
          </w:p>
        </w:tc>
        <w:tc>
          <w:tcPr>
            <w:tcW w:w="720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točk</w:t>
            </w:r>
          </w:p>
        </w:tc>
      </w:tr>
      <w:tr w:rsidR="00042063" w:rsidRPr="005653A5" w:rsidTr="00B424C7">
        <w:trPr>
          <w:trHeight w:val="330"/>
        </w:trPr>
        <w:tc>
          <w:tcPr>
            <w:tcW w:w="7497" w:type="dxa"/>
            <w:vAlign w:val="center"/>
          </w:tcPr>
          <w:p w:rsidR="00042063" w:rsidRPr="00336B69" w:rsidRDefault="00042063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 40 članov</w:t>
            </w:r>
          </w:p>
        </w:tc>
        <w:tc>
          <w:tcPr>
            <w:tcW w:w="720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042063" w:rsidRPr="005653A5" w:rsidRDefault="00042063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točk</w:t>
            </w:r>
          </w:p>
        </w:tc>
      </w:tr>
    </w:tbl>
    <w:p w:rsidR="00042063" w:rsidRDefault="00042063" w:rsidP="00F069CE">
      <w:pPr>
        <w:rPr>
          <w:rFonts w:ascii="Arial" w:hAnsi="Arial" w:cs="Arial"/>
          <w:sz w:val="22"/>
          <w:szCs w:val="22"/>
        </w:rPr>
      </w:pPr>
    </w:p>
    <w:p w:rsidR="00850844" w:rsidRPr="00954FC1" w:rsidRDefault="007756F2" w:rsidP="00850844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3. VSEBINA PROGRAMA IZVEDENEGA V PRETEKLEM KOLEDARSKEM LETU </w:t>
      </w:r>
    </w:p>
    <w:p w:rsidR="00850844" w:rsidRDefault="00850844" w:rsidP="00850844">
      <w:pPr>
        <w:rPr>
          <w:rFonts w:ascii="Arial" w:hAnsi="Arial" w:cs="Arial"/>
          <w:sz w:val="22"/>
          <w:szCs w:val="22"/>
        </w:rPr>
      </w:pPr>
    </w:p>
    <w:p w:rsidR="00E105F3" w:rsidRDefault="00E105F3" w:rsidP="00E105F3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t xml:space="preserve">3.1. </w:t>
      </w:r>
      <w:r>
        <w:rPr>
          <w:rFonts w:ascii="Arial" w:hAnsi="Arial" w:cs="Arial"/>
          <w:b/>
          <w:sz w:val="20"/>
          <w:szCs w:val="20"/>
        </w:rPr>
        <w:t>Predavanje, delavnica ali druga oblika izobraževanja na tematiko društva</w:t>
      </w:r>
      <w:r w:rsidR="00E309CD">
        <w:rPr>
          <w:rFonts w:ascii="Arial" w:hAnsi="Arial" w:cs="Arial"/>
          <w:b/>
          <w:sz w:val="20"/>
          <w:szCs w:val="20"/>
        </w:rPr>
        <w:t>, kluba, združenja</w:t>
      </w:r>
      <w:r>
        <w:rPr>
          <w:rFonts w:ascii="Arial" w:hAnsi="Arial" w:cs="Arial"/>
          <w:b/>
          <w:sz w:val="20"/>
          <w:szCs w:val="20"/>
        </w:rPr>
        <w:t xml:space="preserve"> za člane ali širšo okolico, ki </w:t>
      </w:r>
      <w:r w:rsidR="00415E4F">
        <w:rPr>
          <w:rFonts w:ascii="Arial" w:hAnsi="Arial" w:cs="Arial"/>
          <w:b/>
          <w:sz w:val="20"/>
          <w:szCs w:val="20"/>
        </w:rPr>
        <w:t>so</w:t>
      </w:r>
      <w:r>
        <w:rPr>
          <w:rFonts w:ascii="Arial" w:hAnsi="Arial" w:cs="Arial"/>
          <w:b/>
          <w:sz w:val="20"/>
          <w:szCs w:val="20"/>
        </w:rPr>
        <w:t xml:space="preserve"> bil</w:t>
      </w:r>
      <w:r w:rsidR="00415E4F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izveden</w:t>
      </w:r>
      <w:r w:rsidR="00415E4F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na območju občine Laško:</w:t>
      </w:r>
    </w:p>
    <w:p w:rsidR="00E105F3" w:rsidRPr="00E105F3" w:rsidRDefault="00E105F3" w:rsidP="00850844">
      <w:pPr>
        <w:rPr>
          <w:rFonts w:ascii="Arial" w:hAnsi="Arial" w:cs="Arial"/>
          <w:sz w:val="20"/>
          <w:szCs w:val="20"/>
        </w:rPr>
      </w:pPr>
      <w:r w:rsidRPr="00E105F3">
        <w:rPr>
          <w:rFonts w:ascii="Arial" w:hAnsi="Arial" w:cs="Arial"/>
          <w:sz w:val="20"/>
          <w:szCs w:val="20"/>
        </w:rPr>
        <w:t xml:space="preserve">- vsaka </w:t>
      </w:r>
      <w:r>
        <w:rPr>
          <w:rFonts w:ascii="Arial" w:hAnsi="Arial" w:cs="Arial"/>
          <w:sz w:val="20"/>
          <w:szCs w:val="20"/>
        </w:rPr>
        <w:t xml:space="preserve">posamezna </w:t>
      </w:r>
      <w:r w:rsidRPr="00E105F3">
        <w:rPr>
          <w:rFonts w:ascii="Arial" w:hAnsi="Arial" w:cs="Arial"/>
          <w:sz w:val="20"/>
          <w:szCs w:val="20"/>
        </w:rPr>
        <w:t>aktivnost</w:t>
      </w:r>
      <w:r>
        <w:rPr>
          <w:rFonts w:ascii="Arial" w:hAnsi="Arial" w:cs="Arial"/>
          <w:sz w:val="20"/>
          <w:szCs w:val="20"/>
        </w:rPr>
        <w:t xml:space="preserve"> se ovrednoti s </w:t>
      </w:r>
      <w:r>
        <w:rPr>
          <w:rFonts w:ascii="Arial" w:hAnsi="Arial" w:cs="Arial"/>
          <w:b/>
          <w:sz w:val="20"/>
          <w:szCs w:val="20"/>
          <w:u w:val="single"/>
        </w:rPr>
        <w:t>5 točkami</w:t>
      </w:r>
      <w:r>
        <w:rPr>
          <w:rFonts w:ascii="Arial" w:hAnsi="Arial" w:cs="Arial"/>
          <w:sz w:val="20"/>
          <w:szCs w:val="20"/>
        </w:rPr>
        <w:t xml:space="preserve"> – največje možno število</w:t>
      </w:r>
      <w:r w:rsidR="00E93E7A">
        <w:rPr>
          <w:rFonts w:ascii="Arial" w:hAnsi="Arial" w:cs="Arial"/>
          <w:sz w:val="20"/>
          <w:szCs w:val="20"/>
        </w:rPr>
        <w:t xml:space="preserve"> </w:t>
      </w:r>
      <w:r w:rsidR="00E93E7A" w:rsidRPr="00E93E7A">
        <w:rPr>
          <w:rFonts w:ascii="Arial" w:hAnsi="Arial" w:cs="Arial"/>
          <w:b/>
          <w:sz w:val="20"/>
          <w:szCs w:val="20"/>
          <w:u w:val="single"/>
        </w:rPr>
        <w:t>točk</w:t>
      </w:r>
      <w:r w:rsidRPr="00E93E7A">
        <w:rPr>
          <w:rFonts w:ascii="Arial" w:hAnsi="Arial" w:cs="Arial"/>
          <w:b/>
          <w:sz w:val="20"/>
          <w:szCs w:val="20"/>
          <w:u w:val="single"/>
        </w:rPr>
        <w:t xml:space="preserve"> je 15</w:t>
      </w:r>
      <w:r w:rsidR="00C92522">
        <w:rPr>
          <w:rFonts w:ascii="Arial" w:hAnsi="Arial" w:cs="Arial"/>
          <w:b/>
          <w:sz w:val="20"/>
          <w:szCs w:val="20"/>
          <w:u w:val="single"/>
        </w:rPr>
        <w:t>.</w:t>
      </w:r>
    </w:p>
    <w:p w:rsidR="00E105F3" w:rsidRPr="00E105F3" w:rsidRDefault="00E105F3" w:rsidP="00850844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5A797C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A797C" w:rsidRPr="005653A5" w:rsidRDefault="005A797C" w:rsidP="00026E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5A797C" w:rsidRPr="005653A5" w:rsidRDefault="007756F2" w:rsidP="00026E2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Predavanje, delavnica ali druga oblika izobraževanja na tematiko društva</w:t>
            </w:r>
            <w:r w:rsidR="00E309CD">
              <w:rPr>
                <w:rFonts w:ascii="Arial" w:hAnsi="Arial" w:cs="Arial"/>
                <w:b/>
                <w:sz w:val="18"/>
                <w:szCs w:val="18"/>
              </w:rPr>
              <w:t>, kluba, združenja</w:t>
            </w:r>
          </w:p>
        </w:tc>
        <w:tc>
          <w:tcPr>
            <w:tcW w:w="1701" w:type="dxa"/>
            <w:vAlign w:val="center"/>
          </w:tcPr>
          <w:p w:rsidR="005A797C" w:rsidRPr="005653A5" w:rsidRDefault="005A797C" w:rsidP="00171F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5A797C" w:rsidRPr="005653A5" w:rsidRDefault="005A797C" w:rsidP="00171F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FD5C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2EC6" w:rsidRPr="005653A5" w:rsidTr="00FD5C47">
        <w:trPr>
          <w:trHeight w:val="330"/>
        </w:trPr>
        <w:tc>
          <w:tcPr>
            <w:tcW w:w="1271" w:type="dxa"/>
            <w:vAlign w:val="center"/>
          </w:tcPr>
          <w:p w:rsidR="00AB2EC6" w:rsidRPr="005653A5" w:rsidRDefault="00AB2EC6" w:rsidP="00AB2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2EC6" w:rsidRPr="005653A5" w:rsidTr="00FD5C47">
        <w:trPr>
          <w:trHeight w:val="330"/>
        </w:trPr>
        <w:tc>
          <w:tcPr>
            <w:tcW w:w="1271" w:type="dxa"/>
            <w:vAlign w:val="center"/>
          </w:tcPr>
          <w:p w:rsidR="00AB2EC6" w:rsidRPr="005653A5" w:rsidRDefault="00AB2EC6" w:rsidP="00AB2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AC7A04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552C23" w:rsidRPr="005653A5" w:rsidRDefault="00552C23" w:rsidP="00171F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552C23" w:rsidRPr="005653A5" w:rsidRDefault="00552C23" w:rsidP="00171F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059C5" w:rsidRDefault="00F059C5" w:rsidP="0092209E">
      <w:pPr>
        <w:jc w:val="both"/>
        <w:rPr>
          <w:rFonts w:ascii="Arial" w:hAnsi="Arial" w:cs="Arial"/>
          <w:b/>
          <w:sz w:val="20"/>
          <w:szCs w:val="20"/>
        </w:rPr>
      </w:pPr>
    </w:p>
    <w:p w:rsidR="0092209E" w:rsidRDefault="0092209E" w:rsidP="0092209E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t>3.</w:t>
      </w:r>
      <w:r w:rsidR="00AB1AEF">
        <w:rPr>
          <w:rFonts w:ascii="Arial" w:hAnsi="Arial" w:cs="Arial"/>
          <w:b/>
          <w:sz w:val="20"/>
          <w:szCs w:val="20"/>
        </w:rPr>
        <w:t>2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 w:rsidR="00415E4F">
        <w:rPr>
          <w:rFonts w:ascii="Arial" w:hAnsi="Arial" w:cs="Arial"/>
          <w:b/>
          <w:sz w:val="20"/>
          <w:szCs w:val="20"/>
        </w:rPr>
        <w:t>D</w:t>
      </w:r>
      <w:r w:rsidR="00D6544E">
        <w:rPr>
          <w:rFonts w:ascii="Arial" w:hAnsi="Arial" w:cs="Arial"/>
          <w:b/>
          <w:sz w:val="20"/>
          <w:szCs w:val="20"/>
        </w:rPr>
        <w:t>obrodeln</w:t>
      </w:r>
      <w:r w:rsidR="00415E4F">
        <w:rPr>
          <w:rFonts w:ascii="Arial" w:hAnsi="Arial" w:cs="Arial"/>
          <w:b/>
          <w:sz w:val="20"/>
          <w:szCs w:val="20"/>
        </w:rPr>
        <w:t>e</w:t>
      </w:r>
      <w:r w:rsidR="00D6544E">
        <w:rPr>
          <w:rFonts w:ascii="Arial" w:hAnsi="Arial" w:cs="Arial"/>
          <w:b/>
          <w:sz w:val="20"/>
          <w:szCs w:val="20"/>
        </w:rPr>
        <w:t xml:space="preserve"> in drug</w:t>
      </w:r>
      <w:r w:rsidR="00415E4F">
        <w:rPr>
          <w:rFonts w:ascii="Arial" w:hAnsi="Arial" w:cs="Arial"/>
          <w:b/>
          <w:sz w:val="20"/>
          <w:szCs w:val="20"/>
        </w:rPr>
        <w:t>e</w:t>
      </w:r>
      <w:r w:rsidR="00D6544E">
        <w:rPr>
          <w:rFonts w:ascii="Arial" w:hAnsi="Arial" w:cs="Arial"/>
          <w:b/>
          <w:sz w:val="20"/>
          <w:szCs w:val="20"/>
        </w:rPr>
        <w:t xml:space="preserve"> prireditv</w:t>
      </w:r>
      <w:r w:rsidR="00415E4F">
        <w:rPr>
          <w:rFonts w:ascii="Arial" w:hAnsi="Arial" w:cs="Arial"/>
          <w:b/>
          <w:sz w:val="20"/>
          <w:szCs w:val="20"/>
        </w:rPr>
        <w:t>e na tematiko društva</w:t>
      </w:r>
      <w:r w:rsidR="00D97624">
        <w:rPr>
          <w:rFonts w:ascii="Arial" w:hAnsi="Arial" w:cs="Arial"/>
          <w:b/>
          <w:sz w:val="20"/>
          <w:szCs w:val="20"/>
        </w:rPr>
        <w:t>, kluba, združenja</w:t>
      </w:r>
      <w:r w:rsidR="00415E4F">
        <w:rPr>
          <w:rFonts w:ascii="Arial" w:hAnsi="Arial" w:cs="Arial"/>
          <w:b/>
          <w:sz w:val="20"/>
          <w:szCs w:val="20"/>
        </w:rPr>
        <w:t xml:space="preserve"> za člane ali širšo okolico, ki so bile izvedene </w:t>
      </w:r>
      <w:r w:rsidR="00D6544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 območju občine Laško:</w:t>
      </w:r>
    </w:p>
    <w:p w:rsidR="0092209E" w:rsidRPr="00E105F3" w:rsidRDefault="0092209E" w:rsidP="0092209E">
      <w:pPr>
        <w:rPr>
          <w:rFonts w:ascii="Arial" w:hAnsi="Arial" w:cs="Arial"/>
          <w:sz w:val="20"/>
          <w:szCs w:val="20"/>
        </w:rPr>
      </w:pPr>
      <w:r w:rsidRPr="00E105F3">
        <w:rPr>
          <w:rFonts w:ascii="Arial" w:hAnsi="Arial" w:cs="Arial"/>
          <w:sz w:val="20"/>
          <w:szCs w:val="20"/>
        </w:rPr>
        <w:t xml:space="preserve">- vsaka </w:t>
      </w:r>
      <w:r>
        <w:rPr>
          <w:rFonts w:ascii="Arial" w:hAnsi="Arial" w:cs="Arial"/>
          <w:sz w:val="20"/>
          <w:szCs w:val="20"/>
        </w:rPr>
        <w:t xml:space="preserve">posamezna </w:t>
      </w:r>
      <w:r w:rsidRPr="00E105F3">
        <w:rPr>
          <w:rFonts w:ascii="Arial" w:hAnsi="Arial" w:cs="Arial"/>
          <w:sz w:val="20"/>
          <w:szCs w:val="20"/>
        </w:rPr>
        <w:t>aktivnost</w:t>
      </w:r>
      <w:r>
        <w:rPr>
          <w:rFonts w:ascii="Arial" w:hAnsi="Arial" w:cs="Arial"/>
          <w:sz w:val="20"/>
          <w:szCs w:val="20"/>
        </w:rPr>
        <w:t xml:space="preserve"> se ovrednoti </w:t>
      </w:r>
      <w:r w:rsidR="00415E4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="00415E4F">
        <w:rPr>
          <w:rFonts w:ascii="Arial" w:hAnsi="Arial" w:cs="Arial"/>
          <w:b/>
          <w:sz w:val="20"/>
          <w:szCs w:val="20"/>
          <w:u w:val="single"/>
        </w:rPr>
        <w:t>10</w:t>
      </w:r>
      <w:r>
        <w:rPr>
          <w:rFonts w:ascii="Arial" w:hAnsi="Arial" w:cs="Arial"/>
          <w:b/>
          <w:sz w:val="20"/>
          <w:szCs w:val="20"/>
          <w:u w:val="single"/>
        </w:rPr>
        <w:t xml:space="preserve"> točkami</w:t>
      </w:r>
      <w:r>
        <w:rPr>
          <w:rFonts w:ascii="Arial" w:hAnsi="Arial" w:cs="Arial"/>
          <w:sz w:val="20"/>
          <w:szCs w:val="20"/>
        </w:rPr>
        <w:t xml:space="preserve"> – največje možno število </w:t>
      </w:r>
      <w:r w:rsidR="00E93E7A" w:rsidRPr="00E93E7A">
        <w:rPr>
          <w:rFonts w:ascii="Arial" w:hAnsi="Arial" w:cs="Arial"/>
          <w:b/>
          <w:sz w:val="20"/>
          <w:szCs w:val="20"/>
          <w:u w:val="single"/>
        </w:rPr>
        <w:t xml:space="preserve">točk </w:t>
      </w:r>
      <w:r w:rsidRPr="00E93E7A">
        <w:rPr>
          <w:rFonts w:ascii="Arial" w:hAnsi="Arial" w:cs="Arial"/>
          <w:b/>
          <w:sz w:val="20"/>
          <w:szCs w:val="20"/>
          <w:u w:val="single"/>
        </w:rPr>
        <w:t>je</w:t>
      </w:r>
      <w:r w:rsidRPr="0032739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15E4F">
        <w:rPr>
          <w:rFonts w:ascii="Arial" w:hAnsi="Arial" w:cs="Arial"/>
          <w:b/>
          <w:sz w:val="20"/>
          <w:szCs w:val="20"/>
          <w:u w:val="single"/>
        </w:rPr>
        <w:t>20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:rsidR="0092209E" w:rsidRPr="00E105F3" w:rsidRDefault="0092209E" w:rsidP="0092209E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92209E" w:rsidRPr="005653A5" w:rsidTr="00B424C7">
        <w:trPr>
          <w:trHeight w:val="330"/>
        </w:trPr>
        <w:tc>
          <w:tcPr>
            <w:tcW w:w="1271" w:type="dxa"/>
            <w:vAlign w:val="center"/>
          </w:tcPr>
          <w:p w:rsidR="0092209E" w:rsidRPr="005653A5" w:rsidRDefault="0092209E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92209E" w:rsidRPr="005653A5" w:rsidRDefault="0073716B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Dobrodelna ali druga prireditev</w:t>
            </w:r>
          </w:p>
        </w:tc>
        <w:tc>
          <w:tcPr>
            <w:tcW w:w="1701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92209E" w:rsidRPr="005653A5" w:rsidTr="00B424C7">
        <w:trPr>
          <w:trHeight w:val="330"/>
        </w:trPr>
        <w:tc>
          <w:tcPr>
            <w:tcW w:w="1271" w:type="dxa"/>
            <w:vAlign w:val="center"/>
          </w:tcPr>
          <w:p w:rsidR="0092209E" w:rsidRPr="005653A5" w:rsidRDefault="0092209E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209E" w:rsidRPr="005653A5" w:rsidTr="00B424C7">
        <w:trPr>
          <w:trHeight w:val="330"/>
        </w:trPr>
        <w:tc>
          <w:tcPr>
            <w:tcW w:w="1271" w:type="dxa"/>
            <w:vAlign w:val="center"/>
          </w:tcPr>
          <w:p w:rsidR="0092209E" w:rsidRPr="005653A5" w:rsidRDefault="0092209E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209E" w:rsidRPr="005653A5" w:rsidTr="00B424C7">
        <w:trPr>
          <w:trHeight w:val="330"/>
        </w:trPr>
        <w:tc>
          <w:tcPr>
            <w:tcW w:w="1271" w:type="dxa"/>
            <w:vAlign w:val="center"/>
          </w:tcPr>
          <w:p w:rsidR="0092209E" w:rsidRPr="005653A5" w:rsidRDefault="0092209E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D95" w:rsidRPr="005653A5" w:rsidTr="00B424C7">
        <w:trPr>
          <w:trHeight w:val="330"/>
        </w:trPr>
        <w:tc>
          <w:tcPr>
            <w:tcW w:w="1271" w:type="dxa"/>
            <w:vAlign w:val="center"/>
          </w:tcPr>
          <w:p w:rsidR="009E1D95" w:rsidRPr="005653A5" w:rsidRDefault="009E1D95" w:rsidP="009E1D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9E1D95" w:rsidRPr="005653A5" w:rsidRDefault="009E1D95" w:rsidP="009E1D9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9E1D95" w:rsidRPr="005653A5" w:rsidRDefault="009E1D95" w:rsidP="009E1D9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9E1D95" w:rsidRPr="005653A5" w:rsidRDefault="009E1D95" w:rsidP="009E1D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209E" w:rsidRPr="005653A5" w:rsidTr="00B424C7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92209E" w:rsidRPr="005653A5" w:rsidRDefault="0092209E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92209E" w:rsidRPr="005653A5" w:rsidRDefault="0092209E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209E" w:rsidRDefault="0092209E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1118C8" w:rsidRDefault="001118C8" w:rsidP="001118C8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t>3.</w:t>
      </w:r>
      <w:r w:rsidR="00304AB3">
        <w:rPr>
          <w:rFonts w:ascii="Arial" w:hAnsi="Arial" w:cs="Arial"/>
          <w:b/>
          <w:sz w:val="20"/>
          <w:szCs w:val="20"/>
        </w:rPr>
        <w:t>3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 w:rsidR="007A1A4B">
        <w:rPr>
          <w:rFonts w:ascii="Arial" w:hAnsi="Arial" w:cs="Arial"/>
          <w:b/>
          <w:sz w:val="20"/>
          <w:szCs w:val="20"/>
        </w:rPr>
        <w:t>Program zajema izdajanje glasila ali biltena društva</w:t>
      </w:r>
      <w:r w:rsidR="00D97624">
        <w:rPr>
          <w:rFonts w:ascii="Arial" w:hAnsi="Arial" w:cs="Arial"/>
          <w:b/>
          <w:sz w:val="20"/>
          <w:szCs w:val="20"/>
        </w:rPr>
        <w:t>, kluba, združenja</w:t>
      </w:r>
      <w:r w:rsidR="007A1A4B">
        <w:rPr>
          <w:rFonts w:ascii="Arial" w:hAnsi="Arial" w:cs="Arial"/>
          <w:b/>
          <w:sz w:val="20"/>
          <w:szCs w:val="20"/>
        </w:rPr>
        <w:t xml:space="preserve">: </w:t>
      </w:r>
    </w:p>
    <w:p w:rsidR="001118C8" w:rsidRPr="00E105F3" w:rsidRDefault="001118C8" w:rsidP="001118C8">
      <w:pPr>
        <w:rPr>
          <w:rFonts w:ascii="Arial" w:hAnsi="Arial" w:cs="Arial"/>
          <w:sz w:val="20"/>
          <w:szCs w:val="20"/>
        </w:rPr>
      </w:pPr>
      <w:r w:rsidRPr="00E105F3">
        <w:rPr>
          <w:rFonts w:ascii="Arial" w:hAnsi="Arial" w:cs="Arial"/>
          <w:sz w:val="20"/>
          <w:szCs w:val="20"/>
        </w:rPr>
        <w:t xml:space="preserve">- vsaka </w:t>
      </w:r>
      <w:r>
        <w:rPr>
          <w:rFonts w:ascii="Arial" w:hAnsi="Arial" w:cs="Arial"/>
          <w:sz w:val="20"/>
          <w:szCs w:val="20"/>
        </w:rPr>
        <w:t xml:space="preserve">posamezna </w:t>
      </w:r>
      <w:r w:rsidRPr="00E105F3">
        <w:rPr>
          <w:rFonts w:ascii="Arial" w:hAnsi="Arial" w:cs="Arial"/>
          <w:sz w:val="20"/>
          <w:szCs w:val="20"/>
        </w:rPr>
        <w:t>aktivnost</w:t>
      </w:r>
      <w:r>
        <w:rPr>
          <w:rFonts w:ascii="Arial" w:hAnsi="Arial" w:cs="Arial"/>
          <w:sz w:val="20"/>
          <w:szCs w:val="20"/>
        </w:rPr>
        <w:t xml:space="preserve"> se ovrednoti </w:t>
      </w:r>
      <w:r w:rsidR="00D9762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</w:t>
      </w:r>
      <w:r w:rsidR="00D97624">
        <w:rPr>
          <w:rFonts w:ascii="Arial" w:hAnsi="Arial" w:cs="Arial"/>
          <w:b/>
          <w:sz w:val="20"/>
          <w:szCs w:val="20"/>
          <w:u w:val="single"/>
        </w:rPr>
        <w:t>3</w:t>
      </w:r>
      <w:r>
        <w:rPr>
          <w:rFonts w:ascii="Arial" w:hAnsi="Arial" w:cs="Arial"/>
          <w:b/>
          <w:sz w:val="20"/>
          <w:szCs w:val="20"/>
          <w:u w:val="single"/>
        </w:rPr>
        <w:t xml:space="preserve"> točkami</w:t>
      </w:r>
      <w:r>
        <w:rPr>
          <w:rFonts w:ascii="Arial" w:hAnsi="Arial" w:cs="Arial"/>
          <w:sz w:val="20"/>
          <w:szCs w:val="20"/>
        </w:rPr>
        <w:t xml:space="preserve"> – največje možno število </w:t>
      </w:r>
      <w:r w:rsidRPr="00E93E7A">
        <w:rPr>
          <w:rFonts w:ascii="Arial" w:hAnsi="Arial" w:cs="Arial"/>
          <w:b/>
          <w:sz w:val="20"/>
          <w:szCs w:val="20"/>
          <w:u w:val="single"/>
        </w:rPr>
        <w:t>točk je</w:t>
      </w:r>
      <w:r w:rsidRPr="0032739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97624">
        <w:rPr>
          <w:rFonts w:ascii="Arial" w:hAnsi="Arial" w:cs="Arial"/>
          <w:b/>
          <w:sz w:val="20"/>
          <w:szCs w:val="20"/>
          <w:u w:val="single"/>
        </w:rPr>
        <w:t>9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:rsidR="001118C8" w:rsidRPr="00E105F3" w:rsidRDefault="001118C8" w:rsidP="001118C8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Glasilo ali bilten društva, kluba, združenja</w:t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Start w:id="0" w:name="_Hlk192066485"/>
      <w:tr w:rsidR="00B6522F" w:rsidRPr="005653A5" w:rsidTr="00B6522F">
        <w:trPr>
          <w:trHeight w:val="330"/>
        </w:trPr>
        <w:tc>
          <w:tcPr>
            <w:tcW w:w="1271" w:type="dxa"/>
            <w:vAlign w:val="center"/>
          </w:tcPr>
          <w:p w:rsidR="00B6522F" w:rsidRPr="005653A5" w:rsidRDefault="00B6522F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gridSpan w:val="2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B6522F" w:rsidRPr="005653A5" w:rsidRDefault="00B6522F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5B3B5C" w:rsidRPr="005653A5" w:rsidTr="005B3B5C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5B3B5C" w:rsidRPr="005653A5" w:rsidRDefault="005B3B5C" w:rsidP="005B3B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  <w:vAlign w:val="center"/>
          </w:tcPr>
          <w:p w:rsidR="005B3B5C" w:rsidRPr="005653A5" w:rsidRDefault="005B3B5C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1437" w:rsidRDefault="00A21437" w:rsidP="00A21437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lastRenderedPageBreak/>
        <w:t>3.</w:t>
      </w:r>
      <w:r>
        <w:rPr>
          <w:rFonts w:ascii="Arial" w:hAnsi="Arial" w:cs="Arial"/>
          <w:b/>
          <w:sz w:val="20"/>
          <w:szCs w:val="20"/>
        </w:rPr>
        <w:t>4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Program vključuje izlete, športne in kulturne aktivnosti za člane društva, kluba, združenja: </w:t>
      </w:r>
    </w:p>
    <w:p w:rsidR="00A21437" w:rsidRPr="00E105F3" w:rsidRDefault="00A21437" w:rsidP="00A21437">
      <w:pPr>
        <w:rPr>
          <w:rFonts w:ascii="Arial" w:hAnsi="Arial" w:cs="Arial"/>
          <w:sz w:val="20"/>
          <w:szCs w:val="20"/>
        </w:rPr>
      </w:pPr>
      <w:r w:rsidRPr="00E105F3">
        <w:rPr>
          <w:rFonts w:ascii="Arial" w:hAnsi="Arial" w:cs="Arial"/>
          <w:sz w:val="20"/>
          <w:szCs w:val="20"/>
        </w:rPr>
        <w:t xml:space="preserve">- vsaka </w:t>
      </w:r>
      <w:r>
        <w:rPr>
          <w:rFonts w:ascii="Arial" w:hAnsi="Arial" w:cs="Arial"/>
          <w:sz w:val="20"/>
          <w:szCs w:val="20"/>
        </w:rPr>
        <w:t xml:space="preserve">posamezna </w:t>
      </w:r>
      <w:r w:rsidRPr="00E105F3">
        <w:rPr>
          <w:rFonts w:ascii="Arial" w:hAnsi="Arial" w:cs="Arial"/>
          <w:sz w:val="20"/>
          <w:szCs w:val="20"/>
        </w:rPr>
        <w:t>aktivnost</w:t>
      </w:r>
      <w:r>
        <w:rPr>
          <w:rFonts w:ascii="Arial" w:hAnsi="Arial" w:cs="Arial"/>
          <w:sz w:val="20"/>
          <w:szCs w:val="20"/>
        </w:rPr>
        <w:t xml:space="preserve"> se ovrednoti s </w:t>
      </w:r>
      <w:r>
        <w:rPr>
          <w:rFonts w:ascii="Arial" w:hAnsi="Arial" w:cs="Arial"/>
          <w:b/>
          <w:sz w:val="20"/>
          <w:szCs w:val="20"/>
          <w:u w:val="single"/>
        </w:rPr>
        <w:t>3 točkami</w:t>
      </w:r>
      <w:r>
        <w:rPr>
          <w:rFonts w:ascii="Arial" w:hAnsi="Arial" w:cs="Arial"/>
          <w:sz w:val="20"/>
          <w:szCs w:val="20"/>
        </w:rPr>
        <w:t xml:space="preserve"> – največje možno število </w:t>
      </w:r>
      <w:r w:rsidRPr="00E93E7A">
        <w:rPr>
          <w:rFonts w:ascii="Arial" w:hAnsi="Arial" w:cs="Arial"/>
          <w:b/>
          <w:sz w:val="20"/>
          <w:szCs w:val="20"/>
          <w:u w:val="single"/>
        </w:rPr>
        <w:t>točk je</w:t>
      </w:r>
      <w:r w:rsidRPr="0032739B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9.</w:t>
      </w:r>
    </w:p>
    <w:p w:rsidR="00A21437" w:rsidRPr="00E105F3" w:rsidRDefault="00A21437" w:rsidP="00A21437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A21437" w:rsidRPr="005653A5" w:rsidRDefault="00787E1E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Aktivnost društva, kluba, združenja</w:t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437" w:rsidRPr="005653A5" w:rsidTr="00B424C7">
        <w:trPr>
          <w:trHeight w:val="330"/>
        </w:trPr>
        <w:tc>
          <w:tcPr>
            <w:tcW w:w="127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437" w:rsidRPr="005653A5" w:rsidTr="00B424C7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A21437" w:rsidRPr="005653A5" w:rsidRDefault="00A21437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A21437" w:rsidRPr="005653A5" w:rsidRDefault="00A2143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7C56" w:rsidRDefault="00B77C56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B77C56" w:rsidRDefault="00B77C56" w:rsidP="00A721F1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>5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Program </w:t>
      </w:r>
      <w:r w:rsidR="00A721F1">
        <w:rPr>
          <w:rFonts w:ascii="Arial" w:hAnsi="Arial" w:cs="Arial"/>
          <w:b/>
          <w:sz w:val="20"/>
          <w:szCs w:val="20"/>
        </w:rPr>
        <w:t>je usmerjen v preprečevanje, lajšanje ali zmanjševanje socialnih stisk posameznikov ali skupin občanov občine Laško, ima postavljene jasne cilje in izhaja iz potreb članov oziroma drugih uporabnikov, izvajanje programa pa je v interesu Občine Laško.</w:t>
      </w:r>
      <w:r w:rsidR="009B27FE">
        <w:rPr>
          <w:rFonts w:ascii="Arial" w:hAnsi="Arial" w:cs="Arial"/>
          <w:b/>
          <w:sz w:val="20"/>
          <w:szCs w:val="20"/>
        </w:rPr>
        <w:t xml:space="preserve"> Obvezen kratek opis:</w:t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106F0B" w:rsidRDefault="00106F0B" w:rsidP="00106F0B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tbl>
      <w:tblPr>
        <w:tblW w:w="3118" w:type="dxa"/>
        <w:tblInd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1843"/>
      </w:tblGrid>
      <w:tr w:rsidR="00B424C7" w:rsidRPr="005653A5" w:rsidTr="00B424C7">
        <w:trPr>
          <w:trHeight w:val="330"/>
        </w:trPr>
        <w:tc>
          <w:tcPr>
            <w:tcW w:w="1275" w:type="dxa"/>
            <w:vAlign w:val="center"/>
          </w:tcPr>
          <w:p w:rsidR="00B424C7" w:rsidRPr="005653A5" w:rsidRDefault="00B424C7" w:rsidP="00B424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1843" w:type="dxa"/>
          </w:tcPr>
          <w:p w:rsidR="00B424C7" w:rsidRPr="005653A5" w:rsidRDefault="00B424C7" w:rsidP="00B424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06F0B" w:rsidRDefault="00106F0B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B424C7" w:rsidRDefault="00B424C7" w:rsidP="00A721F1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  <w:bookmarkStart w:id="1" w:name="_Hlk192066974"/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2000B0" w:rsidP="00D97C1E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lastRenderedPageBreak/>
        <w:t>3.</w:t>
      </w:r>
      <w:r w:rsidR="000A0996">
        <w:rPr>
          <w:rFonts w:ascii="Arial" w:hAnsi="Arial" w:cs="Arial"/>
          <w:b/>
          <w:sz w:val="20"/>
          <w:szCs w:val="20"/>
        </w:rPr>
        <w:t>6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Program </w:t>
      </w:r>
      <w:r w:rsidR="000A0996">
        <w:rPr>
          <w:rFonts w:ascii="Arial" w:hAnsi="Arial" w:cs="Arial"/>
          <w:b/>
          <w:sz w:val="20"/>
          <w:szCs w:val="20"/>
        </w:rPr>
        <w:t>omogoča udeležencem lažje komuniciranje z okoljem (za primere, ko telesna okvara ali invalidnost onemogoča posamezniku, da bi se samostojno in enakovredno vključeval v okolje</w:t>
      </w:r>
      <w:r w:rsidR="0064766B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D97C1E">
        <w:rPr>
          <w:rFonts w:ascii="Arial" w:hAnsi="Arial" w:cs="Arial"/>
          <w:b/>
          <w:sz w:val="20"/>
          <w:szCs w:val="20"/>
        </w:rPr>
        <w:t>Obvezen kratek opis:</w:t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97C1E" w:rsidRDefault="00D97C1E" w:rsidP="00D97C1E">
      <w:pPr>
        <w:jc w:val="both"/>
        <w:rPr>
          <w:rFonts w:ascii="Arial" w:hAnsi="Arial" w:cs="Arial"/>
          <w:b/>
          <w:sz w:val="20"/>
          <w:szCs w:val="20"/>
        </w:rPr>
      </w:pPr>
    </w:p>
    <w:p w:rsidR="00D97C1E" w:rsidRDefault="00D97C1E" w:rsidP="00D97C1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tbl>
      <w:tblPr>
        <w:tblW w:w="3118" w:type="dxa"/>
        <w:tblInd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1843"/>
      </w:tblGrid>
      <w:tr w:rsidR="00D97C1E" w:rsidRPr="005653A5" w:rsidTr="00AD7786">
        <w:trPr>
          <w:trHeight w:val="330"/>
        </w:trPr>
        <w:tc>
          <w:tcPr>
            <w:tcW w:w="1275" w:type="dxa"/>
            <w:vAlign w:val="center"/>
          </w:tcPr>
          <w:p w:rsidR="00D97C1E" w:rsidRPr="005653A5" w:rsidRDefault="00D97C1E" w:rsidP="00AD77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1843" w:type="dxa"/>
          </w:tcPr>
          <w:p w:rsidR="00D97C1E" w:rsidRPr="005653A5" w:rsidRDefault="00D97C1E" w:rsidP="00AD7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7C1E" w:rsidRDefault="00D97C1E" w:rsidP="005E11C1">
      <w:pPr>
        <w:jc w:val="both"/>
        <w:rPr>
          <w:rFonts w:ascii="Arial" w:hAnsi="Arial" w:cs="Arial"/>
          <w:b/>
          <w:sz w:val="20"/>
          <w:szCs w:val="20"/>
        </w:rPr>
      </w:pPr>
      <w:bookmarkStart w:id="2" w:name="_Hlk185340756"/>
      <w:bookmarkEnd w:id="1"/>
    </w:p>
    <w:p w:rsidR="00D97C1E" w:rsidRDefault="00D97C1E" w:rsidP="005E11C1">
      <w:pPr>
        <w:jc w:val="both"/>
        <w:rPr>
          <w:rFonts w:ascii="Arial" w:hAnsi="Arial" w:cs="Arial"/>
          <w:b/>
          <w:sz w:val="20"/>
          <w:szCs w:val="20"/>
        </w:rPr>
      </w:pPr>
    </w:p>
    <w:p w:rsidR="005E11C1" w:rsidRDefault="005E11C1" w:rsidP="005E11C1">
      <w:pPr>
        <w:jc w:val="both"/>
        <w:rPr>
          <w:rFonts w:ascii="Arial" w:hAnsi="Arial" w:cs="Arial"/>
          <w:b/>
          <w:sz w:val="20"/>
          <w:szCs w:val="20"/>
        </w:rPr>
      </w:pPr>
      <w:r w:rsidRPr="00E105F3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>7</w:t>
      </w:r>
      <w:r w:rsidRPr="00E105F3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Najem prostora oz</w:t>
      </w:r>
      <w:r w:rsidR="0016045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uporaba športnega objekta za člane društva, kluba, združenja</w:t>
      </w:r>
      <w:r w:rsidR="0016045D">
        <w:rPr>
          <w:rFonts w:ascii="Arial" w:hAnsi="Arial" w:cs="Arial"/>
          <w:b/>
          <w:sz w:val="20"/>
          <w:szCs w:val="20"/>
        </w:rPr>
        <w:t xml:space="preserve"> (ustrezno označi)</w:t>
      </w:r>
    </w:p>
    <w:p w:rsidR="005E11C1" w:rsidRDefault="005E11C1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p w:rsidR="0016045D" w:rsidRPr="00F624F1" w:rsidRDefault="0016045D" w:rsidP="0016045D">
      <w:p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424C7">
        <w:rPr>
          <w:rFonts w:ascii="Arial" w:hAnsi="Arial" w:cs="Arial"/>
          <w:b/>
          <w:i/>
          <w:sz w:val="22"/>
          <w:szCs w:val="22"/>
        </w:rPr>
      </w:r>
      <w:r w:rsidR="00B424C7">
        <w:rPr>
          <w:rFonts w:ascii="Arial" w:hAnsi="Arial" w:cs="Arial"/>
          <w:b/>
          <w:i/>
          <w:sz w:val="22"/>
          <w:szCs w:val="22"/>
        </w:rPr>
        <w:fldChar w:fldCharType="separate"/>
      </w:r>
      <w:r>
        <w:rPr>
          <w:rFonts w:ascii="Arial" w:hAnsi="Arial" w:cs="Arial"/>
          <w:b/>
          <w:i/>
          <w:sz w:val="22"/>
          <w:szCs w:val="22"/>
        </w:rPr>
        <w:fldChar w:fldCharType="end"/>
      </w:r>
      <w:r w:rsidRPr="00F624F1">
        <w:rPr>
          <w:rFonts w:ascii="Arial" w:hAnsi="Arial" w:cs="Arial"/>
          <w:b/>
          <w:i/>
          <w:sz w:val="22"/>
          <w:szCs w:val="22"/>
        </w:rPr>
        <w:t xml:space="preserve"> </w:t>
      </w:r>
      <w:r w:rsidRPr="00F624F1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DA*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624F1">
        <w:rPr>
          <w:rFonts w:ascii="Arial" w:hAnsi="Arial" w:cs="Arial"/>
          <w:i/>
          <w:sz w:val="22"/>
          <w:szCs w:val="22"/>
        </w:rPr>
        <w:t>ali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624F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24F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424C7">
        <w:rPr>
          <w:rFonts w:ascii="Arial" w:hAnsi="Arial" w:cs="Arial"/>
          <w:b/>
          <w:i/>
          <w:sz w:val="22"/>
          <w:szCs w:val="22"/>
        </w:rPr>
      </w:r>
      <w:r w:rsidR="00B424C7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F624F1">
        <w:rPr>
          <w:rFonts w:ascii="Arial" w:hAnsi="Arial" w:cs="Arial"/>
          <w:b/>
          <w:i/>
          <w:sz w:val="22"/>
          <w:szCs w:val="22"/>
        </w:rPr>
        <w:fldChar w:fldCharType="end"/>
      </w:r>
      <w:r w:rsidRPr="00F624F1">
        <w:rPr>
          <w:rFonts w:ascii="Arial" w:hAnsi="Arial" w:cs="Arial"/>
          <w:b/>
          <w:i/>
          <w:sz w:val="22"/>
          <w:szCs w:val="22"/>
        </w:rPr>
        <w:t xml:space="preserve">  </w:t>
      </w:r>
      <w:r w:rsidRPr="00F624F1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NE</w:t>
      </w:r>
    </w:p>
    <w:p w:rsidR="0016045D" w:rsidRDefault="0016045D" w:rsidP="0016045D">
      <w:pPr>
        <w:jc w:val="both"/>
        <w:rPr>
          <w:rFonts w:ascii="Arial" w:hAnsi="Arial" w:cs="Arial"/>
          <w:b/>
          <w:sz w:val="20"/>
          <w:szCs w:val="20"/>
        </w:rPr>
      </w:pPr>
    </w:p>
    <w:p w:rsidR="0016045D" w:rsidRPr="005E11C1" w:rsidRDefault="0016045D" w:rsidP="0016045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 OBVEZNA PRILOGA–fotokopija računa ali pogodbe o najemu prostora ali uporabi športnega objekta</w:t>
      </w:r>
    </w:p>
    <w:p w:rsidR="0016045D" w:rsidRPr="005E11C1" w:rsidRDefault="0016045D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p w:rsidR="007C7F9E" w:rsidRDefault="007C7F9E" w:rsidP="00650AC9">
      <w:pPr>
        <w:rPr>
          <w:rFonts w:ascii="Arial" w:hAnsi="Arial" w:cs="Arial"/>
          <w:b/>
          <w:sz w:val="22"/>
          <w:szCs w:val="22"/>
          <w:u w:val="single"/>
        </w:rPr>
      </w:pPr>
    </w:p>
    <w:p w:rsidR="00650AC9" w:rsidRPr="00954FC1" w:rsidRDefault="00650AC9" w:rsidP="00650AC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4. STALNOST IZVAJANJA PROGRAMA NA OBMOČJU OBČINE LAŠKO</w:t>
      </w:r>
      <w:r w:rsidR="00E902A6">
        <w:rPr>
          <w:rFonts w:ascii="Arial" w:hAnsi="Arial" w:cs="Arial"/>
          <w:b/>
          <w:sz w:val="22"/>
          <w:szCs w:val="22"/>
          <w:u w:val="single"/>
        </w:rPr>
        <w:t xml:space="preserve"> (ustrezno označi)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650AC9" w:rsidRPr="005E11C1" w:rsidRDefault="00650AC9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7"/>
        <w:gridCol w:w="720"/>
        <w:gridCol w:w="1559"/>
      </w:tblGrid>
      <w:tr w:rsidR="00E902A6" w:rsidRPr="005653A5" w:rsidTr="00B424C7">
        <w:trPr>
          <w:trHeight w:val="330"/>
        </w:trPr>
        <w:tc>
          <w:tcPr>
            <w:tcW w:w="7497" w:type="dxa"/>
            <w:vAlign w:val="center"/>
          </w:tcPr>
          <w:p w:rsidR="00E902A6" w:rsidRPr="005653A5" w:rsidRDefault="00E902A6" w:rsidP="00B424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tedensko izvajanje programa na območju občine Laško</w:t>
            </w:r>
          </w:p>
        </w:tc>
        <w:tc>
          <w:tcPr>
            <w:tcW w:w="720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točk</w:t>
            </w:r>
          </w:p>
        </w:tc>
      </w:tr>
      <w:tr w:rsidR="00E902A6" w:rsidRPr="005653A5" w:rsidTr="00B424C7">
        <w:trPr>
          <w:trHeight w:val="330"/>
        </w:trPr>
        <w:tc>
          <w:tcPr>
            <w:tcW w:w="7497" w:type="dxa"/>
            <w:vAlign w:val="center"/>
          </w:tcPr>
          <w:p w:rsidR="00E902A6" w:rsidRPr="005653A5" w:rsidRDefault="00E902A6" w:rsidP="00B424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mesečno izvajanje programa na območju občine Laško</w:t>
            </w:r>
          </w:p>
        </w:tc>
        <w:tc>
          <w:tcPr>
            <w:tcW w:w="720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točk</w:t>
            </w:r>
          </w:p>
        </w:tc>
      </w:tr>
      <w:tr w:rsidR="00E902A6" w:rsidRPr="005653A5" w:rsidTr="00B424C7">
        <w:trPr>
          <w:trHeight w:val="330"/>
        </w:trPr>
        <w:tc>
          <w:tcPr>
            <w:tcW w:w="7497" w:type="dxa"/>
            <w:vAlign w:val="center"/>
          </w:tcPr>
          <w:p w:rsidR="00E902A6" w:rsidRPr="00336B69" w:rsidRDefault="00E902A6" w:rsidP="00B424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občasno izvajanje programa na območju občine Laško</w:t>
            </w:r>
          </w:p>
        </w:tc>
        <w:tc>
          <w:tcPr>
            <w:tcW w:w="720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E902A6" w:rsidRPr="005653A5" w:rsidRDefault="00E902A6" w:rsidP="00B42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točk</w:t>
            </w:r>
          </w:p>
        </w:tc>
      </w:tr>
    </w:tbl>
    <w:p w:rsidR="00582DDE" w:rsidRDefault="00582DDE" w:rsidP="00582DDE">
      <w:pPr>
        <w:jc w:val="both"/>
        <w:rPr>
          <w:rFonts w:ascii="Arial" w:hAnsi="Arial" w:cs="Arial"/>
          <w:b/>
          <w:sz w:val="20"/>
          <w:szCs w:val="20"/>
        </w:rPr>
      </w:pPr>
    </w:p>
    <w:p w:rsidR="00582DDE" w:rsidRPr="00E105F3" w:rsidRDefault="00582DDE" w:rsidP="00582D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Obvezen kratek opis o načinu delovanja društva, kluba, združenja na območju občine Laško:</w:t>
      </w:r>
    </w:p>
    <w:p w:rsidR="00DF0BDC" w:rsidRDefault="00DF0BDC" w:rsidP="00DF0BDC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F0BDC" w:rsidRDefault="00DF0BDC" w:rsidP="00DF0BDC">
      <w:pPr>
        <w:jc w:val="both"/>
        <w:rPr>
          <w:rFonts w:ascii="Arial" w:hAnsi="Arial" w:cs="Arial"/>
          <w:b/>
          <w:sz w:val="20"/>
          <w:szCs w:val="20"/>
        </w:rPr>
      </w:pPr>
    </w:p>
    <w:p w:rsidR="00DF0BDC" w:rsidRDefault="00DF0BDC" w:rsidP="00DF0BDC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F0BDC" w:rsidRDefault="00DF0BDC" w:rsidP="00DF0BDC">
      <w:pPr>
        <w:jc w:val="both"/>
        <w:rPr>
          <w:rFonts w:ascii="Arial" w:hAnsi="Arial" w:cs="Arial"/>
          <w:b/>
          <w:sz w:val="20"/>
          <w:szCs w:val="20"/>
        </w:rPr>
      </w:pPr>
    </w:p>
    <w:p w:rsidR="00DF0BDC" w:rsidRDefault="00DF0BDC" w:rsidP="00DF0BDC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DF0BDC" w:rsidRDefault="00DF0BDC" w:rsidP="00DF0BDC">
      <w:pPr>
        <w:jc w:val="both"/>
        <w:rPr>
          <w:rFonts w:ascii="Arial" w:hAnsi="Arial" w:cs="Arial"/>
          <w:b/>
          <w:sz w:val="20"/>
          <w:szCs w:val="20"/>
        </w:rPr>
      </w:pPr>
    </w:p>
    <w:p w:rsidR="00DF0BDC" w:rsidRDefault="00DF0BDC" w:rsidP="00DF0BDC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424C7" w:rsidRDefault="00B424C7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p w:rsidR="00DF0BDC" w:rsidRPr="00DF0BDC" w:rsidRDefault="00DF0BDC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p w:rsidR="0039686A" w:rsidRPr="00673768" w:rsidRDefault="008C3D0E" w:rsidP="00673768">
      <w:pPr>
        <w:pStyle w:val="Navadensplet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>
        <w:rPr>
          <w:rStyle w:val="Krepko"/>
          <w:rFonts w:ascii="Arial" w:hAnsi="Arial" w:cs="Arial"/>
          <w:i/>
          <w:sz w:val="22"/>
          <w:szCs w:val="22"/>
        </w:rPr>
        <w:lastRenderedPageBreak/>
        <w:t>S</w:t>
      </w:r>
      <w:r w:rsidR="0039686A" w:rsidRPr="00673768">
        <w:rPr>
          <w:rStyle w:val="Krepko"/>
          <w:rFonts w:ascii="Arial" w:hAnsi="Arial" w:cs="Arial"/>
          <w:i/>
          <w:sz w:val="22"/>
          <w:szCs w:val="22"/>
        </w:rPr>
        <w:t>OGLASJE O UPORABI OSEBNIH PODATKOV</w:t>
      </w:r>
    </w:p>
    <w:p w:rsidR="0039686A" w:rsidRPr="00F624F1" w:rsidRDefault="0039686A" w:rsidP="00766491">
      <w:pPr>
        <w:jc w:val="both"/>
        <w:rPr>
          <w:rFonts w:ascii="Arial" w:hAnsi="Arial" w:cs="Arial"/>
          <w:i/>
          <w:sz w:val="22"/>
          <w:szCs w:val="22"/>
        </w:rPr>
      </w:pPr>
      <w:r w:rsidRPr="00F624F1">
        <w:rPr>
          <w:rFonts w:ascii="Arial" w:hAnsi="Arial" w:cs="Arial"/>
          <w:i/>
          <w:sz w:val="22"/>
          <w:szCs w:val="22"/>
        </w:rPr>
        <w:t xml:space="preserve">Upravljavec osebnih podatkov je Občina Laško. Pooblaščena oseba za varstvo osebnih podatkov je dosegljiva na e-mailu: </w:t>
      </w:r>
      <w:hyperlink r:id="rId8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info@intelektum.eu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Osebni podatki se obdelujejo le za namen, za katerega so bili zbrani. Pravico imate, da od </w:t>
      </w:r>
      <w:r w:rsidR="008E3970">
        <w:rPr>
          <w:rFonts w:ascii="Arial" w:hAnsi="Arial" w:cs="Arial"/>
          <w:i/>
          <w:sz w:val="22"/>
          <w:szCs w:val="22"/>
        </w:rPr>
        <w:t>O</w:t>
      </w:r>
      <w:r w:rsidRPr="00F624F1">
        <w:rPr>
          <w:rFonts w:ascii="Arial" w:hAnsi="Arial" w:cs="Arial"/>
          <w:i/>
          <w:sz w:val="22"/>
          <w:szCs w:val="22"/>
        </w:rPr>
        <w:t>bčine</w:t>
      </w:r>
      <w:r w:rsidR="008E3970">
        <w:rPr>
          <w:rFonts w:ascii="Arial" w:hAnsi="Arial" w:cs="Arial"/>
          <w:i/>
          <w:sz w:val="22"/>
          <w:szCs w:val="22"/>
        </w:rPr>
        <w:t xml:space="preserve"> Laško</w:t>
      </w:r>
      <w:r w:rsidRPr="00F624F1">
        <w:rPr>
          <w:rFonts w:ascii="Arial" w:hAnsi="Arial" w:cs="Arial"/>
          <w:i/>
          <w:sz w:val="22"/>
          <w:szCs w:val="22"/>
        </w:rPr>
        <w:t xml:space="preserve"> kadarkoli zahtevate popravek, dopolnitev, izbris, omejitev obdelave, prenosa vaših osebnih podatkov in ugovora, vključno s pravico do pritožbe pri Informacijskem pooblaščencu. Več informacij o obdelavi in varstvu osebnih podatkov najdete na naši spletni strani </w:t>
      </w:r>
      <w:hyperlink r:id="rId9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https://lasko.si/GDPR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ali v vložišču Občine Laško.</w:t>
      </w:r>
    </w:p>
    <w:p w:rsidR="0039686A" w:rsidRDefault="0039686A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S podpisom soglašam, da bo Občina Laško osebne podatke obdelovala za namen izvedbe postopka. </w:t>
      </w:r>
    </w:p>
    <w:p w:rsidR="00670A96" w:rsidRPr="00F624F1" w:rsidRDefault="006E0F11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Izjavljam, da imamo zagotovljene materialne, prostorske</w:t>
      </w:r>
      <w:r w:rsidR="00670A96">
        <w:rPr>
          <w:rFonts w:ascii="Arial" w:hAnsi="Arial" w:cs="Arial"/>
          <w:b/>
          <w:i/>
          <w:sz w:val="22"/>
          <w:szCs w:val="22"/>
        </w:rPr>
        <w:t>, kadrovske in organizacijske pogoje za realizacijo prijavljenih programov.</w:t>
      </w:r>
    </w:p>
    <w:p w:rsidR="0039686A" w:rsidRDefault="0039686A" w:rsidP="0076649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Izjavljam, da želim </w:t>
      </w:r>
      <w:r w:rsidR="00210C38">
        <w:rPr>
          <w:rFonts w:ascii="Arial" w:hAnsi="Arial" w:cs="Arial"/>
          <w:b/>
          <w:i/>
          <w:sz w:val="22"/>
          <w:szCs w:val="22"/>
        </w:rPr>
        <w:t xml:space="preserve">uradne </w:t>
      </w:r>
      <w:r w:rsidR="00C63E3B">
        <w:rPr>
          <w:rFonts w:ascii="Arial" w:hAnsi="Arial" w:cs="Arial"/>
          <w:b/>
          <w:i/>
          <w:sz w:val="22"/>
          <w:szCs w:val="22"/>
        </w:rPr>
        <w:t xml:space="preserve">dokumente (odločbo, pogodbo) </w:t>
      </w:r>
      <w:r w:rsidRPr="00F624F1">
        <w:rPr>
          <w:rFonts w:ascii="Arial" w:hAnsi="Arial" w:cs="Arial"/>
          <w:b/>
          <w:i/>
          <w:sz w:val="22"/>
          <w:szCs w:val="22"/>
        </w:rPr>
        <w:t>prejeti (ustrezno označiti):</w:t>
      </w:r>
    </w:p>
    <w:p w:rsidR="008E3970" w:rsidRPr="00F624F1" w:rsidRDefault="008E3970" w:rsidP="0076649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8E3970" w:rsidRPr="00F624F1" w:rsidRDefault="002156FE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trditev1"/>
      <w:r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424C7">
        <w:rPr>
          <w:rFonts w:ascii="Arial" w:hAnsi="Arial" w:cs="Arial"/>
          <w:b/>
          <w:i/>
          <w:sz w:val="22"/>
          <w:szCs w:val="22"/>
        </w:rPr>
      </w:r>
      <w:r w:rsidR="00B424C7">
        <w:rPr>
          <w:rFonts w:ascii="Arial" w:hAnsi="Arial" w:cs="Arial"/>
          <w:b/>
          <w:i/>
          <w:sz w:val="22"/>
          <w:szCs w:val="22"/>
        </w:rPr>
        <w:fldChar w:fldCharType="separate"/>
      </w:r>
      <w:r>
        <w:rPr>
          <w:rFonts w:ascii="Arial" w:hAnsi="Arial" w:cs="Arial"/>
          <w:b/>
          <w:i/>
          <w:sz w:val="22"/>
          <w:szCs w:val="22"/>
        </w:rPr>
        <w:fldChar w:fldCharType="end"/>
      </w:r>
      <w:bookmarkEnd w:id="3"/>
      <w:r w:rsidR="0039686A" w:rsidRPr="00F624F1">
        <w:rPr>
          <w:rFonts w:ascii="Arial" w:hAnsi="Arial" w:cs="Arial"/>
          <w:b/>
          <w:i/>
          <w:sz w:val="22"/>
          <w:szCs w:val="22"/>
        </w:rPr>
        <w:t xml:space="preserve"> </w:t>
      </w:r>
      <w:r w:rsidR="0039686A" w:rsidRPr="00F624F1">
        <w:rPr>
          <w:rFonts w:ascii="Arial" w:hAnsi="Arial" w:cs="Arial"/>
          <w:i/>
          <w:sz w:val="22"/>
          <w:szCs w:val="22"/>
        </w:rPr>
        <w:t xml:space="preserve">  </w:t>
      </w:r>
      <w:r w:rsidR="00F73AEA">
        <w:rPr>
          <w:rFonts w:ascii="Arial" w:hAnsi="Arial" w:cs="Arial"/>
          <w:i/>
          <w:sz w:val="22"/>
          <w:szCs w:val="22"/>
        </w:rPr>
        <w:t>p</w:t>
      </w:r>
      <w:r w:rsidR="0039686A" w:rsidRPr="00F624F1">
        <w:rPr>
          <w:rFonts w:ascii="Arial" w:hAnsi="Arial" w:cs="Arial"/>
          <w:i/>
          <w:sz w:val="22"/>
          <w:szCs w:val="22"/>
        </w:rPr>
        <w:t>o navadni pošti</w:t>
      </w:r>
      <w:r w:rsidR="008E3970" w:rsidRPr="008E3970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i/>
          <w:sz w:val="22"/>
          <w:szCs w:val="22"/>
        </w:rPr>
        <w:t>ali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E3970" w:rsidRPr="00F624F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424C7">
        <w:rPr>
          <w:rFonts w:ascii="Arial" w:hAnsi="Arial" w:cs="Arial"/>
          <w:b/>
          <w:i/>
          <w:sz w:val="22"/>
          <w:szCs w:val="22"/>
        </w:rPr>
      </w:r>
      <w:r w:rsidR="00B424C7">
        <w:rPr>
          <w:rFonts w:ascii="Arial" w:hAnsi="Arial" w:cs="Arial"/>
          <w:b/>
          <w:i/>
          <w:sz w:val="22"/>
          <w:szCs w:val="22"/>
        </w:rPr>
        <w:fldChar w:fldCharType="separate"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end"/>
      </w:r>
      <w:r w:rsidR="008E3970" w:rsidRPr="00F624F1">
        <w:rPr>
          <w:rFonts w:ascii="Arial" w:hAnsi="Arial" w:cs="Arial"/>
          <w:b/>
          <w:i/>
          <w:sz w:val="22"/>
          <w:szCs w:val="22"/>
        </w:rPr>
        <w:t xml:space="preserve">  </w:t>
      </w:r>
      <w:r w:rsidR="008E3970" w:rsidRPr="00F624F1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>p</w:t>
      </w:r>
      <w:r w:rsidR="008E3970" w:rsidRPr="00F624F1">
        <w:rPr>
          <w:rFonts w:ascii="Arial" w:hAnsi="Arial" w:cs="Arial"/>
          <w:i/>
          <w:sz w:val="22"/>
          <w:szCs w:val="22"/>
        </w:rPr>
        <w:t>o elektronski pošti.</w:t>
      </w:r>
    </w:p>
    <w:p w:rsidR="008E3970" w:rsidRPr="00F624F1" w:rsidRDefault="008E3970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8E3970" w:rsidRDefault="008E3970" w:rsidP="00766491">
      <w:pPr>
        <w:rPr>
          <w:rFonts w:ascii="Arial" w:hAnsi="Arial" w:cs="Arial"/>
          <w:sz w:val="22"/>
          <w:szCs w:val="22"/>
        </w:rPr>
      </w:pPr>
    </w:p>
    <w:p w:rsidR="0039686A" w:rsidRPr="00DD1201" w:rsidRDefault="0039686A" w:rsidP="00766491">
      <w:pPr>
        <w:rPr>
          <w:rFonts w:ascii="Arial" w:hAnsi="Arial" w:cs="Arial"/>
          <w:sz w:val="22"/>
          <w:szCs w:val="22"/>
        </w:rPr>
      </w:pPr>
      <w:r w:rsidRPr="00DD1201">
        <w:rPr>
          <w:rFonts w:ascii="Arial" w:hAnsi="Arial" w:cs="Arial"/>
          <w:sz w:val="22"/>
          <w:szCs w:val="22"/>
        </w:rPr>
        <w:t xml:space="preserve">Kraj in datum: </w:t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D1201">
        <w:rPr>
          <w:rFonts w:ascii="Arial" w:hAnsi="Arial" w:cs="Arial"/>
          <w:sz w:val="22"/>
          <w:szCs w:val="22"/>
        </w:rPr>
        <w:t>Podpis</w:t>
      </w:r>
      <w:r w:rsidR="003B063F">
        <w:rPr>
          <w:rFonts w:ascii="Arial" w:hAnsi="Arial" w:cs="Arial"/>
          <w:sz w:val="22"/>
          <w:szCs w:val="22"/>
        </w:rPr>
        <w:t xml:space="preserve"> </w:t>
      </w:r>
      <w:r w:rsidRPr="00DD1201">
        <w:rPr>
          <w:rFonts w:ascii="Arial" w:hAnsi="Arial" w:cs="Arial"/>
          <w:sz w:val="22"/>
          <w:szCs w:val="22"/>
        </w:rPr>
        <w:t>vlagatelja:</w:t>
      </w:r>
      <w:r w:rsidRPr="00DD120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819"/>
      </w:tblGrid>
      <w:tr w:rsidR="00766491" w:rsidRPr="00DD1201" w:rsidTr="00AE2591">
        <w:trPr>
          <w:trHeight w:val="529"/>
        </w:trPr>
        <w:tc>
          <w:tcPr>
            <w:tcW w:w="4390" w:type="dxa"/>
            <w:shd w:val="clear" w:color="auto" w:fill="auto"/>
            <w:vAlign w:val="center"/>
          </w:tcPr>
          <w:p w:rsidR="00766491" w:rsidRPr="00DD1201" w:rsidRDefault="00C24B59" w:rsidP="007664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66491" w:rsidRPr="00DD1201" w:rsidRDefault="00766491" w:rsidP="00766491">
            <w:pPr>
              <w:rPr>
                <w:rFonts w:ascii="Arial" w:hAnsi="Arial" w:cs="Arial"/>
                <w:sz w:val="22"/>
                <w:szCs w:val="22"/>
              </w:rPr>
            </w:pPr>
            <w:r w:rsidRPr="00DD120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E2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AE2591">
              <w:rPr>
                <w:rFonts w:ascii="Arial" w:hAnsi="Arial" w:cs="Arial"/>
                <w:sz w:val="22"/>
                <w:szCs w:val="22"/>
              </w:rPr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87D82" w:rsidRDefault="00787D82" w:rsidP="0039686A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4" w:name="_Hlk185413171"/>
    </w:p>
    <w:bookmarkEnd w:id="2"/>
    <w:bookmarkEnd w:id="4"/>
    <w:p w:rsidR="00673768" w:rsidRDefault="00673768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Pr="00936C82" w:rsidRDefault="00A81C33" w:rsidP="00A81C33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936C82">
        <w:rPr>
          <w:rFonts w:ascii="Arial" w:hAnsi="Arial" w:cs="Arial"/>
          <w:b/>
          <w:i/>
          <w:sz w:val="22"/>
          <w:szCs w:val="22"/>
          <w:u w:val="single"/>
        </w:rPr>
        <w:t>IZJAVA O ŠTEVILU ČLANOV IZ OBČINE LAŠKO</w:t>
      </w:r>
    </w:p>
    <w:p w:rsidR="00A81C33" w:rsidRDefault="00A81C33" w:rsidP="00A81C3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F5227D" w:rsidRDefault="00F5227D" w:rsidP="00A81C3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070B8" w:rsidRDefault="00A81C33" w:rsidP="00A81C33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Spodaj podpisani/a </w:t>
      </w:r>
      <w:r w:rsidRPr="00A81C33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81C33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A81C33">
        <w:rPr>
          <w:rFonts w:ascii="Arial" w:hAnsi="Arial" w:cs="Arial"/>
          <w:sz w:val="22"/>
          <w:szCs w:val="22"/>
          <w:u w:val="single"/>
        </w:rPr>
      </w:r>
      <w:r w:rsidRPr="00A81C33">
        <w:rPr>
          <w:rFonts w:ascii="Arial" w:hAnsi="Arial" w:cs="Arial"/>
          <w:sz w:val="22"/>
          <w:szCs w:val="22"/>
          <w:u w:val="single"/>
        </w:rPr>
        <w:fldChar w:fldCharType="separate"/>
      </w:r>
      <w:bookmarkStart w:id="5" w:name="_GoBack"/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bookmarkEnd w:id="5"/>
      <w:r w:rsidRPr="00A81C33">
        <w:rPr>
          <w:rFonts w:ascii="Arial" w:hAnsi="Arial" w:cs="Arial"/>
          <w:sz w:val="22"/>
          <w:szCs w:val="22"/>
          <w:u w:val="single"/>
        </w:rPr>
        <w:fldChar w:fldCharType="end"/>
      </w:r>
      <w:r>
        <w:rPr>
          <w:rFonts w:ascii="Arial" w:hAnsi="Arial" w:cs="Arial"/>
          <w:b/>
          <w:i/>
          <w:sz w:val="22"/>
          <w:szCs w:val="22"/>
        </w:rPr>
        <w:t>__________________</w:t>
      </w:r>
      <w:r w:rsidR="00F5227D">
        <w:rPr>
          <w:rFonts w:ascii="Arial" w:hAnsi="Arial" w:cs="Arial"/>
          <w:b/>
          <w:i/>
          <w:sz w:val="22"/>
          <w:szCs w:val="22"/>
        </w:rPr>
        <w:softHyphen/>
        <w:t>_________</w:t>
      </w:r>
      <w:r>
        <w:rPr>
          <w:rFonts w:ascii="Arial" w:hAnsi="Arial" w:cs="Arial"/>
          <w:b/>
          <w:i/>
          <w:sz w:val="22"/>
          <w:szCs w:val="22"/>
        </w:rPr>
        <w:t>_______________ i</w:t>
      </w:r>
      <w:r w:rsidRPr="00F624F1">
        <w:rPr>
          <w:rFonts w:ascii="Arial" w:hAnsi="Arial" w:cs="Arial"/>
          <w:b/>
          <w:i/>
          <w:sz w:val="22"/>
          <w:szCs w:val="22"/>
        </w:rPr>
        <w:t>zjavljam, da</w:t>
      </w:r>
      <w:r>
        <w:rPr>
          <w:rFonts w:ascii="Arial" w:hAnsi="Arial" w:cs="Arial"/>
          <w:b/>
          <w:i/>
          <w:sz w:val="22"/>
          <w:szCs w:val="22"/>
        </w:rPr>
        <w:t xml:space="preserve"> je v </w:t>
      </w:r>
    </w:p>
    <w:p w:rsidR="005070B8" w:rsidRDefault="005070B8" w:rsidP="00A81C3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F5227D" w:rsidRDefault="00A81C33" w:rsidP="00A81C33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našem društvu, klubu, združenju včlanjenih </w:t>
      </w:r>
      <w:r w:rsidRPr="00A81C33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81C33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A81C33">
        <w:rPr>
          <w:rFonts w:ascii="Arial" w:hAnsi="Arial" w:cs="Arial"/>
          <w:sz w:val="22"/>
          <w:szCs w:val="22"/>
          <w:u w:val="single"/>
        </w:rPr>
      </w:r>
      <w:r w:rsidRPr="00A81C33">
        <w:rPr>
          <w:rFonts w:ascii="Arial" w:hAnsi="Arial" w:cs="Arial"/>
          <w:sz w:val="22"/>
          <w:szCs w:val="22"/>
          <w:u w:val="single"/>
        </w:rPr>
        <w:fldChar w:fldCharType="separate"/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t> </w:t>
      </w:r>
      <w:r w:rsidRPr="00A81C33">
        <w:rPr>
          <w:rFonts w:ascii="Arial" w:hAnsi="Arial" w:cs="Arial"/>
          <w:sz w:val="22"/>
          <w:szCs w:val="22"/>
          <w:u w:val="single"/>
        </w:rPr>
        <w:fldChar w:fldCharType="end"/>
      </w:r>
      <w:r w:rsidR="00F5227D">
        <w:rPr>
          <w:rFonts w:ascii="Arial" w:hAnsi="Arial" w:cs="Arial"/>
          <w:sz w:val="22"/>
          <w:szCs w:val="22"/>
          <w:u w:val="single"/>
        </w:rPr>
        <w:t>_________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936C82">
        <w:rPr>
          <w:rFonts w:ascii="Arial" w:hAnsi="Arial" w:cs="Arial"/>
          <w:b/>
          <w:i/>
          <w:sz w:val="22"/>
          <w:szCs w:val="22"/>
        </w:rPr>
        <w:t xml:space="preserve">oseb, ki imajo prijavljeno stalno </w:t>
      </w:r>
    </w:p>
    <w:p w:rsidR="00F5227D" w:rsidRDefault="00F5227D" w:rsidP="00A81C3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81C33" w:rsidRDefault="00936C82" w:rsidP="00A81C33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prebivališče v občini Laško.</w:t>
      </w:r>
    </w:p>
    <w:p w:rsidR="00A81C33" w:rsidRDefault="00A81C33" w:rsidP="00A81C3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36C82" w:rsidRPr="00F624F1" w:rsidRDefault="00936C82" w:rsidP="00A81C33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Izjavo dajem na osnovi 4. odstavka </w:t>
      </w:r>
      <w:r w:rsidR="00F5227D">
        <w:rPr>
          <w:rFonts w:ascii="Arial" w:hAnsi="Arial" w:cs="Arial"/>
          <w:b/>
          <w:i/>
          <w:sz w:val="22"/>
          <w:szCs w:val="22"/>
        </w:rPr>
        <w:t>7. člena Pravilnika o sofinanciranju programov na področju socialno-humanitarnih dejavnosti v občini Laško (Uradni list RS, št. 21/16, 3/18)</w:t>
      </w:r>
    </w:p>
    <w:p w:rsidR="00A81C33" w:rsidRPr="00F624F1" w:rsidRDefault="00A81C33" w:rsidP="00A81C33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A81C33" w:rsidRDefault="00A81C33" w:rsidP="00A81C33">
      <w:pPr>
        <w:rPr>
          <w:rFonts w:ascii="Arial" w:hAnsi="Arial" w:cs="Arial"/>
          <w:sz w:val="22"/>
          <w:szCs w:val="22"/>
        </w:rPr>
      </w:pPr>
    </w:p>
    <w:p w:rsidR="00A81C33" w:rsidRPr="00DD1201" w:rsidRDefault="00A81C33" w:rsidP="00A81C33">
      <w:pPr>
        <w:rPr>
          <w:rFonts w:ascii="Arial" w:hAnsi="Arial" w:cs="Arial"/>
          <w:sz w:val="22"/>
          <w:szCs w:val="22"/>
        </w:rPr>
      </w:pPr>
      <w:r w:rsidRPr="00DD1201">
        <w:rPr>
          <w:rFonts w:ascii="Arial" w:hAnsi="Arial" w:cs="Arial"/>
          <w:sz w:val="22"/>
          <w:szCs w:val="22"/>
        </w:rPr>
        <w:t xml:space="preserve">Kraj in datum: </w:t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D1201">
        <w:rPr>
          <w:rFonts w:ascii="Arial" w:hAnsi="Arial" w:cs="Arial"/>
          <w:sz w:val="22"/>
          <w:szCs w:val="22"/>
        </w:rPr>
        <w:t>Podpis</w:t>
      </w:r>
      <w:r>
        <w:rPr>
          <w:rFonts w:ascii="Arial" w:hAnsi="Arial" w:cs="Arial"/>
          <w:sz w:val="22"/>
          <w:szCs w:val="22"/>
        </w:rPr>
        <w:t xml:space="preserve"> </w:t>
      </w:r>
      <w:r w:rsidRPr="00DD1201">
        <w:rPr>
          <w:rFonts w:ascii="Arial" w:hAnsi="Arial" w:cs="Arial"/>
          <w:sz w:val="22"/>
          <w:szCs w:val="22"/>
        </w:rPr>
        <w:t>vlagatelja:</w:t>
      </w:r>
      <w:r w:rsidRPr="00DD120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819"/>
      </w:tblGrid>
      <w:tr w:rsidR="00A81C33" w:rsidRPr="00DD1201" w:rsidTr="00B424C7">
        <w:trPr>
          <w:trHeight w:val="529"/>
        </w:trPr>
        <w:tc>
          <w:tcPr>
            <w:tcW w:w="4390" w:type="dxa"/>
            <w:shd w:val="clear" w:color="auto" w:fill="auto"/>
            <w:vAlign w:val="center"/>
          </w:tcPr>
          <w:p w:rsidR="00A81C33" w:rsidRPr="00DD1201" w:rsidRDefault="00A81C33" w:rsidP="00B424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81C33" w:rsidRPr="00DD1201" w:rsidRDefault="00A81C33" w:rsidP="00B424C7">
            <w:pPr>
              <w:rPr>
                <w:rFonts w:ascii="Arial" w:hAnsi="Arial" w:cs="Arial"/>
                <w:sz w:val="22"/>
                <w:szCs w:val="22"/>
              </w:rPr>
            </w:pPr>
            <w:r w:rsidRPr="00DD1201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A81C33" w:rsidRDefault="00A81C33" w:rsidP="00A81C33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sectPr w:rsidR="00A81C33" w:rsidSect="00AB5F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993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C33" w:rsidRDefault="00105C33">
      <w:r>
        <w:separator/>
      </w:r>
    </w:p>
  </w:endnote>
  <w:endnote w:type="continuationSeparator" w:id="0">
    <w:p w:rsidR="00105C33" w:rsidRDefault="0010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Default="00B424C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Pr="009852BA" w:rsidRDefault="00B424C7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Pr="002D18D2" w:rsidRDefault="00B424C7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8" name="Slika 8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C33" w:rsidRDefault="00105C33">
      <w:r>
        <w:separator/>
      </w:r>
    </w:p>
  </w:footnote>
  <w:footnote w:type="continuationSeparator" w:id="0">
    <w:p w:rsidR="00105C33" w:rsidRDefault="00105C33">
      <w:r>
        <w:continuationSeparator/>
      </w:r>
    </w:p>
  </w:footnote>
  <w:footnote w:id="1">
    <w:p w:rsidR="00B424C7" w:rsidRDefault="00B424C7" w:rsidP="008800B2">
      <w:pPr>
        <w:pStyle w:val="Sprotnaopomba-besedilo"/>
        <w:jc w:val="both"/>
        <w:rPr>
          <w:i/>
        </w:rPr>
      </w:pPr>
      <w:r>
        <w:rPr>
          <w:rStyle w:val="Sprotnaopomba-sklic"/>
          <w:i/>
        </w:rPr>
        <w:footnoteRef/>
      </w:r>
      <w:r>
        <w:rPr>
          <w:i/>
        </w:rPr>
        <w:t xml:space="preserve"> </w:t>
      </w:r>
      <w:r>
        <w:rPr>
          <w:rStyle w:val="Sprotnaopomba-sklic"/>
          <w:i/>
        </w:rPr>
        <w:t>2</w:t>
      </w:r>
      <w:r>
        <w:rPr>
          <w:i/>
        </w:rPr>
        <w:t xml:space="preserve"> </w:t>
      </w:r>
      <w:r>
        <w:rPr>
          <w:rFonts w:ascii="Arial" w:hAnsi="Arial" w:cs="Arial"/>
          <w:b/>
          <w:i/>
        </w:rPr>
        <w:t>Elektronsko vročanje</w:t>
      </w:r>
      <w:r>
        <w:rPr>
          <w:rFonts w:ascii="Arial" w:hAnsi="Arial" w:cs="Arial"/>
          <w:i/>
        </w:rPr>
        <w:t xml:space="preserve"> je skladno z Uredbo o upravnem poslovanje mogoče izvajati z vročitvijo v varni elektronski predal (vlagatelj mora za vročitev dokumentov v e-obliki imeti kvalificirano digitalno potrdilo in registriran varni elektronski predal pri enem izmed ponudnikov teh storitev) ali na navaden elektronski naslov, na primer na vaš e-naslov, ki ga imate registriranega preko Gmail-a, Yahoo, Siol.,itd. V tem primeru se vlagatelju na mobilno telefonsko številko pošlje enolična (enkratna) koda s katero prevzame dokument iz informacijskega sistema za vročanje.</w:t>
      </w:r>
    </w:p>
  </w:footnote>
  <w:footnote w:id="2">
    <w:p w:rsidR="00B424C7" w:rsidRDefault="00B424C7" w:rsidP="008800B2">
      <w:pPr>
        <w:pStyle w:val="Sprotnaopomba-besedil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Default="00B424C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Default="00B424C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4C7" w:rsidRDefault="00B424C7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7" name="Slika 7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24C7" w:rsidRDefault="00B424C7" w:rsidP="004B1917">
    <w:pPr>
      <w:pStyle w:val="Glava"/>
      <w:rPr>
        <w:rFonts w:ascii="Arial" w:hAnsi="Arial" w:cs="Arial"/>
        <w:sz w:val="18"/>
        <w:szCs w:val="18"/>
      </w:rPr>
    </w:pPr>
  </w:p>
  <w:p w:rsidR="00B424C7" w:rsidRPr="002D18D2" w:rsidRDefault="00B424C7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3469B"/>
    <w:multiLevelType w:val="multilevel"/>
    <w:tmpl w:val="DB9A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41445"/>
    <w:multiLevelType w:val="hybridMultilevel"/>
    <w:tmpl w:val="B5AAD348"/>
    <w:lvl w:ilvl="0" w:tplc="B172F23C">
      <w:start w:val="1"/>
      <w:numFmt w:val="bullet"/>
      <w:lvlText w:val="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ADD2389"/>
    <w:multiLevelType w:val="hybridMultilevel"/>
    <w:tmpl w:val="0CC2C284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AB95AC7"/>
    <w:multiLevelType w:val="hybridMultilevel"/>
    <w:tmpl w:val="789ED9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C1EE9"/>
    <w:multiLevelType w:val="hybridMultilevel"/>
    <w:tmpl w:val="C13CB1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75C2D"/>
    <w:multiLevelType w:val="hybridMultilevel"/>
    <w:tmpl w:val="FDD68150"/>
    <w:lvl w:ilvl="0" w:tplc="151C419A"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75E935EE"/>
    <w:multiLevelType w:val="hybridMultilevel"/>
    <w:tmpl w:val="5BDEDE72"/>
    <w:lvl w:ilvl="0" w:tplc="B172F23C">
      <w:start w:val="1"/>
      <w:numFmt w:val="bullet"/>
      <w:lvlText w:val=""/>
      <w:lvlJc w:val="left"/>
      <w:pPr>
        <w:tabs>
          <w:tab w:val="num" w:pos="624"/>
        </w:tabs>
        <w:ind w:left="624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jIIxDJZsjXksArP4KWtMYlkXJD9gpMfWpfc2r4ISx2sccZD3fM6X0JS20xbosdRgEo41O9nBirvs4wNNIBOdw==" w:salt="8DUEgiZ0XyNNsZf2apFiBw==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56"/>
    <w:rsid w:val="000061D0"/>
    <w:rsid w:val="00006F5F"/>
    <w:rsid w:val="00013DBB"/>
    <w:rsid w:val="00017785"/>
    <w:rsid w:val="00022729"/>
    <w:rsid w:val="00026E23"/>
    <w:rsid w:val="00030CD1"/>
    <w:rsid w:val="0003569B"/>
    <w:rsid w:val="000364F7"/>
    <w:rsid w:val="00042063"/>
    <w:rsid w:val="0005516B"/>
    <w:rsid w:val="00057E60"/>
    <w:rsid w:val="0008036E"/>
    <w:rsid w:val="000A0996"/>
    <w:rsid w:val="000A2E1A"/>
    <w:rsid w:val="000B758D"/>
    <w:rsid w:val="000D3054"/>
    <w:rsid w:val="000E1137"/>
    <w:rsid w:val="000E3A86"/>
    <w:rsid w:val="000E7E50"/>
    <w:rsid w:val="000F215B"/>
    <w:rsid w:val="000F349A"/>
    <w:rsid w:val="00105C33"/>
    <w:rsid w:val="00106F0B"/>
    <w:rsid w:val="001118C8"/>
    <w:rsid w:val="00115844"/>
    <w:rsid w:val="00115F1B"/>
    <w:rsid w:val="0012153B"/>
    <w:rsid w:val="00135076"/>
    <w:rsid w:val="00141108"/>
    <w:rsid w:val="0015198C"/>
    <w:rsid w:val="0016045D"/>
    <w:rsid w:val="0017081A"/>
    <w:rsid w:val="00171FA1"/>
    <w:rsid w:val="001733EE"/>
    <w:rsid w:val="00194AEB"/>
    <w:rsid w:val="001A31A2"/>
    <w:rsid w:val="001A6F35"/>
    <w:rsid w:val="001D3275"/>
    <w:rsid w:val="001F6556"/>
    <w:rsid w:val="002000B0"/>
    <w:rsid w:val="00210C38"/>
    <w:rsid w:val="00211B2E"/>
    <w:rsid w:val="002156FE"/>
    <w:rsid w:val="002214BA"/>
    <w:rsid w:val="002253CA"/>
    <w:rsid w:val="0023515D"/>
    <w:rsid w:val="00247441"/>
    <w:rsid w:val="00252EDB"/>
    <w:rsid w:val="00254B91"/>
    <w:rsid w:val="00263466"/>
    <w:rsid w:val="002664A2"/>
    <w:rsid w:val="00273CF4"/>
    <w:rsid w:val="002744A7"/>
    <w:rsid w:val="0028398B"/>
    <w:rsid w:val="0028731B"/>
    <w:rsid w:val="002929D8"/>
    <w:rsid w:val="002A5AB7"/>
    <w:rsid w:val="002A6EFC"/>
    <w:rsid w:val="002B03EC"/>
    <w:rsid w:val="002C6538"/>
    <w:rsid w:val="002C6A18"/>
    <w:rsid w:val="002D18D2"/>
    <w:rsid w:val="002E4B5A"/>
    <w:rsid w:val="002E620F"/>
    <w:rsid w:val="00304AB3"/>
    <w:rsid w:val="003160E8"/>
    <w:rsid w:val="00317483"/>
    <w:rsid w:val="0032739B"/>
    <w:rsid w:val="003356FA"/>
    <w:rsid w:val="00336B69"/>
    <w:rsid w:val="003503F2"/>
    <w:rsid w:val="003509DF"/>
    <w:rsid w:val="003523E0"/>
    <w:rsid w:val="00367311"/>
    <w:rsid w:val="00367830"/>
    <w:rsid w:val="00367DF5"/>
    <w:rsid w:val="003700F3"/>
    <w:rsid w:val="00372380"/>
    <w:rsid w:val="00385BEC"/>
    <w:rsid w:val="0039686A"/>
    <w:rsid w:val="00396F89"/>
    <w:rsid w:val="003B063F"/>
    <w:rsid w:val="003B1B58"/>
    <w:rsid w:val="003C1226"/>
    <w:rsid w:val="003C407A"/>
    <w:rsid w:val="003C7D1B"/>
    <w:rsid w:val="003D1C1C"/>
    <w:rsid w:val="003D42B8"/>
    <w:rsid w:val="003D59D4"/>
    <w:rsid w:val="003F207B"/>
    <w:rsid w:val="003F2A69"/>
    <w:rsid w:val="003F3794"/>
    <w:rsid w:val="004061BB"/>
    <w:rsid w:val="00415E4F"/>
    <w:rsid w:val="00424A4A"/>
    <w:rsid w:val="00444E6A"/>
    <w:rsid w:val="00447912"/>
    <w:rsid w:val="00454F80"/>
    <w:rsid w:val="00457AB1"/>
    <w:rsid w:val="004615E6"/>
    <w:rsid w:val="00461965"/>
    <w:rsid w:val="00472819"/>
    <w:rsid w:val="004A3073"/>
    <w:rsid w:val="004A6946"/>
    <w:rsid w:val="004B1917"/>
    <w:rsid w:val="004B7447"/>
    <w:rsid w:val="004C0CBD"/>
    <w:rsid w:val="004C6DB1"/>
    <w:rsid w:val="004D0D2E"/>
    <w:rsid w:val="004E6F76"/>
    <w:rsid w:val="004F66DC"/>
    <w:rsid w:val="004F70CA"/>
    <w:rsid w:val="005070B8"/>
    <w:rsid w:val="00510AAA"/>
    <w:rsid w:val="0051387C"/>
    <w:rsid w:val="00513C13"/>
    <w:rsid w:val="00517208"/>
    <w:rsid w:val="00525AA7"/>
    <w:rsid w:val="00533F79"/>
    <w:rsid w:val="00542C88"/>
    <w:rsid w:val="00544441"/>
    <w:rsid w:val="00546C97"/>
    <w:rsid w:val="00552C23"/>
    <w:rsid w:val="005616A2"/>
    <w:rsid w:val="005653A5"/>
    <w:rsid w:val="00567B1F"/>
    <w:rsid w:val="005730A4"/>
    <w:rsid w:val="0057730D"/>
    <w:rsid w:val="0057752A"/>
    <w:rsid w:val="00582DDE"/>
    <w:rsid w:val="00587C9B"/>
    <w:rsid w:val="0059442F"/>
    <w:rsid w:val="005A0E16"/>
    <w:rsid w:val="005A12E3"/>
    <w:rsid w:val="005A15EB"/>
    <w:rsid w:val="005A797C"/>
    <w:rsid w:val="005B3B07"/>
    <w:rsid w:val="005B3B5C"/>
    <w:rsid w:val="005B4AAB"/>
    <w:rsid w:val="005B7148"/>
    <w:rsid w:val="005B7B0C"/>
    <w:rsid w:val="005D31EC"/>
    <w:rsid w:val="005D3976"/>
    <w:rsid w:val="005E11C1"/>
    <w:rsid w:val="005E2296"/>
    <w:rsid w:val="005E30CD"/>
    <w:rsid w:val="005E7E03"/>
    <w:rsid w:val="0061200C"/>
    <w:rsid w:val="0061503E"/>
    <w:rsid w:val="00620B06"/>
    <w:rsid w:val="00637311"/>
    <w:rsid w:val="00642C1D"/>
    <w:rsid w:val="0064766B"/>
    <w:rsid w:val="00647D6B"/>
    <w:rsid w:val="00650AC9"/>
    <w:rsid w:val="00650FC5"/>
    <w:rsid w:val="00654805"/>
    <w:rsid w:val="0066255C"/>
    <w:rsid w:val="00670A96"/>
    <w:rsid w:val="00671D1F"/>
    <w:rsid w:val="00673768"/>
    <w:rsid w:val="00673A3B"/>
    <w:rsid w:val="0068427D"/>
    <w:rsid w:val="00686D8F"/>
    <w:rsid w:val="00690555"/>
    <w:rsid w:val="006931D3"/>
    <w:rsid w:val="006A3049"/>
    <w:rsid w:val="006C57C2"/>
    <w:rsid w:val="006E0F11"/>
    <w:rsid w:val="006E5A61"/>
    <w:rsid w:val="00700D0F"/>
    <w:rsid w:val="00710ED7"/>
    <w:rsid w:val="00711D64"/>
    <w:rsid w:val="0071417B"/>
    <w:rsid w:val="00734C7A"/>
    <w:rsid w:val="0073716B"/>
    <w:rsid w:val="007421F1"/>
    <w:rsid w:val="00755462"/>
    <w:rsid w:val="00760E19"/>
    <w:rsid w:val="00764C5A"/>
    <w:rsid w:val="00764FE7"/>
    <w:rsid w:val="00766491"/>
    <w:rsid w:val="007665D6"/>
    <w:rsid w:val="00774AFB"/>
    <w:rsid w:val="007756F2"/>
    <w:rsid w:val="00780BCD"/>
    <w:rsid w:val="00787D82"/>
    <w:rsid w:val="00787E1E"/>
    <w:rsid w:val="007A1125"/>
    <w:rsid w:val="007A1A4B"/>
    <w:rsid w:val="007B065D"/>
    <w:rsid w:val="007B0A6A"/>
    <w:rsid w:val="007B7476"/>
    <w:rsid w:val="007C1AF7"/>
    <w:rsid w:val="007C20B4"/>
    <w:rsid w:val="007C7F9E"/>
    <w:rsid w:val="007D0246"/>
    <w:rsid w:val="007D474E"/>
    <w:rsid w:val="007E3414"/>
    <w:rsid w:val="007E4E6E"/>
    <w:rsid w:val="007F1355"/>
    <w:rsid w:val="007F469D"/>
    <w:rsid w:val="00804BE9"/>
    <w:rsid w:val="00804E71"/>
    <w:rsid w:val="00813A52"/>
    <w:rsid w:val="00814748"/>
    <w:rsid w:val="00820922"/>
    <w:rsid w:val="00825975"/>
    <w:rsid w:val="008268AD"/>
    <w:rsid w:val="00827B7D"/>
    <w:rsid w:val="00833485"/>
    <w:rsid w:val="00833787"/>
    <w:rsid w:val="0083419B"/>
    <w:rsid w:val="00850844"/>
    <w:rsid w:val="00852F02"/>
    <w:rsid w:val="00855256"/>
    <w:rsid w:val="00861BFB"/>
    <w:rsid w:val="008800B2"/>
    <w:rsid w:val="00882B09"/>
    <w:rsid w:val="0088317D"/>
    <w:rsid w:val="008900BC"/>
    <w:rsid w:val="00892AA1"/>
    <w:rsid w:val="00895E19"/>
    <w:rsid w:val="008A0323"/>
    <w:rsid w:val="008A4182"/>
    <w:rsid w:val="008A4E4A"/>
    <w:rsid w:val="008A6C34"/>
    <w:rsid w:val="008B4F44"/>
    <w:rsid w:val="008C3D0E"/>
    <w:rsid w:val="008C76D9"/>
    <w:rsid w:val="008C7B57"/>
    <w:rsid w:val="008D07AF"/>
    <w:rsid w:val="008D1252"/>
    <w:rsid w:val="008D266F"/>
    <w:rsid w:val="008D2F15"/>
    <w:rsid w:val="008D5CCD"/>
    <w:rsid w:val="008E3970"/>
    <w:rsid w:val="008F6CA6"/>
    <w:rsid w:val="008F6DDF"/>
    <w:rsid w:val="008F7B4F"/>
    <w:rsid w:val="00905FE6"/>
    <w:rsid w:val="00911644"/>
    <w:rsid w:val="00914A3A"/>
    <w:rsid w:val="0092008C"/>
    <w:rsid w:val="00921BDF"/>
    <w:rsid w:val="0092209E"/>
    <w:rsid w:val="00922C2A"/>
    <w:rsid w:val="009347FE"/>
    <w:rsid w:val="00936C82"/>
    <w:rsid w:val="00937AFF"/>
    <w:rsid w:val="00940112"/>
    <w:rsid w:val="00940833"/>
    <w:rsid w:val="00945841"/>
    <w:rsid w:val="00951101"/>
    <w:rsid w:val="00954FC1"/>
    <w:rsid w:val="00961866"/>
    <w:rsid w:val="009625B2"/>
    <w:rsid w:val="00963E3B"/>
    <w:rsid w:val="00964FD0"/>
    <w:rsid w:val="00966092"/>
    <w:rsid w:val="00971B66"/>
    <w:rsid w:val="009726DB"/>
    <w:rsid w:val="00973519"/>
    <w:rsid w:val="009735B9"/>
    <w:rsid w:val="009801AA"/>
    <w:rsid w:val="00980D21"/>
    <w:rsid w:val="00982604"/>
    <w:rsid w:val="009852BA"/>
    <w:rsid w:val="009A05EA"/>
    <w:rsid w:val="009A0D1A"/>
    <w:rsid w:val="009B1EBE"/>
    <w:rsid w:val="009B2575"/>
    <w:rsid w:val="009B27FE"/>
    <w:rsid w:val="009B437D"/>
    <w:rsid w:val="009C0D15"/>
    <w:rsid w:val="009C2D88"/>
    <w:rsid w:val="009D27DC"/>
    <w:rsid w:val="009D5387"/>
    <w:rsid w:val="009D70B3"/>
    <w:rsid w:val="009E1D95"/>
    <w:rsid w:val="009E35CA"/>
    <w:rsid w:val="009E3FE7"/>
    <w:rsid w:val="009E5E05"/>
    <w:rsid w:val="009E636C"/>
    <w:rsid w:val="009F504E"/>
    <w:rsid w:val="009F69EC"/>
    <w:rsid w:val="00A17A30"/>
    <w:rsid w:val="00A21437"/>
    <w:rsid w:val="00A26578"/>
    <w:rsid w:val="00A33746"/>
    <w:rsid w:val="00A40B58"/>
    <w:rsid w:val="00A4348D"/>
    <w:rsid w:val="00A5042A"/>
    <w:rsid w:val="00A52B41"/>
    <w:rsid w:val="00A63C4A"/>
    <w:rsid w:val="00A65890"/>
    <w:rsid w:val="00A721F1"/>
    <w:rsid w:val="00A80792"/>
    <w:rsid w:val="00A81C33"/>
    <w:rsid w:val="00A823CA"/>
    <w:rsid w:val="00AA2697"/>
    <w:rsid w:val="00AA4A19"/>
    <w:rsid w:val="00AB1285"/>
    <w:rsid w:val="00AB1AEF"/>
    <w:rsid w:val="00AB2EC6"/>
    <w:rsid w:val="00AB5F8F"/>
    <w:rsid w:val="00AB6FFA"/>
    <w:rsid w:val="00AC524A"/>
    <w:rsid w:val="00AC5CF2"/>
    <w:rsid w:val="00AC7680"/>
    <w:rsid w:val="00AC7A04"/>
    <w:rsid w:val="00AC7F92"/>
    <w:rsid w:val="00AD360F"/>
    <w:rsid w:val="00AD4672"/>
    <w:rsid w:val="00AD67E7"/>
    <w:rsid w:val="00AE2591"/>
    <w:rsid w:val="00AE46A7"/>
    <w:rsid w:val="00AE4D79"/>
    <w:rsid w:val="00AE686A"/>
    <w:rsid w:val="00AF1A55"/>
    <w:rsid w:val="00B00C14"/>
    <w:rsid w:val="00B04D72"/>
    <w:rsid w:val="00B0771B"/>
    <w:rsid w:val="00B10AA8"/>
    <w:rsid w:val="00B12A6E"/>
    <w:rsid w:val="00B20F4C"/>
    <w:rsid w:val="00B41168"/>
    <w:rsid w:val="00B41C2C"/>
    <w:rsid w:val="00B424C7"/>
    <w:rsid w:val="00B42BBD"/>
    <w:rsid w:val="00B460FC"/>
    <w:rsid w:val="00B52116"/>
    <w:rsid w:val="00B56390"/>
    <w:rsid w:val="00B6522F"/>
    <w:rsid w:val="00B653B1"/>
    <w:rsid w:val="00B76023"/>
    <w:rsid w:val="00B77AE8"/>
    <w:rsid w:val="00B77C56"/>
    <w:rsid w:val="00B80062"/>
    <w:rsid w:val="00B86686"/>
    <w:rsid w:val="00B96D1C"/>
    <w:rsid w:val="00B97BBD"/>
    <w:rsid w:val="00BA6348"/>
    <w:rsid w:val="00BB1C74"/>
    <w:rsid w:val="00BB2C64"/>
    <w:rsid w:val="00BC2493"/>
    <w:rsid w:val="00BD5569"/>
    <w:rsid w:val="00BD62ED"/>
    <w:rsid w:val="00BE2556"/>
    <w:rsid w:val="00BE2E9C"/>
    <w:rsid w:val="00BF0232"/>
    <w:rsid w:val="00BF6071"/>
    <w:rsid w:val="00BF7A6D"/>
    <w:rsid w:val="00C1072D"/>
    <w:rsid w:val="00C12784"/>
    <w:rsid w:val="00C24B59"/>
    <w:rsid w:val="00C252DF"/>
    <w:rsid w:val="00C2751E"/>
    <w:rsid w:val="00C414AD"/>
    <w:rsid w:val="00C46C1D"/>
    <w:rsid w:val="00C503B7"/>
    <w:rsid w:val="00C51C84"/>
    <w:rsid w:val="00C63E3B"/>
    <w:rsid w:val="00C641FC"/>
    <w:rsid w:val="00C648D6"/>
    <w:rsid w:val="00C650E7"/>
    <w:rsid w:val="00C817AA"/>
    <w:rsid w:val="00C819B2"/>
    <w:rsid w:val="00C83B91"/>
    <w:rsid w:val="00C86277"/>
    <w:rsid w:val="00C92522"/>
    <w:rsid w:val="00CB12B3"/>
    <w:rsid w:val="00CB36FC"/>
    <w:rsid w:val="00CB752D"/>
    <w:rsid w:val="00CC61A7"/>
    <w:rsid w:val="00CC6EAB"/>
    <w:rsid w:val="00CC7AEE"/>
    <w:rsid w:val="00CD020D"/>
    <w:rsid w:val="00CD263C"/>
    <w:rsid w:val="00CD3810"/>
    <w:rsid w:val="00CD4ADE"/>
    <w:rsid w:val="00CD78E5"/>
    <w:rsid w:val="00CE01CE"/>
    <w:rsid w:val="00CE52B9"/>
    <w:rsid w:val="00D15935"/>
    <w:rsid w:val="00D21512"/>
    <w:rsid w:val="00D247E6"/>
    <w:rsid w:val="00D31C5B"/>
    <w:rsid w:val="00D35149"/>
    <w:rsid w:val="00D50194"/>
    <w:rsid w:val="00D51DF2"/>
    <w:rsid w:val="00D5262B"/>
    <w:rsid w:val="00D52B2F"/>
    <w:rsid w:val="00D53BF4"/>
    <w:rsid w:val="00D622E8"/>
    <w:rsid w:val="00D64948"/>
    <w:rsid w:val="00D6544E"/>
    <w:rsid w:val="00D65C77"/>
    <w:rsid w:val="00D7586A"/>
    <w:rsid w:val="00D861B8"/>
    <w:rsid w:val="00D91EBF"/>
    <w:rsid w:val="00D9389B"/>
    <w:rsid w:val="00D9490C"/>
    <w:rsid w:val="00D97624"/>
    <w:rsid w:val="00D97C1E"/>
    <w:rsid w:val="00DA37B9"/>
    <w:rsid w:val="00DA3ECF"/>
    <w:rsid w:val="00DA62F1"/>
    <w:rsid w:val="00DB5B18"/>
    <w:rsid w:val="00DB677F"/>
    <w:rsid w:val="00DB6D03"/>
    <w:rsid w:val="00DD74B2"/>
    <w:rsid w:val="00DE375E"/>
    <w:rsid w:val="00DE50BC"/>
    <w:rsid w:val="00DE6260"/>
    <w:rsid w:val="00DF0BDC"/>
    <w:rsid w:val="00DF122E"/>
    <w:rsid w:val="00DF2CC3"/>
    <w:rsid w:val="00DF406E"/>
    <w:rsid w:val="00DF46A8"/>
    <w:rsid w:val="00E00722"/>
    <w:rsid w:val="00E034B9"/>
    <w:rsid w:val="00E047F7"/>
    <w:rsid w:val="00E04E2A"/>
    <w:rsid w:val="00E100F9"/>
    <w:rsid w:val="00E105F3"/>
    <w:rsid w:val="00E14853"/>
    <w:rsid w:val="00E15E49"/>
    <w:rsid w:val="00E309CD"/>
    <w:rsid w:val="00E41D3F"/>
    <w:rsid w:val="00E5076E"/>
    <w:rsid w:val="00E53F7D"/>
    <w:rsid w:val="00E54B66"/>
    <w:rsid w:val="00E6032D"/>
    <w:rsid w:val="00E61885"/>
    <w:rsid w:val="00E76240"/>
    <w:rsid w:val="00E770A7"/>
    <w:rsid w:val="00E77156"/>
    <w:rsid w:val="00E83939"/>
    <w:rsid w:val="00E858FA"/>
    <w:rsid w:val="00E85E6E"/>
    <w:rsid w:val="00E902A6"/>
    <w:rsid w:val="00E920D3"/>
    <w:rsid w:val="00E92A33"/>
    <w:rsid w:val="00E93E7A"/>
    <w:rsid w:val="00EA0E70"/>
    <w:rsid w:val="00EA4B8B"/>
    <w:rsid w:val="00EA5C7A"/>
    <w:rsid w:val="00EA72A3"/>
    <w:rsid w:val="00EC544D"/>
    <w:rsid w:val="00ED7BAA"/>
    <w:rsid w:val="00EE21A4"/>
    <w:rsid w:val="00EE252D"/>
    <w:rsid w:val="00EF577E"/>
    <w:rsid w:val="00EF73F3"/>
    <w:rsid w:val="00F0121E"/>
    <w:rsid w:val="00F059C5"/>
    <w:rsid w:val="00F069CE"/>
    <w:rsid w:val="00F14329"/>
    <w:rsid w:val="00F24190"/>
    <w:rsid w:val="00F27389"/>
    <w:rsid w:val="00F273EF"/>
    <w:rsid w:val="00F309AA"/>
    <w:rsid w:val="00F32962"/>
    <w:rsid w:val="00F40CE2"/>
    <w:rsid w:val="00F411C3"/>
    <w:rsid w:val="00F42E1D"/>
    <w:rsid w:val="00F45288"/>
    <w:rsid w:val="00F45723"/>
    <w:rsid w:val="00F4747E"/>
    <w:rsid w:val="00F50491"/>
    <w:rsid w:val="00F5227D"/>
    <w:rsid w:val="00F651C3"/>
    <w:rsid w:val="00F65609"/>
    <w:rsid w:val="00F73AEA"/>
    <w:rsid w:val="00F76442"/>
    <w:rsid w:val="00F7719B"/>
    <w:rsid w:val="00F80D3C"/>
    <w:rsid w:val="00F8218A"/>
    <w:rsid w:val="00F85E89"/>
    <w:rsid w:val="00F86A43"/>
    <w:rsid w:val="00F87542"/>
    <w:rsid w:val="00F97349"/>
    <w:rsid w:val="00FA4E11"/>
    <w:rsid w:val="00FA7328"/>
    <w:rsid w:val="00FB2596"/>
    <w:rsid w:val="00FB628E"/>
    <w:rsid w:val="00FB6FD3"/>
    <w:rsid w:val="00FC6F06"/>
    <w:rsid w:val="00FD0B5C"/>
    <w:rsid w:val="00FD1EB2"/>
    <w:rsid w:val="00FD1FF5"/>
    <w:rsid w:val="00FD3CC9"/>
    <w:rsid w:val="00FD5C47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5B946"/>
  <w15:docId w15:val="{9D09B8D2-CBAB-40C8-B476-C11E0637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4061BB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locked/>
    <w:rsid w:val="00F069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ocked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locked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locked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ocked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uiPriority w:val="99"/>
    <w:locked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locked/>
    <w:rsid w:val="005E7E03"/>
    <w:rPr>
      <w:color w:val="0000FF"/>
      <w:u w:val="single"/>
    </w:rPr>
  </w:style>
  <w:style w:type="table" w:styleId="Tabelamrea">
    <w:name w:val="Table Grid"/>
    <w:basedOn w:val="Navadnatabela"/>
    <w:locked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locked/>
    <w:rsid w:val="00F42E1D"/>
    <w:rPr>
      <w:color w:val="800080"/>
      <w:u w:val="single"/>
    </w:rPr>
  </w:style>
  <w:style w:type="character" w:styleId="tevilkastrani">
    <w:name w:val="page number"/>
    <w:basedOn w:val="Privzetapisavaodstavka"/>
    <w:locked/>
    <w:rsid w:val="00F42E1D"/>
  </w:style>
  <w:style w:type="paragraph" w:styleId="Odstavekseznama">
    <w:name w:val="List Paragraph"/>
    <w:basedOn w:val="Navaden"/>
    <w:uiPriority w:val="34"/>
    <w:qFormat/>
    <w:locked/>
    <w:rsid w:val="00E77156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nhideWhenUsed/>
    <w:locked/>
    <w:rsid w:val="00E7715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77156"/>
  </w:style>
  <w:style w:type="character" w:styleId="Sprotnaopomba-sklic">
    <w:name w:val="footnote reference"/>
    <w:unhideWhenUsed/>
    <w:locked/>
    <w:rsid w:val="00E77156"/>
    <w:rPr>
      <w:vertAlign w:val="superscript"/>
    </w:rPr>
  </w:style>
  <w:style w:type="paragraph" w:styleId="Navadensplet">
    <w:name w:val="Normal (Web)"/>
    <w:basedOn w:val="Navaden"/>
    <w:uiPriority w:val="99"/>
    <w:unhideWhenUsed/>
    <w:locked/>
    <w:rsid w:val="00567B1F"/>
    <w:pPr>
      <w:spacing w:before="100" w:beforeAutospacing="1" w:after="100" w:afterAutospacing="1"/>
    </w:pPr>
  </w:style>
  <w:style w:type="character" w:styleId="Krepko">
    <w:name w:val="Strong"/>
    <w:uiPriority w:val="22"/>
    <w:qFormat/>
    <w:locked/>
    <w:rsid w:val="00567B1F"/>
    <w:rPr>
      <w:b/>
      <w:bCs/>
    </w:rPr>
  </w:style>
  <w:style w:type="paragraph" w:styleId="Telobesedila">
    <w:name w:val="Body Text"/>
    <w:basedOn w:val="Navaden"/>
    <w:link w:val="TelobesedilaZnak"/>
    <w:semiHidden/>
    <w:unhideWhenUsed/>
    <w:locked/>
    <w:rsid w:val="00F86A4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F86A43"/>
    <w:rPr>
      <w:sz w:val="24"/>
      <w:szCs w:val="24"/>
    </w:rPr>
  </w:style>
  <w:style w:type="character" w:customStyle="1" w:styleId="GlavaZnak">
    <w:name w:val="Glava Znak"/>
    <w:link w:val="Glava"/>
    <w:uiPriority w:val="99"/>
    <w:locked/>
    <w:rsid w:val="00C252DF"/>
    <w:rPr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F069CE"/>
    <w:rPr>
      <w:rFonts w:ascii="Arial" w:hAnsi="Arial" w:cs="Arial"/>
      <w:b/>
      <w:bCs/>
      <w:kern w:val="32"/>
      <w:sz w:val="32"/>
      <w:szCs w:val="32"/>
    </w:rPr>
  </w:style>
  <w:style w:type="paragraph" w:customStyle="1" w:styleId="navadenAriel11">
    <w:name w:val="navaden Ariel 11"/>
    <w:basedOn w:val="Navaden"/>
    <w:uiPriority w:val="99"/>
    <w:rsid w:val="00F069CE"/>
    <w:pPr>
      <w:jc w:val="both"/>
    </w:pPr>
    <w:rPr>
      <w:rFonts w:ascii="Arial" w:hAnsi="Arial"/>
      <w:sz w:val="22"/>
      <w:szCs w:val="20"/>
    </w:rPr>
  </w:style>
  <w:style w:type="paragraph" w:customStyle="1" w:styleId="p">
    <w:name w:val="p"/>
    <w:basedOn w:val="Navaden"/>
    <w:uiPriority w:val="99"/>
    <w:rsid w:val="00F069CE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telektum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asko.si/GDPR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emic\Desktop\DOPISNI%20LISTI%20NOV%20CGP\Dopis_OB&#268;INA%20LA&#352;KO%20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F0135-4BC2-4FAB-9F2F-1D92D972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Dopis_OBČINA LAŠKO CGP_B.dotx</Template>
  <TotalTime>154</TotalTime>
  <Pages>5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7807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Memic Edina</dc:creator>
  <cp:lastModifiedBy>Kermelj Jasna</cp:lastModifiedBy>
  <cp:revision>89</cp:revision>
  <cp:lastPrinted>2025-03-04T13:24:00Z</cp:lastPrinted>
  <dcterms:created xsi:type="dcterms:W3CDTF">2025-03-05T09:38:00Z</dcterms:created>
  <dcterms:modified xsi:type="dcterms:W3CDTF">2025-03-06T10:07:00Z</dcterms:modified>
</cp:coreProperties>
</file>