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AEE" w:rsidRPr="003160E8" w:rsidRDefault="003160E8" w:rsidP="003160E8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160E8">
        <w:rPr>
          <w:rFonts w:ascii="Arial" w:hAnsi="Arial" w:cs="Arial"/>
          <w:b/>
          <w:sz w:val="22"/>
          <w:szCs w:val="22"/>
        </w:rPr>
        <w:t>RAZPISNA DOKUMENTACIJA ZA SOFINANCIRANJE</w:t>
      </w:r>
      <w:r w:rsidR="005A12E3">
        <w:rPr>
          <w:rFonts w:ascii="Arial" w:hAnsi="Arial" w:cs="Arial"/>
          <w:b/>
          <w:sz w:val="22"/>
          <w:szCs w:val="22"/>
        </w:rPr>
        <w:t xml:space="preserve"> PROGRAMOV IN DEJAVNOSTI NA PODROČJU LJUBITELJSKE KULTURE </w:t>
      </w:r>
      <w:r w:rsidRPr="003160E8">
        <w:rPr>
          <w:rFonts w:ascii="Arial" w:hAnsi="Arial" w:cs="Arial"/>
          <w:b/>
          <w:sz w:val="22"/>
          <w:szCs w:val="22"/>
        </w:rPr>
        <w:t>V OBČINI LAŠK</w:t>
      </w:r>
      <w:r>
        <w:rPr>
          <w:rFonts w:ascii="Arial" w:hAnsi="Arial" w:cs="Arial"/>
          <w:b/>
          <w:sz w:val="22"/>
          <w:szCs w:val="22"/>
        </w:rPr>
        <w:t>O</w:t>
      </w:r>
    </w:p>
    <w:p w:rsidR="009E3FE7" w:rsidRDefault="009E3FE7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135076" w:rsidRDefault="00135076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F40CE2" w:rsidRPr="0095403F" w:rsidRDefault="00F40CE2" w:rsidP="00F40CE2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95403F">
        <w:rPr>
          <w:rFonts w:ascii="Arial" w:hAnsi="Arial" w:cs="Arial"/>
          <w:b/>
          <w:sz w:val="22"/>
          <w:szCs w:val="22"/>
          <w:u w:val="single"/>
        </w:rPr>
        <w:t>PODATKI O IZVAJALCU</w:t>
      </w:r>
    </w:p>
    <w:p w:rsidR="00F7719B" w:rsidRDefault="00F7719B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0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6749"/>
      </w:tblGrid>
      <w:tr w:rsidR="00966092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966092" w:rsidRPr="0095403F" w:rsidRDefault="00F651C3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Naziv </w:t>
            </w:r>
            <w:r w:rsidR="00966092" w:rsidRPr="0095403F">
              <w:rPr>
                <w:rFonts w:ascii="Arial" w:hAnsi="Arial" w:cs="Arial"/>
                <w:b/>
                <w:sz w:val="22"/>
                <w:szCs w:val="22"/>
              </w:rPr>
              <w:t>izvajalca</w:t>
            </w:r>
            <w:r w:rsidR="00F40CE2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966092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40CE2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F40CE2" w:rsidRPr="0095403F" w:rsidRDefault="00F40CE2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Naslov</w:t>
            </w:r>
            <w:r w:rsidR="0059442F">
              <w:rPr>
                <w:rFonts w:ascii="Arial" w:hAnsi="Arial" w:cs="Arial"/>
                <w:b/>
                <w:sz w:val="22"/>
                <w:szCs w:val="22"/>
              </w:rPr>
              <w:t xml:space="preserve">, poštna številka in kraj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651C3">
              <w:rPr>
                <w:rFonts w:ascii="Arial" w:hAnsi="Arial" w:cs="Arial"/>
                <w:b/>
                <w:sz w:val="22"/>
                <w:szCs w:val="22"/>
              </w:rPr>
              <w:t xml:space="preserve">izvajalca 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F40CE2" w:rsidRDefault="00F40CE2" w:rsidP="00804BE9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57752A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651C3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F651C3" w:rsidRDefault="00F651C3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Matična številka</w:t>
            </w:r>
            <w:r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F651C3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651C3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F651C3" w:rsidRPr="0095403F" w:rsidRDefault="00F651C3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Davčna številka: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F651C3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651C3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F651C3" w:rsidRPr="0095403F" w:rsidRDefault="00F651C3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5403F">
              <w:rPr>
                <w:rFonts w:ascii="Arial" w:hAnsi="Arial" w:cs="Arial"/>
                <w:b/>
                <w:sz w:val="22"/>
                <w:szCs w:val="22"/>
              </w:rPr>
              <w:t>Številka TRR računa</w:t>
            </w:r>
            <w:r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F651C3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653B1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B653B1" w:rsidRPr="0095403F" w:rsidRDefault="00B653B1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Odgovorna oseba izvajalca: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B653B1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9E3FE7" w:rsidRPr="0095403F" w:rsidTr="00804BE9">
        <w:trPr>
          <w:cantSplit/>
          <w:jc w:val="center"/>
        </w:trPr>
        <w:tc>
          <w:tcPr>
            <w:tcW w:w="3397" w:type="dxa"/>
            <w:vAlign w:val="center"/>
          </w:tcPr>
          <w:p w:rsidR="009E3FE7" w:rsidRDefault="009E3FE7" w:rsidP="0096609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Kontaktna oseba izvajalca: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9E3FE7" w:rsidRPr="00AC6D04" w:rsidRDefault="00804BE9" w:rsidP="00804BE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651C3" w:rsidRPr="0095403F" w:rsidTr="00804BE9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0B2" w:rsidRDefault="008800B2" w:rsidP="008800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Telefonska številka mobitela</w:t>
            </w:r>
            <w:r>
              <w:rPr>
                <w:rStyle w:val="Sprotnaopomba-sklic"/>
                <w:rFonts w:ascii="Arial" w:hAnsi="Arial" w:cs="Arial"/>
                <w:b/>
                <w:sz w:val="22"/>
                <w:szCs w:val="22"/>
              </w:rPr>
              <w:footnoteReference w:id="1"/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F651C3" w:rsidRPr="00F651C3" w:rsidRDefault="008800B2" w:rsidP="008800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(glej opombo spodaj)</w:t>
            </w:r>
          </w:p>
        </w:tc>
        <w:tc>
          <w:tcPr>
            <w:tcW w:w="6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51C3" w:rsidRPr="00F651C3" w:rsidRDefault="00804BE9" w:rsidP="00804BE9">
            <w:pPr>
              <w:pStyle w:val="Glava"/>
              <w:ind w:right="271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651C3" w:rsidRPr="0095403F" w:rsidTr="00804BE9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0B2" w:rsidRDefault="008800B2" w:rsidP="008800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Elektronski naslov</w:t>
            </w:r>
            <w:r>
              <w:rPr>
                <w:rStyle w:val="Sprotnaopomba-sklic"/>
                <w:rFonts w:ascii="Arial" w:hAnsi="Arial" w:cs="Arial"/>
                <w:b/>
                <w:sz w:val="22"/>
                <w:szCs w:val="22"/>
              </w:rPr>
              <w:footnoteReference w:id="2"/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F651C3" w:rsidRPr="008800B2" w:rsidRDefault="008800B2" w:rsidP="008800B2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(glej opombo spodaj)  </w:t>
            </w:r>
          </w:p>
        </w:tc>
        <w:tc>
          <w:tcPr>
            <w:tcW w:w="6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51C3" w:rsidRPr="00F651C3" w:rsidRDefault="00804BE9" w:rsidP="00804BE9">
            <w:pPr>
              <w:pStyle w:val="Glava"/>
              <w:tabs>
                <w:tab w:val="clear" w:pos="4536"/>
                <w:tab w:val="clear" w:pos="9072"/>
              </w:tabs>
              <w:ind w:right="271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CC7AEE" w:rsidRDefault="00CC7AEE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CB36FC" w:rsidRDefault="00CB36FC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10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276"/>
      </w:tblGrid>
      <w:tr w:rsidR="00EF73F3" w:rsidRPr="0095403F" w:rsidTr="005616A2">
        <w:trPr>
          <w:cantSplit/>
        </w:trPr>
        <w:tc>
          <w:tcPr>
            <w:tcW w:w="3828" w:type="dxa"/>
            <w:vAlign w:val="center"/>
          </w:tcPr>
          <w:p w:rsidR="00EF73F3" w:rsidRDefault="00EF73F3" w:rsidP="00E6188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Število članov v društvu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F73F3" w:rsidRPr="00AC6D04" w:rsidRDefault="00EF73F3" w:rsidP="00DF406E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 w:rsidR="009D5387"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F73F3" w:rsidRPr="0095403F" w:rsidTr="005616A2">
        <w:trPr>
          <w:cantSplit/>
        </w:trPr>
        <w:tc>
          <w:tcPr>
            <w:tcW w:w="3828" w:type="dxa"/>
            <w:vAlign w:val="center"/>
          </w:tcPr>
          <w:p w:rsidR="00EF73F3" w:rsidRPr="0095403F" w:rsidRDefault="00EF73F3" w:rsidP="00E6188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Število članov s plačano članarino</w:t>
            </w:r>
            <w:r w:rsidRPr="00F8218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F73F3" w:rsidRPr="00AC6D04" w:rsidRDefault="00EF73F3" w:rsidP="00DF406E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F73F3" w:rsidRPr="0095403F" w:rsidTr="005616A2">
        <w:trPr>
          <w:cantSplit/>
        </w:trPr>
        <w:tc>
          <w:tcPr>
            <w:tcW w:w="3828" w:type="dxa"/>
            <w:vAlign w:val="center"/>
          </w:tcPr>
          <w:p w:rsidR="00EF73F3" w:rsidRPr="0095403F" w:rsidRDefault="00F8218A" w:rsidP="00E6188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F8218A">
              <w:rPr>
                <w:rFonts w:ascii="Arial" w:hAnsi="Arial" w:cs="Arial"/>
                <w:b/>
                <w:sz w:val="22"/>
                <w:szCs w:val="22"/>
              </w:rPr>
              <w:t>Višina članarine</w:t>
            </w:r>
            <w:r w:rsidR="00EF73F3" w:rsidRPr="009540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F73F3" w:rsidRPr="00AC6D04" w:rsidRDefault="00EF73F3" w:rsidP="00DF406E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F73F3" w:rsidRDefault="00EF73F3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BD62ED" w:rsidRDefault="00BD62ED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C51C84" w:rsidRDefault="00C51C84" w:rsidP="00CC7AE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95403F">
        <w:rPr>
          <w:rFonts w:ascii="Arial" w:hAnsi="Arial" w:cs="Arial"/>
          <w:b/>
          <w:sz w:val="22"/>
          <w:szCs w:val="22"/>
          <w:u w:val="single"/>
        </w:rPr>
        <w:t>P</w:t>
      </w:r>
      <w:r>
        <w:rPr>
          <w:rFonts w:ascii="Arial" w:hAnsi="Arial" w:cs="Arial"/>
          <w:b/>
          <w:sz w:val="22"/>
          <w:szCs w:val="22"/>
          <w:u w:val="single"/>
        </w:rPr>
        <w:t>RILOGE K RAZPISNI DOKUMENTACIJI</w:t>
      </w:r>
    </w:p>
    <w:p w:rsidR="00CB36FC" w:rsidRDefault="00CB36FC" w:rsidP="00C51C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:rsidR="00F8218A" w:rsidRDefault="00F8218A" w:rsidP="0003569B">
      <w:pPr>
        <w:pStyle w:val="Odstavekseznama"/>
        <w:numPr>
          <w:ilvl w:val="0"/>
          <w:numId w:val="5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Zapisnik letne skupščine, zbora članov oziroma poročilo o delovanju društva za preteklo koledarsko leto</w:t>
      </w:r>
    </w:p>
    <w:p w:rsidR="00C51C84" w:rsidRDefault="00C51C84" w:rsidP="0003569B">
      <w:pPr>
        <w:pStyle w:val="Odstavekseznama"/>
        <w:numPr>
          <w:ilvl w:val="0"/>
          <w:numId w:val="5"/>
        </w:numPr>
        <w:rPr>
          <w:rFonts w:ascii="Arial" w:hAnsi="Arial" w:cs="Arial"/>
          <w:b/>
          <w:bCs/>
          <w:sz w:val="22"/>
          <w:szCs w:val="22"/>
        </w:rPr>
      </w:pPr>
      <w:r w:rsidRPr="00CB36FC">
        <w:rPr>
          <w:rFonts w:ascii="Arial" w:hAnsi="Arial" w:cs="Arial"/>
          <w:b/>
          <w:bCs/>
          <w:sz w:val="22"/>
          <w:szCs w:val="22"/>
        </w:rPr>
        <w:t>Finančno poročilo za preteklo koledarsko leto</w:t>
      </w:r>
    </w:p>
    <w:p w:rsidR="00F8218A" w:rsidRDefault="00F8218A" w:rsidP="0003569B">
      <w:pPr>
        <w:pStyle w:val="Odstavekseznama"/>
        <w:numPr>
          <w:ilvl w:val="0"/>
          <w:numId w:val="5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Podatki iz izkaza poslovnega izida v obdobju od 1. 1. do 31. 12. 2024 (AJPES)</w:t>
      </w:r>
    </w:p>
    <w:p w:rsidR="00F8218A" w:rsidRPr="00CB36FC" w:rsidRDefault="00F8218A" w:rsidP="0003569B">
      <w:pPr>
        <w:pStyle w:val="Odstavekseznama"/>
        <w:numPr>
          <w:ilvl w:val="0"/>
          <w:numId w:val="5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Podatki iz bilance stanja na dan 31. 12. 2024 (AJPES)</w:t>
      </w:r>
    </w:p>
    <w:p w:rsidR="00C51C84" w:rsidRPr="00F8218A" w:rsidRDefault="00F8218A" w:rsidP="00E61885">
      <w:pPr>
        <w:pStyle w:val="Odstavekseznam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F8218A">
        <w:rPr>
          <w:rFonts w:ascii="Arial" w:hAnsi="Arial" w:cs="Arial"/>
          <w:b/>
          <w:bCs/>
          <w:sz w:val="22"/>
          <w:szCs w:val="22"/>
        </w:rPr>
        <w:t>Temeljni akt in f</w:t>
      </w:r>
      <w:r w:rsidR="00C51C84" w:rsidRPr="00F8218A">
        <w:rPr>
          <w:rFonts w:ascii="Arial" w:hAnsi="Arial" w:cs="Arial"/>
          <w:b/>
          <w:bCs/>
          <w:sz w:val="22"/>
          <w:szCs w:val="22"/>
        </w:rPr>
        <w:t>otokopij</w:t>
      </w:r>
      <w:r w:rsidRPr="00F8218A">
        <w:rPr>
          <w:rFonts w:ascii="Arial" w:hAnsi="Arial" w:cs="Arial"/>
          <w:b/>
          <w:bCs/>
          <w:sz w:val="22"/>
          <w:szCs w:val="22"/>
        </w:rPr>
        <w:t xml:space="preserve">a </w:t>
      </w:r>
      <w:r w:rsidR="00C51C84" w:rsidRPr="00F8218A">
        <w:rPr>
          <w:rFonts w:ascii="Arial" w:hAnsi="Arial" w:cs="Arial"/>
          <w:b/>
          <w:bCs/>
          <w:sz w:val="22"/>
          <w:szCs w:val="22"/>
        </w:rPr>
        <w:t xml:space="preserve">registrske odločbe ali izpiska iz registra </w:t>
      </w:r>
      <w:r w:rsidR="00C51C84" w:rsidRPr="00F8218A">
        <w:rPr>
          <w:rFonts w:ascii="Arial" w:hAnsi="Arial" w:cs="Arial"/>
          <w:bCs/>
          <w:sz w:val="22"/>
          <w:szCs w:val="22"/>
        </w:rPr>
        <w:t>(samo društva, ki se prvič prijavljajo na javni razpis)</w:t>
      </w:r>
      <w:r w:rsidR="00C51C84" w:rsidRPr="00F8218A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F069CE" w:rsidRPr="003356FA" w:rsidRDefault="003356FA" w:rsidP="003356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3356FA">
        <w:rPr>
          <w:rFonts w:ascii="Arial" w:hAnsi="Arial" w:cs="Arial"/>
          <w:b/>
          <w:sz w:val="22"/>
          <w:szCs w:val="22"/>
        </w:rPr>
        <w:lastRenderedPageBreak/>
        <w:t>REDNA DEJAVNOST</w:t>
      </w:r>
    </w:p>
    <w:p w:rsidR="00F069CE" w:rsidRDefault="00F069CE" w:rsidP="00F069CE">
      <w:pPr>
        <w:jc w:val="center"/>
        <w:rPr>
          <w:rFonts w:ascii="Arial" w:hAnsi="Arial" w:cs="Arial"/>
          <w:sz w:val="22"/>
          <w:szCs w:val="22"/>
        </w:rPr>
      </w:pPr>
    </w:p>
    <w:p w:rsidR="003356FA" w:rsidRPr="00954FC1" w:rsidRDefault="003356FA" w:rsidP="003356FA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PROGRAMSKI IN MATERIALNI STROŠKI</w:t>
      </w:r>
    </w:p>
    <w:p w:rsidR="00F069CE" w:rsidRPr="00954FC1" w:rsidRDefault="00F069CE" w:rsidP="00F069CE">
      <w:pPr>
        <w:rPr>
          <w:rFonts w:ascii="Arial" w:hAnsi="Arial" w:cs="Arial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2551"/>
        <w:gridCol w:w="1276"/>
        <w:gridCol w:w="2126"/>
      </w:tblGrid>
      <w:tr w:rsidR="003356FA" w:rsidRPr="005653A5" w:rsidTr="00CB12B3">
        <w:trPr>
          <w:trHeight w:val="330"/>
        </w:trPr>
        <w:tc>
          <w:tcPr>
            <w:tcW w:w="3823" w:type="dxa"/>
            <w:vAlign w:val="center"/>
          </w:tcPr>
          <w:p w:rsidR="003356FA" w:rsidRPr="005653A5" w:rsidRDefault="003356FA" w:rsidP="00E618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DEJAVNOST</w:t>
            </w:r>
          </w:p>
        </w:tc>
        <w:tc>
          <w:tcPr>
            <w:tcW w:w="3827" w:type="dxa"/>
            <w:gridSpan w:val="2"/>
            <w:vAlign w:val="center"/>
          </w:tcPr>
          <w:p w:rsidR="003356FA" w:rsidRPr="005653A5" w:rsidRDefault="003356FA" w:rsidP="001519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ŠTEVILO AKTIVNIH ČLANOV</w:t>
            </w:r>
          </w:p>
        </w:tc>
        <w:tc>
          <w:tcPr>
            <w:tcW w:w="2126" w:type="dxa"/>
          </w:tcPr>
          <w:p w:rsidR="003356FA" w:rsidRPr="005653A5" w:rsidRDefault="003356FA" w:rsidP="00E618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Izpolni komisija</w:t>
            </w:r>
          </w:p>
        </w:tc>
      </w:tr>
      <w:tr w:rsidR="003356FA" w:rsidRPr="005653A5" w:rsidTr="00CB12B3">
        <w:trPr>
          <w:trHeight w:val="330"/>
        </w:trPr>
        <w:tc>
          <w:tcPr>
            <w:tcW w:w="3823" w:type="dxa"/>
            <w:vAlign w:val="center"/>
          </w:tcPr>
          <w:p w:rsidR="003356FA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t>Pihalna godba</w:t>
            </w:r>
          </w:p>
        </w:tc>
        <w:tc>
          <w:tcPr>
            <w:tcW w:w="3827" w:type="dxa"/>
            <w:gridSpan w:val="2"/>
            <w:vAlign w:val="center"/>
          </w:tcPr>
          <w:p w:rsidR="003356FA" w:rsidRPr="005653A5" w:rsidRDefault="003356FA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3356FA" w:rsidRPr="005653A5" w:rsidRDefault="003356FA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98C" w:rsidRPr="005653A5" w:rsidTr="00CB12B3">
        <w:trPr>
          <w:trHeight w:val="330"/>
        </w:trPr>
        <w:tc>
          <w:tcPr>
            <w:tcW w:w="3823" w:type="dxa"/>
            <w:vAlign w:val="center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t>Gledališka dejavnost odrasli</w:t>
            </w:r>
          </w:p>
        </w:tc>
        <w:tc>
          <w:tcPr>
            <w:tcW w:w="3827" w:type="dxa"/>
            <w:gridSpan w:val="2"/>
            <w:vAlign w:val="center"/>
          </w:tcPr>
          <w:p w:rsidR="0015198C" w:rsidRPr="005653A5" w:rsidRDefault="002A6EFC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98C" w:rsidRPr="005653A5" w:rsidTr="00CB12B3">
        <w:trPr>
          <w:trHeight w:val="330"/>
        </w:trPr>
        <w:tc>
          <w:tcPr>
            <w:tcW w:w="3823" w:type="dxa"/>
            <w:vAlign w:val="center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t>Folklora odrasli</w:t>
            </w:r>
          </w:p>
        </w:tc>
        <w:tc>
          <w:tcPr>
            <w:tcW w:w="3827" w:type="dxa"/>
            <w:gridSpan w:val="2"/>
            <w:vAlign w:val="center"/>
          </w:tcPr>
          <w:p w:rsidR="0015198C" w:rsidRPr="005653A5" w:rsidRDefault="002A6EFC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98C" w:rsidRPr="005653A5" w:rsidTr="00CB12B3">
        <w:trPr>
          <w:trHeight w:val="330"/>
        </w:trPr>
        <w:tc>
          <w:tcPr>
            <w:tcW w:w="3823" w:type="dxa"/>
            <w:vAlign w:val="center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t>Mažoret</w:t>
            </w:r>
            <w:r w:rsidR="00961866" w:rsidRPr="005653A5">
              <w:rPr>
                <w:rFonts w:ascii="Arial" w:hAnsi="Arial" w:cs="Arial"/>
                <w:sz w:val="18"/>
                <w:szCs w:val="18"/>
              </w:rPr>
              <w:t>ke</w:t>
            </w:r>
          </w:p>
        </w:tc>
        <w:tc>
          <w:tcPr>
            <w:tcW w:w="3827" w:type="dxa"/>
            <w:gridSpan w:val="2"/>
            <w:vAlign w:val="center"/>
          </w:tcPr>
          <w:p w:rsidR="0015198C" w:rsidRPr="005653A5" w:rsidRDefault="002A6EFC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98C" w:rsidRPr="005653A5" w:rsidTr="00CB12B3">
        <w:trPr>
          <w:trHeight w:val="330"/>
        </w:trPr>
        <w:tc>
          <w:tcPr>
            <w:tcW w:w="3823" w:type="dxa"/>
            <w:vAlign w:val="center"/>
          </w:tcPr>
          <w:p w:rsidR="0015198C" w:rsidRPr="005653A5" w:rsidRDefault="00961866" w:rsidP="00E6188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t>Odrasli pevski zbor</w:t>
            </w:r>
          </w:p>
        </w:tc>
        <w:tc>
          <w:tcPr>
            <w:tcW w:w="3827" w:type="dxa"/>
            <w:gridSpan w:val="2"/>
            <w:vAlign w:val="center"/>
          </w:tcPr>
          <w:p w:rsidR="0015198C" w:rsidRPr="005653A5" w:rsidRDefault="002A6EFC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98C" w:rsidRPr="005653A5" w:rsidTr="00CB12B3">
        <w:trPr>
          <w:trHeight w:val="330"/>
        </w:trPr>
        <w:tc>
          <w:tcPr>
            <w:tcW w:w="3823" w:type="dxa"/>
            <w:vAlign w:val="center"/>
          </w:tcPr>
          <w:p w:rsidR="0015198C" w:rsidRPr="005653A5" w:rsidRDefault="00961866" w:rsidP="00E6188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t>Likovno društvo</w:t>
            </w:r>
          </w:p>
        </w:tc>
        <w:tc>
          <w:tcPr>
            <w:tcW w:w="3827" w:type="dxa"/>
            <w:gridSpan w:val="2"/>
            <w:vAlign w:val="center"/>
          </w:tcPr>
          <w:p w:rsidR="0015198C" w:rsidRPr="005653A5" w:rsidRDefault="002A6EFC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98C" w:rsidRPr="005653A5" w:rsidTr="00CB12B3">
        <w:trPr>
          <w:trHeight w:val="330"/>
        </w:trPr>
        <w:tc>
          <w:tcPr>
            <w:tcW w:w="3823" w:type="dxa"/>
            <w:vAlign w:val="center"/>
          </w:tcPr>
          <w:p w:rsidR="0015198C" w:rsidRPr="005653A5" w:rsidRDefault="00961866" w:rsidP="00E6188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t>Instrumentalna glasbena skupina</w:t>
            </w:r>
          </w:p>
        </w:tc>
        <w:tc>
          <w:tcPr>
            <w:tcW w:w="3827" w:type="dxa"/>
            <w:gridSpan w:val="2"/>
            <w:vAlign w:val="center"/>
          </w:tcPr>
          <w:p w:rsidR="0015198C" w:rsidRPr="005653A5" w:rsidRDefault="002A6EFC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98C" w:rsidRPr="005653A5" w:rsidTr="00CB12B3">
        <w:trPr>
          <w:trHeight w:val="330"/>
        </w:trPr>
        <w:tc>
          <w:tcPr>
            <w:tcW w:w="3823" w:type="dxa"/>
            <w:vAlign w:val="center"/>
          </w:tcPr>
          <w:p w:rsidR="0015198C" w:rsidRPr="005653A5" w:rsidRDefault="00961866" w:rsidP="00E6188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t>Ljudski pevci</w:t>
            </w:r>
          </w:p>
        </w:tc>
        <w:tc>
          <w:tcPr>
            <w:tcW w:w="3827" w:type="dxa"/>
            <w:gridSpan w:val="2"/>
            <w:vAlign w:val="center"/>
          </w:tcPr>
          <w:p w:rsidR="0015198C" w:rsidRPr="005653A5" w:rsidRDefault="002A6EFC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98C" w:rsidRPr="005653A5" w:rsidTr="00CB12B3">
        <w:trPr>
          <w:trHeight w:val="330"/>
        </w:trPr>
        <w:tc>
          <w:tcPr>
            <w:tcW w:w="3823" w:type="dxa"/>
            <w:vAlign w:val="center"/>
          </w:tcPr>
          <w:p w:rsidR="0015198C" w:rsidRPr="005653A5" w:rsidRDefault="00961866" w:rsidP="00E6188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t>Otroški pevski zbor</w:t>
            </w:r>
          </w:p>
        </w:tc>
        <w:tc>
          <w:tcPr>
            <w:tcW w:w="3827" w:type="dxa"/>
            <w:gridSpan w:val="2"/>
            <w:vAlign w:val="center"/>
          </w:tcPr>
          <w:p w:rsidR="0015198C" w:rsidRPr="005653A5" w:rsidRDefault="002A6EFC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98C" w:rsidRPr="005653A5" w:rsidTr="00CB12B3">
        <w:trPr>
          <w:trHeight w:val="330"/>
        </w:trPr>
        <w:tc>
          <w:tcPr>
            <w:tcW w:w="3823" w:type="dxa"/>
            <w:vAlign w:val="center"/>
          </w:tcPr>
          <w:p w:rsidR="0015198C" w:rsidRPr="005653A5" w:rsidRDefault="00961866" w:rsidP="00E6188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t>Plesne skupine</w:t>
            </w:r>
          </w:p>
        </w:tc>
        <w:tc>
          <w:tcPr>
            <w:tcW w:w="3827" w:type="dxa"/>
            <w:gridSpan w:val="2"/>
            <w:vAlign w:val="center"/>
          </w:tcPr>
          <w:p w:rsidR="0015198C" w:rsidRPr="005653A5" w:rsidRDefault="002A6EFC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98C" w:rsidRPr="005653A5" w:rsidTr="00CB12B3">
        <w:trPr>
          <w:trHeight w:val="330"/>
        </w:trPr>
        <w:tc>
          <w:tcPr>
            <w:tcW w:w="3823" w:type="dxa"/>
            <w:vAlign w:val="center"/>
          </w:tcPr>
          <w:p w:rsidR="0015198C" w:rsidRPr="005653A5" w:rsidRDefault="00961866" w:rsidP="00E6188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t>Mladinska gledališka skupina</w:t>
            </w:r>
          </w:p>
        </w:tc>
        <w:tc>
          <w:tcPr>
            <w:tcW w:w="3827" w:type="dxa"/>
            <w:gridSpan w:val="2"/>
            <w:vAlign w:val="center"/>
          </w:tcPr>
          <w:p w:rsidR="0015198C" w:rsidRPr="005653A5" w:rsidRDefault="002A6EFC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98C" w:rsidRPr="005653A5" w:rsidTr="00CB12B3">
        <w:trPr>
          <w:trHeight w:val="330"/>
        </w:trPr>
        <w:tc>
          <w:tcPr>
            <w:tcW w:w="3823" w:type="dxa"/>
            <w:vAlign w:val="center"/>
          </w:tcPr>
          <w:p w:rsidR="0015198C" w:rsidRPr="005653A5" w:rsidRDefault="00961866" w:rsidP="00E6188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t>Otroška folklorna skupina</w:t>
            </w:r>
          </w:p>
        </w:tc>
        <w:tc>
          <w:tcPr>
            <w:tcW w:w="3827" w:type="dxa"/>
            <w:gridSpan w:val="2"/>
            <w:vAlign w:val="center"/>
          </w:tcPr>
          <w:p w:rsidR="0015198C" w:rsidRPr="005653A5" w:rsidRDefault="002A6EFC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98C" w:rsidRPr="005653A5" w:rsidTr="00CB12B3">
        <w:trPr>
          <w:trHeight w:val="330"/>
        </w:trPr>
        <w:tc>
          <w:tcPr>
            <w:tcW w:w="3823" w:type="dxa"/>
            <w:vAlign w:val="center"/>
          </w:tcPr>
          <w:p w:rsidR="0015198C" w:rsidRPr="005653A5" w:rsidRDefault="00961866" w:rsidP="00E6188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t>Etno dejavnost</w:t>
            </w:r>
          </w:p>
        </w:tc>
        <w:tc>
          <w:tcPr>
            <w:tcW w:w="3827" w:type="dxa"/>
            <w:gridSpan w:val="2"/>
            <w:vAlign w:val="center"/>
          </w:tcPr>
          <w:p w:rsidR="0015198C" w:rsidRPr="005653A5" w:rsidRDefault="002A6EFC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98C" w:rsidRPr="005653A5" w:rsidTr="00CB12B3">
        <w:trPr>
          <w:trHeight w:val="330"/>
        </w:trPr>
        <w:tc>
          <w:tcPr>
            <w:tcW w:w="3823" w:type="dxa"/>
            <w:vAlign w:val="center"/>
          </w:tcPr>
          <w:p w:rsidR="0015198C" w:rsidRPr="005653A5" w:rsidRDefault="00961866" w:rsidP="00E6188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t>Otroška gledališka skupina</w:t>
            </w:r>
          </w:p>
        </w:tc>
        <w:tc>
          <w:tcPr>
            <w:tcW w:w="3827" w:type="dxa"/>
            <w:gridSpan w:val="2"/>
            <w:vAlign w:val="center"/>
          </w:tcPr>
          <w:p w:rsidR="0015198C" w:rsidRPr="005653A5" w:rsidRDefault="002A6EFC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98C" w:rsidRPr="005653A5" w:rsidTr="00CB12B3">
        <w:trPr>
          <w:trHeight w:val="330"/>
        </w:trPr>
        <w:tc>
          <w:tcPr>
            <w:tcW w:w="3823" w:type="dxa"/>
            <w:vAlign w:val="center"/>
          </w:tcPr>
          <w:p w:rsidR="0015198C" w:rsidRPr="005653A5" w:rsidRDefault="00961866" w:rsidP="00E6188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t>Literarna in recitacijska skupina</w:t>
            </w:r>
          </w:p>
        </w:tc>
        <w:tc>
          <w:tcPr>
            <w:tcW w:w="3827" w:type="dxa"/>
            <w:gridSpan w:val="2"/>
            <w:vAlign w:val="center"/>
          </w:tcPr>
          <w:p w:rsidR="0015198C" w:rsidRPr="005653A5" w:rsidRDefault="002A6EFC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98C" w:rsidRPr="005653A5" w:rsidTr="00CB12B3">
        <w:trPr>
          <w:trHeight w:val="330"/>
        </w:trPr>
        <w:tc>
          <w:tcPr>
            <w:tcW w:w="3823" w:type="dxa"/>
            <w:vAlign w:val="center"/>
          </w:tcPr>
          <w:p w:rsidR="0015198C" w:rsidRPr="005653A5" w:rsidRDefault="00961866" w:rsidP="00E61885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t>Dejavnost fotografskih in filmskih skupin</w:t>
            </w:r>
          </w:p>
        </w:tc>
        <w:tc>
          <w:tcPr>
            <w:tcW w:w="3827" w:type="dxa"/>
            <w:gridSpan w:val="2"/>
            <w:vAlign w:val="center"/>
          </w:tcPr>
          <w:p w:rsidR="0015198C" w:rsidRPr="005653A5" w:rsidRDefault="002A6EFC" w:rsidP="00151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15198C" w:rsidRPr="005653A5" w:rsidRDefault="0015198C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6EFC" w:rsidRPr="005653A5" w:rsidTr="002A6EFC">
        <w:trPr>
          <w:gridBefore w:val="2"/>
          <w:wBefore w:w="6374" w:type="dxa"/>
          <w:trHeight w:val="330"/>
        </w:trPr>
        <w:tc>
          <w:tcPr>
            <w:tcW w:w="1276" w:type="dxa"/>
            <w:vAlign w:val="center"/>
          </w:tcPr>
          <w:p w:rsidR="002A6EFC" w:rsidRPr="005653A5" w:rsidRDefault="002A6EFC" w:rsidP="001519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SKUPAJ</w:t>
            </w:r>
          </w:p>
        </w:tc>
        <w:tc>
          <w:tcPr>
            <w:tcW w:w="2126" w:type="dxa"/>
          </w:tcPr>
          <w:p w:rsidR="002A6EFC" w:rsidRPr="005653A5" w:rsidRDefault="002A6EFC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5E49" w:rsidRDefault="00E15E49" w:rsidP="00F069CE">
      <w:pPr>
        <w:rPr>
          <w:rFonts w:ascii="Arial" w:hAnsi="Arial" w:cs="Arial"/>
          <w:sz w:val="22"/>
          <w:szCs w:val="22"/>
        </w:rPr>
      </w:pPr>
    </w:p>
    <w:p w:rsidR="00E15E49" w:rsidRPr="00954FC1" w:rsidRDefault="00E15E49" w:rsidP="00E15E49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HONORAR STROKOVNIH DELAVCEV</w:t>
      </w:r>
    </w:p>
    <w:p w:rsidR="00E15E49" w:rsidRPr="00954FC1" w:rsidRDefault="00E15E49" w:rsidP="00E15E49">
      <w:pPr>
        <w:rPr>
          <w:rFonts w:ascii="Arial" w:hAnsi="Arial" w:cs="Arial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8"/>
        <w:gridCol w:w="3390"/>
        <w:gridCol w:w="1146"/>
        <w:gridCol w:w="895"/>
        <w:gridCol w:w="937"/>
      </w:tblGrid>
      <w:tr w:rsidR="00525AA7" w:rsidRPr="00525AA7" w:rsidTr="00E034B9">
        <w:trPr>
          <w:trHeight w:val="330"/>
        </w:trPr>
        <w:tc>
          <w:tcPr>
            <w:tcW w:w="3408" w:type="dxa"/>
            <w:vMerge w:val="restart"/>
            <w:vAlign w:val="center"/>
          </w:tcPr>
          <w:p w:rsidR="00525AA7" w:rsidRPr="00525AA7" w:rsidRDefault="00525AA7" w:rsidP="00E618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5AA7">
              <w:rPr>
                <w:rFonts w:ascii="Arial" w:hAnsi="Arial" w:cs="Arial"/>
                <w:b/>
                <w:sz w:val="18"/>
                <w:szCs w:val="18"/>
              </w:rPr>
              <w:t>DEJAVNOST</w:t>
            </w:r>
          </w:p>
        </w:tc>
        <w:tc>
          <w:tcPr>
            <w:tcW w:w="3390" w:type="dxa"/>
            <w:vAlign w:val="center"/>
          </w:tcPr>
          <w:p w:rsidR="00525AA7" w:rsidRPr="00525AA7" w:rsidRDefault="00525AA7" w:rsidP="00E618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5AA7">
              <w:rPr>
                <w:rFonts w:ascii="Arial" w:hAnsi="Arial" w:cs="Arial"/>
                <w:b/>
                <w:sz w:val="18"/>
                <w:szCs w:val="18"/>
              </w:rPr>
              <w:t>STROKOVNI VODJA</w:t>
            </w:r>
          </w:p>
        </w:tc>
        <w:tc>
          <w:tcPr>
            <w:tcW w:w="1146" w:type="dxa"/>
          </w:tcPr>
          <w:p w:rsidR="00525AA7" w:rsidRPr="00525AA7" w:rsidRDefault="00525AA7" w:rsidP="001A6F3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5AA7">
              <w:rPr>
                <w:rFonts w:ascii="Arial" w:hAnsi="Arial" w:cs="Arial"/>
                <w:b/>
                <w:sz w:val="18"/>
                <w:szCs w:val="18"/>
              </w:rPr>
              <w:t>HONORAR</w:t>
            </w:r>
          </w:p>
        </w:tc>
        <w:tc>
          <w:tcPr>
            <w:tcW w:w="895" w:type="dxa"/>
            <w:vMerge w:val="restart"/>
          </w:tcPr>
          <w:p w:rsidR="00525AA7" w:rsidRPr="00525AA7" w:rsidRDefault="00525AA7" w:rsidP="00525A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Število šolskih ur letno</w:t>
            </w:r>
          </w:p>
        </w:tc>
        <w:tc>
          <w:tcPr>
            <w:tcW w:w="937" w:type="dxa"/>
          </w:tcPr>
          <w:p w:rsidR="00525AA7" w:rsidRPr="00525AA7" w:rsidRDefault="00525AA7" w:rsidP="00E618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5AA7">
              <w:rPr>
                <w:rFonts w:ascii="Arial" w:hAnsi="Arial" w:cs="Arial"/>
                <w:b/>
                <w:sz w:val="18"/>
                <w:szCs w:val="18"/>
              </w:rPr>
              <w:t>Izpolni komisija</w:t>
            </w:r>
          </w:p>
        </w:tc>
      </w:tr>
      <w:tr w:rsidR="00525AA7" w:rsidRPr="00525AA7" w:rsidTr="00E034B9">
        <w:trPr>
          <w:trHeight w:val="330"/>
        </w:trPr>
        <w:tc>
          <w:tcPr>
            <w:tcW w:w="3408" w:type="dxa"/>
            <w:vMerge/>
            <w:vAlign w:val="center"/>
          </w:tcPr>
          <w:p w:rsidR="00525AA7" w:rsidRPr="00525AA7" w:rsidRDefault="00525AA7" w:rsidP="00E6188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0" w:type="dxa"/>
            <w:vAlign w:val="center"/>
          </w:tcPr>
          <w:p w:rsidR="00525AA7" w:rsidRPr="00525AA7" w:rsidRDefault="00525AA7" w:rsidP="00E618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5AA7">
              <w:rPr>
                <w:rFonts w:ascii="Arial" w:hAnsi="Arial" w:cs="Arial"/>
                <w:b/>
                <w:sz w:val="18"/>
                <w:szCs w:val="18"/>
              </w:rPr>
              <w:t>(ime in priimek)</w:t>
            </w:r>
          </w:p>
        </w:tc>
        <w:tc>
          <w:tcPr>
            <w:tcW w:w="1146" w:type="dxa"/>
          </w:tcPr>
          <w:p w:rsidR="00525AA7" w:rsidRPr="00525AA7" w:rsidRDefault="00525AA7" w:rsidP="001A6F3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5AA7">
              <w:rPr>
                <w:rFonts w:ascii="Arial" w:hAnsi="Arial" w:cs="Arial"/>
                <w:b/>
                <w:sz w:val="18"/>
                <w:szCs w:val="18"/>
              </w:rPr>
              <w:t>DA / NE</w:t>
            </w:r>
          </w:p>
        </w:tc>
        <w:tc>
          <w:tcPr>
            <w:tcW w:w="895" w:type="dxa"/>
            <w:vMerge/>
          </w:tcPr>
          <w:p w:rsidR="00525AA7" w:rsidRPr="00525AA7" w:rsidRDefault="00525AA7" w:rsidP="00E6188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dxa"/>
          </w:tcPr>
          <w:p w:rsidR="00525AA7" w:rsidRPr="00525AA7" w:rsidRDefault="00525AA7" w:rsidP="00E6188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50844" w:rsidRPr="00525AA7" w:rsidTr="00E034B9">
        <w:trPr>
          <w:trHeight w:val="330"/>
        </w:trPr>
        <w:tc>
          <w:tcPr>
            <w:tcW w:w="3408" w:type="dxa"/>
            <w:vAlign w:val="center"/>
          </w:tcPr>
          <w:p w:rsidR="00850844" w:rsidRPr="00525AA7" w:rsidRDefault="00850844" w:rsidP="00850844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t>Pihalna godba</w:t>
            </w:r>
          </w:p>
        </w:tc>
        <w:tc>
          <w:tcPr>
            <w:tcW w:w="3390" w:type="dxa"/>
            <w:vAlign w:val="center"/>
          </w:tcPr>
          <w:p w:rsidR="00850844" w:rsidRPr="00525AA7" w:rsidRDefault="00850844" w:rsidP="00D15935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900BC">
              <w:rPr>
                <w:rFonts w:ascii="Arial" w:hAnsi="Arial" w:cs="Arial"/>
                <w:sz w:val="18"/>
                <w:szCs w:val="18"/>
              </w:rPr>
              <w:t> </w:t>
            </w:r>
            <w:r w:rsidR="008900BC">
              <w:rPr>
                <w:rFonts w:ascii="Arial" w:hAnsi="Arial" w:cs="Arial"/>
                <w:sz w:val="18"/>
                <w:szCs w:val="18"/>
              </w:rPr>
              <w:t> </w:t>
            </w:r>
            <w:r w:rsidR="008900BC">
              <w:rPr>
                <w:rFonts w:ascii="Arial" w:hAnsi="Arial" w:cs="Arial"/>
                <w:sz w:val="18"/>
                <w:szCs w:val="18"/>
              </w:rPr>
              <w:t> </w:t>
            </w:r>
            <w:r w:rsidR="008900BC">
              <w:rPr>
                <w:rFonts w:ascii="Arial" w:hAnsi="Arial" w:cs="Arial"/>
                <w:sz w:val="18"/>
                <w:szCs w:val="18"/>
              </w:rPr>
              <w:t> </w:t>
            </w:r>
            <w:r w:rsidR="008900BC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46" w:type="dxa"/>
            <w:vAlign w:val="center"/>
          </w:tcPr>
          <w:p w:rsidR="00850844" w:rsidRPr="00525AA7" w:rsidRDefault="00850844" w:rsidP="008508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900BC">
              <w:rPr>
                <w:rFonts w:ascii="Arial" w:hAnsi="Arial" w:cs="Arial"/>
                <w:sz w:val="18"/>
                <w:szCs w:val="18"/>
              </w:rPr>
              <w:t> </w:t>
            </w:r>
            <w:r w:rsidR="008900BC">
              <w:rPr>
                <w:rFonts w:ascii="Arial" w:hAnsi="Arial" w:cs="Arial"/>
                <w:sz w:val="18"/>
                <w:szCs w:val="18"/>
              </w:rPr>
              <w:t> </w:t>
            </w:r>
            <w:r w:rsidR="008900BC">
              <w:rPr>
                <w:rFonts w:ascii="Arial" w:hAnsi="Arial" w:cs="Arial"/>
                <w:sz w:val="18"/>
                <w:szCs w:val="18"/>
              </w:rPr>
              <w:t> </w:t>
            </w:r>
            <w:r w:rsidR="008900BC">
              <w:rPr>
                <w:rFonts w:ascii="Arial" w:hAnsi="Arial" w:cs="Arial"/>
                <w:sz w:val="18"/>
                <w:szCs w:val="18"/>
              </w:rPr>
              <w:t> </w:t>
            </w:r>
            <w:r w:rsidR="008900BC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5" w:type="dxa"/>
            <w:vAlign w:val="center"/>
          </w:tcPr>
          <w:p w:rsidR="00850844" w:rsidRPr="00525AA7" w:rsidRDefault="00850844" w:rsidP="008508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900BC">
              <w:rPr>
                <w:rFonts w:ascii="Arial" w:hAnsi="Arial" w:cs="Arial"/>
                <w:sz w:val="18"/>
                <w:szCs w:val="18"/>
              </w:rPr>
              <w:t> </w:t>
            </w:r>
            <w:r w:rsidR="008900BC">
              <w:rPr>
                <w:rFonts w:ascii="Arial" w:hAnsi="Arial" w:cs="Arial"/>
                <w:sz w:val="18"/>
                <w:szCs w:val="18"/>
              </w:rPr>
              <w:t> </w:t>
            </w:r>
            <w:r w:rsidR="008900BC">
              <w:rPr>
                <w:rFonts w:ascii="Arial" w:hAnsi="Arial" w:cs="Arial"/>
                <w:sz w:val="18"/>
                <w:szCs w:val="18"/>
              </w:rPr>
              <w:t> </w:t>
            </w:r>
            <w:r w:rsidR="008900BC">
              <w:rPr>
                <w:rFonts w:ascii="Arial" w:hAnsi="Arial" w:cs="Arial"/>
                <w:sz w:val="18"/>
                <w:szCs w:val="18"/>
              </w:rPr>
              <w:t> </w:t>
            </w:r>
            <w:r w:rsidR="008900BC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850844" w:rsidRPr="00525AA7" w:rsidRDefault="00850844" w:rsidP="008508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4B9" w:rsidRPr="00525AA7" w:rsidTr="00E034B9">
        <w:trPr>
          <w:trHeight w:val="330"/>
        </w:trPr>
        <w:tc>
          <w:tcPr>
            <w:tcW w:w="3408" w:type="dxa"/>
            <w:vAlign w:val="center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t>Gledališka dejavnost odrasli</w:t>
            </w:r>
          </w:p>
        </w:tc>
        <w:tc>
          <w:tcPr>
            <w:tcW w:w="3390" w:type="dxa"/>
            <w:vAlign w:val="center"/>
          </w:tcPr>
          <w:p w:rsidR="00E034B9" w:rsidRPr="00525AA7" w:rsidRDefault="00E034B9" w:rsidP="00D15935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46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5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4B9" w:rsidRPr="00525AA7" w:rsidTr="00E034B9">
        <w:trPr>
          <w:trHeight w:val="330"/>
        </w:trPr>
        <w:tc>
          <w:tcPr>
            <w:tcW w:w="3408" w:type="dxa"/>
            <w:vAlign w:val="center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t>Folklora odrasli</w:t>
            </w:r>
          </w:p>
        </w:tc>
        <w:tc>
          <w:tcPr>
            <w:tcW w:w="3390" w:type="dxa"/>
            <w:vAlign w:val="center"/>
          </w:tcPr>
          <w:p w:rsidR="00E034B9" w:rsidRPr="00525AA7" w:rsidRDefault="00E034B9" w:rsidP="00D15935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46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5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4B9" w:rsidRPr="00525AA7" w:rsidTr="00E034B9">
        <w:trPr>
          <w:trHeight w:val="330"/>
        </w:trPr>
        <w:tc>
          <w:tcPr>
            <w:tcW w:w="3408" w:type="dxa"/>
            <w:vAlign w:val="center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t>Mažoretke</w:t>
            </w:r>
          </w:p>
        </w:tc>
        <w:tc>
          <w:tcPr>
            <w:tcW w:w="3390" w:type="dxa"/>
            <w:vAlign w:val="center"/>
          </w:tcPr>
          <w:p w:rsidR="00E034B9" w:rsidRPr="00525AA7" w:rsidRDefault="00E034B9" w:rsidP="00D15935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46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5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4B9" w:rsidRPr="00525AA7" w:rsidTr="00E034B9">
        <w:trPr>
          <w:trHeight w:val="330"/>
        </w:trPr>
        <w:tc>
          <w:tcPr>
            <w:tcW w:w="3408" w:type="dxa"/>
            <w:vAlign w:val="center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t>Odrasli pevski zbor</w:t>
            </w:r>
          </w:p>
        </w:tc>
        <w:tc>
          <w:tcPr>
            <w:tcW w:w="3390" w:type="dxa"/>
            <w:vAlign w:val="center"/>
          </w:tcPr>
          <w:p w:rsidR="00E034B9" w:rsidRPr="00525AA7" w:rsidRDefault="00E034B9" w:rsidP="00D15935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46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5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4B9" w:rsidRPr="00525AA7" w:rsidTr="00E034B9">
        <w:trPr>
          <w:trHeight w:val="330"/>
        </w:trPr>
        <w:tc>
          <w:tcPr>
            <w:tcW w:w="3408" w:type="dxa"/>
            <w:vAlign w:val="center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t>Likovno društvo</w:t>
            </w:r>
          </w:p>
        </w:tc>
        <w:tc>
          <w:tcPr>
            <w:tcW w:w="3390" w:type="dxa"/>
            <w:vAlign w:val="center"/>
          </w:tcPr>
          <w:p w:rsidR="00E034B9" w:rsidRPr="00525AA7" w:rsidRDefault="00E034B9" w:rsidP="00D15935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46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5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4B9" w:rsidRPr="00525AA7" w:rsidTr="00E034B9">
        <w:trPr>
          <w:trHeight w:val="330"/>
        </w:trPr>
        <w:tc>
          <w:tcPr>
            <w:tcW w:w="3408" w:type="dxa"/>
            <w:vAlign w:val="center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t>Instrumentalna glasbena skupina</w:t>
            </w:r>
          </w:p>
        </w:tc>
        <w:tc>
          <w:tcPr>
            <w:tcW w:w="3390" w:type="dxa"/>
            <w:vAlign w:val="center"/>
          </w:tcPr>
          <w:p w:rsidR="00E034B9" w:rsidRPr="00525AA7" w:rsidRDefault="00E034B9" w:rsidP="00D15935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46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5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4B9" w:rsidRPr="00525AA7" w:rsidTr="00E034B9">
        <w:trPr>
          <w:trHeight w:val="330"/>
        </w:trPr>
        <w:tc>
          <w:tcPr>
            <w:tcW w:w="3408" w:type="dxa"/>
            <w:vAlign w:val="center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t>Ljudski pevci</w:t>
            </w:r>
          </w:p>
        </w:tc>
        <w:tc>
          <w:tcPr>
            <w:tcW w:w="3390" w:type="dxa"/>
            <w:vAlign w:val="center"/>
          </w:tcPr>
          <w:p w:rsidR="00E034B9" w:rsidRPr="00525AA7" w:rsidRDefault="00E034B9" w:rsidP="00D15935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46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5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4B9" w:rsidRPr="00525AA7" w:rsidTr="00E034B9">
        <w:trPr>
          <w:trHeight w:val="330"/>
        </w:trPr>
        <w:tc>
          <w:tcPr>
            <w:tcW w:w="3408" w:type="dxa"/>
            <w:vAlign w:val="center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t>Otroški pevski zbor</w:t>
            </w:r>
          </w:p>
        </w:tc>
        <w:tc>
          <w:tcPr>
            <w:tcW w:w="3390" w:type="dxa"/>
            <w:vAlign w:val="center"/>
          </w:tcPr>
          <w:p w:rsidR="00E034B9" w:rsidRPr="00525AA7" w:rsidRDefault="00E034B9" w:rsidP="00D15935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46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5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4B9" w:rsidRPr="00525AA7" w:rsidTr="00E034B9">
        <w:trPr>
          <w:trHeight w:val="330"/>
        </w:trPr>
        <w:tc>
          <w:tcPr>
            <w:tcW w:w="3408" w:type="dxa"/>
            <w:vAlign w:val="center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t>Plesne skupine</w:t>
            </w:r>
          </w:p>
        </w:tc>
        <w:tc>
          <w:tcPr>
            <w:tcW w:w="3390" w:type="dxa"/>
            <w:vAlign w:val="center"/>
          </w:tcPr>
          <w:p w:rsidR="00E034B9" w:rsidRPr="00525AA7" w:rsidRDefault="00E034B9" w:rsidP="00D15935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46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5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4B9" w:rsidRPr="00525AA7" w:rsidTr="00E034B9">
        <w:trPr>
          <w:trHeight w:val="330"/>
        </w:trPr>
        <w:tc>
          <w:tcPr>
            <w:tcW w:w="3408" w:type="dxa"/>
            <w:vAlign w:val="center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t>Mladinska gledališka skupina</w:t>
            </w:r>
          </w:p>
        </w:tc>
        <w:tc>
          <w:tcPr>
            <w:tcW w:w="3390" w:type="dxa"/>
            <w:vAlign w:val="center"/>
          </w:tcPr>
          <w:p w:rsidR="00E034B9" w:rsidRPr="00525AA7" w:rsidRDefault="00E034B9" w:rsidP="00D15935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46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5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4B9" w:rsidRPr="00525AA7" w:rsidTr="00E034B9">
        <w:trPr>
          <w:trHeight w:val="330"/>
        </w:trPr>
        <w:tc>
          <w:tcPr>
            <w:tcW w:w="3408" w:type="dxa"/>
            <w:vAlign w:val="center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t>Otroška folklorna skupina</w:t>
            </w:r>
          </w:p>
        </w:tc>
        <w:tc>
          <w:tcPr>
            <w:tcW w:w="3390" w:type="dxa"/>
            <w:vAlign w:val="center"/>
          </w:tcPr>
          <w:p w:rsidR="00E034B9" w:rsidRPr="00525AA7" w:rsidRDefault="00E034B9" w:rsidP="00D15935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46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5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4B9" w:rsidRPr="00525AA7" w:rsidTr="00E034B9">
        <w:trPr>
          <w:trHeight w:val="330"/>
        </w:trPr>
        <w:tc>
          <w:tcPr>
            <w:tcW w:w="3408" w:type="dxa"/>
            <w:vAlign w:val="center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t>Etno dejavnost</w:t>
            </w:r>
          </w:p>
        </w:tc>
        <w:tc>
          <w:tcPr>
            <w:tcW w:w="3390" w:type="dxa"/>
            <w:vAlign w:val="center"/>
          </w:tcPr>
          <w:p w:rsidR="00E034B9" w:rsidRPr="00525AA7" w:rsidRDefault="00E034B9" w:rsidP="00D15935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46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5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4B9" w:rsidRPr="00525AA7" w:rsidTr="00E034B9">
        <w:trPr>
          <w:trHeight w:val="330"/>
        </w:trPr>
        <w:tc>
          <w:tcPr>
            <w:tcW w:w="3408" w:type="dxa"/>
            <w:vAlign w:val="center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t>Otroška gledališka skupina</w:t>
            </w:r>
          </w:p>
        </w:tc>
        <w:tc>
          <w:tcPr>
            <w:tcW w:w="3390" w:type="dxa"/>
            <w:vAlign w:val="center"/>
          </w:tcPr>
          <w:p w:rsidR="00E034B9" w:rsidRPr="00525AA7" w:rsidRDefault="00E034B9" w:rsidP="00D15935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46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5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4B9" w:rsidRPr="00525AA7" w:rsidTr="00E034B9">
        <w:trPr>
          <w:trHeight w:val="330"/>
        </w:trPr>
        <w:tc>
          <w:tcPr>
            <w:tcW w:w="3408" w:type="dxa"/>
            <w:vAlign w:val="center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t>Literarna in recitacijska skupina</w:t>
            </w:r>
          </w:p>
        </w:tc>
        <w:tc>
          <w:tcPr>
            <w:tcW w:w="3390" w:type="dxa"/>
            <w:vAlign w:val="center"/>
          </w:tcPr>
          <w:p w:rsidR="00E034B9" w:rsidRPr="00525AA7" w:rsidRDefault="00E034B9" w:rsidP="00D15935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46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5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4B9" w:rsidRPr="00525AA7" w:rsidTr="00640135">
        <w:trPr>
          <w:trHeight w:val="330"/>
        </w:trPr>
        <w:tc>
          <w:tcPr>
            <w:tcW w:w="3408" w:type="dxa"/>
            <w:vAlign w:val="center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t>Dejavnost fotografskih in filmskih skupin</w:t>
            </w:r>
          </w:p>
        </w:tc>
        <w:tc>
          <w:tcPr>
            <w:tcW w:w="3390" w:type="dxa"/>
            <w:vAlign w:val="center"/>
          </w:tcPr>
          <w:p w:rsidR="00E034B9" w:rsidRPr="00525AA7" w:rsidRDefault="00E034B9" w:rsidP="00D15935">
            <w:pPr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46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5" w:type="dxa"/>
            <w:vAlign w:val="center"/>
          </w:tcPr>
          <w:p w:rsidR="00E034B9" w:rsidRPr="00525AA7" w:rsidRDefault="00E034B9" w:rsidP="00E034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5AA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25AA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5AA7">
              <w:rPr>
                <w:rFonts w:ascii="Arial" w:hAnsi="Arial" w:cs="Arial"/>
                <w:sz w:val="18"/>
                <w:szCs w:val="18"/>
              </w:rPr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t> </w:t>
            </w:r>
            <w:r w:rsidRPr="00525A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37" w:type="dxa"/>
          </w:tcPr>
          <w:p w:rsidR="00E034B9" w:rsidRPr="00525AA7" w:rsidRDefault="00E034B9" w:rsidP="00E0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6F35" w:rsidRPr="00525AA7" w:rsidTr="004615E6">
        <w:trPr>
          <w:gridBefore w:val="2"/>
          <w:wBefore w:w="6798" w:type="dxa"/>
          <w:trHeight w:val="330"/>
        </w:trPr>
        <w:tc>
          <w:tcPr>
            <w:tcW w:w="2041" w:type="dxa"/>
            <w:gridSpan w:val="2"/>
            <w:vAlign w:val="center"/>
          </w:tcPr>
          <w:p w:rsidR="001A6F35" w:rsidRPr="00525AA7" w:rsidRDefault="001A6F35" w:rsidP="00E618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5AA7">
              <w:rPr>
                <w:rFonts w:ascii="Arial" w:hAnsi="Arial" w:cs="Arial"/>
                <w:b/>
                <w:sz w:val="18"/>
                <w:szCs w:val="18"/>
              </w:rPr>
              <w:t>SKUPAJ</w:t>
            </w:r>
          </w:p>
        </w:tc>
        <w:tc>
          <w:tcPr>
            <w:tcW w:w="937" w:type="dxa"/>
          </w:tcPr>
          <w:p w:rsidR="001A6F35" w:rsidRPr="00525AA7" w:rsidRDefault="001A6F35" w:rsidP="00E618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823CA" w:rsidRPr="003356FA" w:rsidRDefault="00A823CA" w:rsidP="00A823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SODELOVANJE NA REVIJAH, PRIREDITVAH IN PROSLAVAH V PRETEKLEM KOLEDARSKEM LETU</w:t>
      </w:r>
    </w:p>
    <w:p w:rsidR="00D9389B" w:rsidRDefault="00D9389B" w:rsidP="00EA4B8B">
      <w:pPr>
        <w:pStyle w:val="navadenAriel11"/>
        <w:spacing w:line="360" w:lineRule="auto"/>
        <w:ind w:left="142"/>
        <w:rPr>
          <w:rFonts w:cs="Arial"/>
          <w:szCs w:val="22"/>
        </w:rPr>
      </w:pPr>
    </w:p>
    <w:p w:rsidR="00850844" w:rsidRPr="00954FC1" w:rsidRDefault="00850844" w:rsidP="00850844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UDELEŽBA NA REVIJAH</w:t>
      </w:r>
    </w:p>
    <w:p w:rsidR="00850844" w:rsidRPr="00954FC1" w:rsidRDefault="00850844" w:rsidP="00850844">
      <w:pPr>
        <w:rPr>
          <w:rFonts w:ascii="Arial" w:hAnsi="Arial" w:cs="Arial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5812"/>
        <w:gridCol w:w="1701"/>
        <w:gridCol w:w="992"/>
      </w:tblGrid>
      <w:tr w:rsidR="005A797C" w:rsidRPr="005653A5" w:rsidTr="00FD5C47">
        <w:trPr>
          <w:trHeight w:val="330"/>
        </w:trPr>
        <w:tc>
          <w:tcPr>
            <w:tcW w:w="1271" w:type="dxa"/>
            <w:vAlign w:val="center"/>
          </w:tcPr>
          <w:p w:rsidR="005A797C" w:rsidRPr="005653A5" w:rsidRDefault="005A797C" w:rsidP="00FE1F4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Datum</w:t>
            </w:r>
          </w:p>
        </w:tc>
        <w:tc>
          <w:tcPr>
            <w:tcW w:w="5812" w:type="dxa"/>
            <w:vAlign w:val="center"/>
          </w:tcPr>
          <w:p w:rsidR="005A797C" w:rsidRPr="005653A5" w:rsidRDefault="005A797C" w:rsidP="00FE1F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Naziv prireditve, proslave oziroma revije</w:t>
            </w:r>
          </w:p>
        </w:tc>
        <w:tc>
          <w:tcPr>
            <w:tcW w:w="1701" w:type="dxa"/>
            <w:vAlign w:val="center"/>
          </w:tcPr>
          <w:p w:rsidR="005A797C" w:rsidRPr="005653A5" w:rsidRDefault="005A797C" w:rsidP="00FE1F4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 dogodka</w:t>
            </w:r>
          </w:p>
        </w:tc>
        <w:tc>
          <w:tcPr>
            <w:tcW w:w="992" w:type="dxa"/>
            <w:vAlign w:val="center"/>
          </w:tcPr>
          <w:p w:rsidR="005A797C" w:rsidRPr="005653A5" w:rsidRDefault="005A797C" w:rsidP="00FE1F4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Izpolni komisija</w:t>
            </w:r>
          </w:p>
        </w:tc>
      </w:tr>
      <w:tr w:rsidR="00552C23" w:rsidRPr="005653A5" w:rsidTr="00FD5C47">
        <w:trPr>
          <w:trHeight w:val="330"/>
        </w:trPr>
        <w:tc>
          <w:tcPr>
            <w:tcW w:w="1271" w:type="dxa"/>
            <w:vAlign w:val="center"/>
          </w:tcPr>
          <w:p w:rsidR="00552C23" w:rsidRPr="005653A5" w:rsidRDefault="00552C23" w:rsidP="00FD5C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72380">
              <w:rPr>
                <w:rFonts w:ascii="Arial" w:hAnsi="Arial" w:cs="Arial"/>
                <w:sz w:val="18"/>
                <w:szCs w:val="18"/>
              </w:rPr>
              <w:t> </w:t>
            </w:r>
            <w:r w:rsidR="00372380">
              <w:rPr>
                <w:rFonts w:ascii="Arial" w:hAnsi="Arial" w:cs="Arial"/>
                <w:sz w:val="18"/>
                <w:szCs w:val="18"/>
              </w:rPr>
              <w:t> </w:t>
            </w:r>
            <w:r w:rsidR="00372380">
              <w:rPr>
                <w:rFonts w:ascii="Arial" w:hAnsi="Arial" w:cs="Arial"/>
                <w:sz w:val="18"/>
                <w:szCs w:val="18"/>
              </w:rPr>
              <w:t> </w:t>
            </w:r>
            <w:r w:rsidR="00372380">
              <w:rPr>
                <w:rFonts w:ascii="Arial" w:hAnsi="Arial" w:cs="Arial"/>
                <w:sz w:val="18"/>
                <w:szCs w:val="18"/>
              </w:rPr>
              <w:t> </w:t>
            </w:r>
            <w:r w:rsidR="00372380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552C23" w:rsidRPr="005653A5" w:rsidRDefault="00552C23" w:rsidP="00424A4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52C23" w:rsidRPr="005653A5" w:rsidRDefault="00552C23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552C23" w:rsidRPr="005653A5" w:rsidRDefault="00552C23" w:rsidP="00552C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C23" w:rsidRPr="005653A5" w:rsidTr="00FD5C47">
        <w:trPr>
          <w:trHeight w:val="330"/>
        </w:trPr>
        <w:tc>
          <w:tcPr>
            <w:tcW w:w="1271" w:type="dxa"/>
            <w:vAlign w:val="center"/>
          </w:tcPr>
          <w:p w:rsidR="00552C23" w:rsidRPr="005653A5" w:rsidRDefault="00552C23" w:rsidP="00552C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552C23" w:rsidRPr="005653A5" w:rsidRDefault="00552C23" w:rsidP="00424A4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52C23" w:rsidRPr="005653A5" w:rsidRDefault="00552C23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552C23" w:rsidRPr="005653A5" w:rsidRDefault="00552C23" w:rsidP="00552C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C23" w:rsidRPr="005653A5" w:rsidTr="00FD5C47">
        <w:trPr>
          <w:trHeight w:val="330"/>
        </w:trPr>
        <w:tc>
          <w:tcPr>
            <w:tcW w:w="1271" w:type="dxa"/>
            <w:vAlign w:val="center"/>
          </w:tcPr>
          <w:p w:rsidR="00552C23" w:rsidRPr="005653A5" w:rsidRDefault="00552C23" w:rsidP="00552C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552C23" w:rsidRPr="005653A5" w:rsidRDefault="00552C23" w:rsidP="00424A4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52C23" w:rsidRPr="005653A5" w:rsidRDefault="00552C23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552C23" w:rsidRPr="005653A5" w:rsidRDefault="00552C23" w:rsidP="00552C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C23" w:rsidRPr="005653A5" w:rsidTr="00FD5C47">
        <w:trPr>
          <w:trHeight w:val="330"/>
        </w:trPr>
        <w:tc>
          <w:tcPr>
            <w:tcW w:w="1271" w:type="dxa"/>
            <w:vAlign w:val="center"/>
          </w:tcPr>
          <w:p w:rsidR="00552C23" w:rsidRPr="005653A5" w:rsidRDefault="00552C23" w:rsidP="00552C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552C23" w:rsidRPr="005653A5" w:rsidRDefault="00552C23" w:rsidP="00424A4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52C23" w:rsidRPr="005653A5" w:rsidRDefault="00552C23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552C23" w:rsidRPr="005653A5" w:rsidRDefault="00552C23" w:rsidP="00552C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C23" w:rsidRPr="005653A5" w:rsidTr="00FD5C47">
        <w:trPr>
          <w:trHeight w:val="330"/>
        </w:trPr>
        <w:tc>
          <w:tcPr>
            <w:tcW w:w="1271" w:type="dxa"/>
            <w:vAlign w:val="center"/>
          </w:tcPr>
          <w:p w:rsidR="00552C23" w:rsidRPr="005653A5" w:rsidRDefault="00552C23" w:rsidP="00552C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552C23" w:rsidRPr="005653A5" w:rsidRDefault="00552C23" w:rsidP="00424A4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52C23" w:rsidRPr="005653A5" w:rsidRDefault="00552C23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552C23" w:rsidRPr="005653A5" w:rsidRDefault="00552C23" w:rsidP="00552C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C23" w:rsidRPr="005653A5" w:rsidTr="00FD5C47">
        <w:trPr>
          <w:trHeight w:val="330"/>
        </w:trPr>
        <w:tc>
          <w:tcPr>
            <w:tcW w:w="1271" w:type="dxa"/>
            <w:vAlign w:val="center"/>
          </w:tcPr>
          <w:p w:rsidR="00552C23" w:rsidRPr="005653A5" w:rsidRDefault="00552C23" w:rsidP="00552C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552C23" w:rsidRPr="005653A5" w:rsidRDefault="00552C23" w:rsidP="00424A4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52C23" w:rsidRPr="005653A5" w:rsidRDefault="00552C23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552C23" w:rsidRPr="005653A5" w:rsidRDefault="00552C23" w:rsidP="00552C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C23" w:rsidRPr="005653A5" w:rsidTr="00FD5C47">
        <w:trPr>
          <w:trHeight w:val="330"/>
        </w:trPr>
        <w:tc>
          <w:tcPr>
            <w:tcW w:w="1271" w:type="dxa"/>
            <w:vAlign w:val="center"/>
          </w:tcPr>
          <w:p w:rsidR="00552C23" w:rsidRPr="005653A5" w:rsidRDefault="00552C23" w:rsidP="00552C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552C23" w:rsidRPr="005653A5" w:rsidRDefault="00552C23" w:rsidP="00424A4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52C23" w:rsidRPr="005653A5" w:rsidRDefault="00552C23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552C23" w:rsidRPr="005653A5" w:rsidRDefault="00552C23" w:rsidP="00552C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C23" w:rsidRPr="005653A5" w:rsidTr="00FD5C47">
        <w:trPr>
          <w:trHeight w:val="330"/>
        </w:trPr>
        <w:tc>
          <w:tcPr>
            <w:tcW w:w="1271" w:type="dxa"/>
            <w:vAlign w:val="center"/>
          </w:tcPr>
          <w:p w:rsidR="00552C23" w:rsidRPr="005653A5" w:rsidRDefault="00552C23" w:rsidP="00552C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552C23" w:rsidRPr="005653A5" w:rsidRDefault="00552C23" w:rsidP="00424A4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52C23" w:rsidRPr="005653A5" w:rsidRDefault="00552C23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552C23" w:rsidRPr="005653A5" w:rsidRDefault="00552C23" w:rsidP="00552C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C23" w:rsidRPr="005653A5" w:rsidTr="00FD5C47">
        <w:trPr>
          <w:trHeight w:val="330"/>
        </w:trPr>
        <w:tc>
          <w:tcPr>
            <w:tcW w:w="1271" w:type="dxa"/>
            <w:vAlign w:val="center"/>
          </w:tcPr>
          <w:p w:rsidR="00552C23" w:rsidRPr="005653A5" w:rsidRDefault="00552C23" w:rsidP="00552C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552C23" w:rsidRPr="005653A5" w:rsidRDefault="00552C23" w:rsidP="00424A4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52C23" w:rsidRPr="005653A5" w:rsidRDefault="00552C23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552C23" w:rsidRPr="005653A5" w:rsidRDefault="00552C23" w:rsidP="00552C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C23" w:rsidRPr="005653A5" w:rsidTr="00FD5C47">
        <w:trPr>
          <w:trHeight w:val="330"/>
        </w:trPr>
        <w:tc>
          <w:tcPr>
            <w:tcW w:w="1271" w:type="dxa"/>
            <w:vAlign w:val="center"/>
          </w:tcPr>
          <w:p w:rsidR="00552C23" w:rsidRPr="005653A5" w:rsidRDefault="00552C23" w:rsidP="00552C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552C23" w:rsidRPr="005653A5" w:rsidRDefault="00552C23" w:rsidP="00424A4A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52C23" w:rsidRPr="005653A5" w:rsidRDefault="00552C23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552C23" w:rsidRPr="005653A5" w:rsidRDefault="00552C23" w:rsidP="00552C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C23" w:rsidRPr="005653A5" w:rsidTr="00AC7A04">
        <w:trPr>
          <w:gridBefore w:val="2"/>
          <w:wBefore w:w="7083" w:type="dxa"/>
          <w:trHeight w:val="330"/>
        </w:trPr>
        <w:tc>
          <w:tcPr>
            <w:tcW w:w="1701" w:type="dxa"/>
            <w:vAlign w:val="center"/>
          </w:tcPr>
          <w:p w:rsidR="00552C23" w:rsidRPr="005653A5" w:rsidRDefault="00552C23" w:rsidP="00FE1F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SKUPAJ</w:t>
            </w:r>
          </w:p>
        </w:tc>
        <w:tc>
          <w:tcPr>
            <w:tcW w:w="992" w:type="dxa"/>
          </w:tcPr>
          <w:p w:rsidR="00552C23" w:rsidRPr="005653A5" w:rsidRDefault="00552C23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50844" w:rsidRDefault="00850844" w:rsidP="00EA4B8B">
      <w:pPr>
        <w:pStyle w:val="navadenAriel11"/>
        <w:spacing w:line="360" w:lineRule="auto"/>
        <w:ind w:left="142"/>
        <w:rPr>
          <w:rFonts w:cs="Arial"/>
          <w:szCs w:val="22"/>
        </w:rPr>
      </w:pPr>
    </w:p>
    <w:p w:rsidR="00C817AA" w:rsidRPr="00954FC1" w:rsidRDefault="00C817AA" w:rsidP="00C817AA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PRIREDITVE IZVEN OBČINE LAŠKO</w:t>
      </w:r>
    </w:p>
    <w:p w:rsidR="00C817AA" w:rsidRPr="00954FC1" w:rsidRDefault="00C817AA" w:rsidP="00C817AA">
      <w:pPr>
        <w:rPr>
          <w:rFonts w:ascii="Arial" w:hAnsi="Arial" w:cs="Arial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5812"/>
        <w:gridCol w:w="1701"/>
        <w:gridCol w:w="992"/>
      </w:tblGrid>
      <w:tr w:rsidR="00814748" w:rsidRPr="005653A5" w:rsidTr="00D53BF4">
        <w:trPr>
          <w:trHeight w:val="330"/>
        </w:trPr>
        <w:tc>
          <w:tcPr>
            <w:tcW w:w="1271" w:type="dxa"/>
            <w:vAlign w:val="center"/>
          </w:tcPr>
          <w:p w:rsidR="00814748" w:rsidRPr="005653A5" w:rsidRDefault="00814748" w:rsidP="00FE1F4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Datum</w:t>
            </w:r>
          </w:p>
        </w:tc>
        <w:tc>
          <w:tcPr>
            <w:tcW w:w="5812" w:type="dxa"/>
            <w:vAlign w:val="center"/>
          </w:tcPr>
          <w:p w:rsidR="00814748" w:rsidRPr="005653A5" w:rsidRDefault="00814748" w:rsidP="00FE1F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Naziv prireditve, proslave oziroma revije</w:t>
            </w:r>
          </w:p>
        </w:tc>
        <w:tc>
          <w:tcPr>
            <w:tcW w:w="1701" w:type="dxa"/>
            <w:vAlign w:val="center"/>
          </w:tcPr>
          <w:p w:rsidR="00814748" w:rsidRPr="005653A5" w:rsidRDefault="00814748" w:rsidP="00FE1F4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 dogodka</w:t>
            </w:r>
          </w:p>
        </w:tc>
        <w:tc>
          <w:tcPr>
            <w:tcW w:w="992" w:type="dxa"/>
            <w:vAlign w:val="center"/>
          </w:tcPr>
          <w:p w:rsidR="00814748" w:rsidRPr="005653A5" w:rsidRDefault="00814748" w:rsidP="00FE1F4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Izpolni komisija</w:t>
            </w:r>
          </w:p>
        </w:tc>
      </w:tr>
      <w:tr w:rsidR="00814748" w:rsidRPr="005653A5" w:rsidTr="00D53BF4">
        <w:trPr>
          <w:trHeight w:val="330"/>
        </w:trPr>
        <w:tc>
          <w:tcPr>
            <w:tcW w:w="1271" w:type="dxa"/>
            <w:vAlign w:val="center"/>
          </w:tcPr>
          <w:p w:rsidR="00814748" w:rsidRPr="005653A5" w:rsidRDefault="00814748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814748" w:rsidRPr="005653A5" w:rsidRDefault="00814748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814748" w:rsidRPr="005653A5" w:rsidRDefault="00814748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814748" w:rsidRPr="005653A5" w:rsidRDefault="00814748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4748" w:rsidRPr="005653A5" w:rsidTr="00D53BF4">
        <w:trPr>
          <w:trHeight w:val="330"/>
        </w:trPr>
        <w:tc>
          <w:tcPr>
            <w:tcW w:w="1271" w:type="dxa"/>
            <w:vAlign w:val="center"/>
          </w:tcPr>
          <w:p w:rsidR="00814748" w:rsidRPr="005653A5" w:rsidRDefault="00814748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814748" w:rsidRPr="005653A5" w:rsidRDefault="00814748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814748" w:rsidRPr="005653A5" w:rsidRDefault="00814748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814748" w:rsidRPr="005653A5" w:rsidRDefault="00814748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4748" w:rsidRPr="005653A5" w:rsidTr="00D53BF4">
        <w:trPr>
          <w:trHeight w:val="330"/>
        </w:trPr>
        <w:tc>
          <w:tcPr>
            <w:tcW w:w="1271" w:type="dxa"/>
            <w:vAlign w:val="center"/>
          </w:tcPr>
          <w:p w:rsidR="00814748" w:rsidRPr="005653A5" w:rsidRDefault="00814748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814748" w:rsidRPr="005653A5" w:rsidRDefault="00814748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814748" w:rsidRPr="005653A5" w:rsidRDefault="00814748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814748" w:rsidRPr="005653A5" w:rsidRDefault="00814748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4748" w:rsidRPr="005653A5" w:rsidTr="00D53BF4">
        <w:trPr>
          <w:trHeight w:val="330"/>
        </w:trPr>
        <w:tc>
          <w:tcPr>
            <w:tcW w:w="1271" w:type="dxa"/>
            <w:vAlign w:val="center"/>
          </w:tcPr>
          <w:p w:rsidR="00814748" w:rsidRPr="005653A5" w:rsidRDefault="00814748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814748" w:rsidRPr="005653A5" w:rsidRDefault="00814748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814748" w:rsidRPr="005653A5" w:rsidRDefault="00814748" w:rsidP="00D53BF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814748" w:rsidRPr="005653A5" w:rsidRDefault="00814748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4748" w:rsidRPr="005653A5" w:rsidTr="00FE1F48">
        <w:trPr>
          <w:gridBefore w:val="2"/>
          <w:wBefore w:w="7083" w:type="dxa"/>
          <w:trHeight w:val="330"/>
        </w:trPr>
        <w:tc>
          <w:tcPr>
            <w:tcW w:w="1701" w:type="dxa"/>
            <w:vAlign w:val="center"/>
          </w:tcPr>
          <w:p w:rsidR="00814748" w:rsidRPr="005653A5" w:rsidRDefault="00814748" w:rsidP="00FE1F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SKUPAJ</w:t>
            </w:r>
          </w:p>
        </w:tc>
        <w:tc>
          <w:tcPr>
            <w:tcW w:w="992" w:type="dxa"/>
          </w:tcPr>
          <w:p w:rsidR="00814748" w:rsidRPr="005653A5" w:rsidRDefault="00814748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50844" w:rsidRDefault="00850844" w:rsidP="00EA4B8B">
      <w:pPr>
        <w:pStyle w:val="navadenAriel11"/>
        <w:spacing w:line="360" w:lineRule="auto"/>
        <w:ind w:left="142"/>
        <w:rPr>
          <w:rFonts w:cs="Arial"/>
          <w:szCs w:val="22"/>
        </w:rPr>
      </w:pPr>
    </w:p>
    <w:p w:rsidR="00B42BBD" w:rsidRPr="00954FC1" w:rsidRDefault="00B42BBD" w:rsidP="00B42BB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PRIREDITVE IN PROSLAVE V OBČINI LAŠKO</w:t>
      </w:r>
    </w:p>
    <w:p w:rsidR="00B42BBD" w:rsidRPr="00954FC1" w:rsidRDefault="00B42BBD" w:rsidP="00B42BBD">
      <w:pPr>
        <w:rPr>
          <w:rFonts w:ascii="Arial" w:hAnsi="Arial" w:cs="Arial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5812"/>
        <w:gridCol w:w="1701"/>
        <w:gridCol w:w="992"/>
      </w:tblGrid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Datum</w:t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Naziv prireditve, proslave oziroma revije</w:t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FE1F4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 dogodka</w:t>
            </w:r>
          </w:p>
        </w:tc>
        <w:tc>
          <w:tcPr>
            <w:tcW w:w="992" w:type="dxa"/>
            <w:vAlign w:val="center"/>
          </w:tcPr>
          <w:p w:rsidR="00B42BBD" w:rsidRPr="005653A5" w:rsidRDefault="00B42BBD" w:rsidP="00FE1F4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Izpolni komisija</w:t>
            </w: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lastRenderedPageBreak/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D53BF4">
        <w:trPr>
          <w:trHeight w:val="330"/>
        </w:trPr>
        <w:tc>
          <w:tcPr>
            <w:tcW w:w="127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2BBD" w:rsidRPr="005653A5" w:rsidRDefault="00B42BBD" w:rsidP="00DA62F1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3414" w:rsidRPr="005653A5" w:rsidTr="00D53BF4">
        <w:trPr>
          <w:trHeight w:val="330"/>
        </w:trPr>
        <w:tc>
          <w:tcPr>
            <w:tcW w:w="1271" w:type="dxa"/>
            <w:vAlign w:val="center"/>
          </w:tcPr>
          <w:p w:rsidR="007E3414" w:rsidRPr="005653A5" w:rsidRDefault="007E3414" w:rsidP="007E34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7E3414" w:rsidRPr="005653A5" w:rsidRDefault="007E3414" w:rsidP="007E341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7E3414" w:rsidRPr="005653A5" w:rsidRDefault="007E3414" w:rsidP="007E341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7E3414" w:rsidRPr="005653A5" w:rsidRDefault="007E3414" w:rsidP="007E34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3414" w:rsidRPr="005653A5" w:rsidTr="00D53BF4">
        <w:trPr>
          <w:trHeight w:val="330"/>
        </w:trPr>
        <w:tc>
          <w:tcPr>
            <w:tcW w:w="1271" w:type="dxa"/>
            <w:vAlign w:val="center"/>
          </w:tcPr>
          <w:p w:rsidR="007E3414" w:rsidRPr="005653A5" w:rsidRDefault="007E3414" w:rsidP="007E34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vAlign w:val="center"/>
          </w:tcPr>
          <w:p w:rsidR="007E3414" w:rsidRPr="005653A5" w:rsidRDefault="007E3414" w:rsidP="007E341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7E3414" w:rsidRPr="005653A5" w:rsidRDefault="007E3414" w:rsidP="007E3414">
            <w:pPr>
              <w:rPr>
                <w:rFonts w:ascii="Arial" w:hAnsi="Arial" w:cs="Arial"/>
                <w:sz w:val="18"/>
                <w:szCs w:val="18"/>
              </w:rPr>
            </w:pPr>
            <w:r w:rsidRPr="005653A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653A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653A5">
              <w:rPr>
                <w:rFonts w:ascii="Arial" w:hAnsi="Arial" w:cs="Arial"/>
                <w:sz w:val="18"/>
                <w:szCs w:val="18"/>
              </w:rPr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t> </w:t>
            </w:r>
            <w:r w:rsidRPr="005653A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:rsidR="007E3414" w:rsidRPr="005653A5" w:rsidRDefault="007E3414" w:rsidP="007E34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D" w:rsidRPr="005653A5" w:rsidTr="00FE1F48">
        <w:trPr>
          <w:gridBefore w:val="2"/>
          <w:wBefore w:w="7083" w:type="dxa"/>
          <w:trHeight w:val="330"/>
        </w:trPr>
        <w:tc>
          <w:tcPr>
            <w:tcW w:w="1701" w:type="dxa"/>
            <w:vAlign w:val="center"/>
          </w:tcPr>
          <w:p w:rsidR="00B42BBD" w:rsidRPr="005653A5" w:rsidRDefault="00B42BBD" w:rsidP="00FE1F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53A5">
              <w:rPr>
                <w:rFonts w:ascii="Arial" w:hAnsi="Arial" w:cs="Arial"/>
                <w:b/>
                <w:sz w:val="18"/>
                <w:szCs w:val="18"/>
              </w:rPr>
              <w:t>SKUPAJ</w:t>
            </w:r>
          </w:p>
        </w:tc>
        <w:tc>
          <w:tcPr>
            <w:tcW w:w="992" w:type="dxa"/>
          </w:tcPr>
          <w:p w:rsidR="00B42BBD" w:rsidRPr="005653A5" w:rsidRDefault="00B42BBD" w:rsidP="00FE1F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42BBD" w:rsidRDefault="00B42BBD" w:rsidP="00EA4B8B">
      <w:pPr>
        <w:pStyle w:val="navadenAriel11"/>
        <w:spacing w:line="360" w:lineRule="auto"/>
        <w:ind w:left="142"/>
        <w:rPr>
          <w:rFonts w:cs="Arial"/>
          <w:szCs w:val="22"/>
        </w:rPr>
      </w:pPr>
    </w:p>
    <w:p w:rsidR="0039686A" w:rsidRPr="00673768" w:rsidRDefault="008C3D0E" w:rsidP="00673768">
      <w:pPr>
        <w:pStyle w:val="Navadensplet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bookmarkStart w:id="0" w:name="_Hlk185340756"/>
      <w:r>
        <w:rPr>
          <w:rStyle w:val="Krepko"/>
          <w:rFonts w:ascii="Arial" w:hAnsi="Arial" w:cs="Arial"/>
          <w:i/>
          <w:sz w:val="22"/>
          <w:szCs w:val="22"/>
        </w:rPr>
        <w:lastRenderedPageBreak/>
        <w:t>S</w:t>
      </w:r>
      <w:r w:rsidR="0039686A" w:rsidRPr="00673768">
        <w:rPr>
          <w:rStyle w:val="Krepko"/>
          <w:rFonts w:ascii="Arial" w:hAnsi="Arial" w:cs="Arial"/>
          <w:i/>
          <w:sz w:val="22"/>
          <w:szCs w:val="22"/>
        </w:rPr>
        <w:t>OGLASJE O UPORABI OSEBNIH PODATKOV</w:t>
      </w:r>
    </w:p>
    <w:p w:rsidR="0039686A" w:rsidRPr="00F624F1" w:rsidRDefault="0039686A" w:rsidP="00766491">
      <w:pPr>
        <w:jc w:val="both"/>
        <w:rPr>
          <w:rFonts w:ascii="Arial" w:hAnsi="Arial" w:cs="Arial"/>
          <w:i/>
          <w:sz w:val="22"/>
          <w:szCs w:val="22"/>
        </w:rPr>
      </w:pPr>
      <w:r w:rsidRPr="00F624F1">
        <w:rPr>
          <w:rFonts w:ascii="Arial" w:hAnsi="Arial" w:cs="Arial"/>
          <w:i/>
          <w:sz w:val="22"/>
          <w:szCs w:val="22"/>
        </w:rPr>
        <w:t xml:space="preserve">Upravljavec osebnih podatkov je Občina Laško. Pooblaščena oseba za varstvo osebnih podatkov je dosegljiva na e-mailu: </w:t>
      </w:r>
      <w:hyperlink r:id="rId8" w:history="1">
        <w:r w:rsidRPr="00F624F1">
          <w:rPr>
            <w:rStyle w:val="Hiperpovezava"/>
            <w:rFonts w:ascii="Arial" w:hAnsi="Arial" w:cs="Arial"/>
            <w:i/>
            <w:sz w:val="22"/>
            <w:szCs w:val="22"/>
          </w:rPr>
          <w:t>info@intelektum.eu</w:t>
        </w:r>
      </w:hyperlink>
      <w:r w:rsidRPr="00F624F1">
        <w:rPr>
          <w:rFonts w:ascii="Arial" w:hAnsi="Arial" w:cs="Arial"/>
          <w:i/>
          <w:sz w:val="22"/>
          <w:szCs w:val="22"/>
        </w:rPr>
        <w:t xml:space="preserve"> Osebni podatki se obdelujejo le za namen, za katerega so bili zbrani. Pravico imate, da od </w:t>
      </w:r>
      <w:r w:rsidR="008E3970">
        <w:rPr>
          <w:rFonts w:ascii="Arial" w:hAnsi="Arial" w:cs="Arial"/>
          <w:i/>
          <w:sz w:val="22"/>
          <w:szCs w:val="22"/>
        </w:rPr>
        <w:t>O</w:t>
      </w:r>
      <w:r w:rsidRPr="00F624F1">
        <w:rPr>
          <w:rFonts w:ascii="Arial" w:hAnsi="Arial" w:cs="Arial"/>
          <w:i/>
          <w:sz w:val="22"/>
          <w:szCs w:val="22"/>
        </w:rPr>
        <w:t>bčine</w:t>
      </w:r>
      <w:r w:rsidR="008E3970">
        <w:rPr>
          <w:rFonts w:ascii="Arial" w:hAnsi="Arial" w:cs="Arial"/>
          <w:i/>
          <w:sz w:val="22"/>
          <w:szCs w:val="22"/>
        </w:rPr>
        <w:t xml:space="preserve"> Laško</w:t>
      </w:r>
      <w:r w:rsidRPr="00F624F1">
        <w:rPr>
          <w:rFonts w:ascii="Arial" w:hAnsi="Arial" w:cs="Arial"/>
          <w:i/>
          <w:sz w:val="22"/>
          <w:szCs w:val="22"/>
        </w:rPr>
        <w:t xml:space="preserve"> kadarkoli zahtevate popravek, dopolnitev, izbris, omejitev obdelave, prenosa vaših osebnih podatkov in ugovora, vključno s pravico do pritožbe pri Informacijskem pooblaščencu. Več informacij o obdelavi in varstvu osebnih podatkov najdete na naši spletni strani </w:t>
      </w:r>
      <w:hyperlink r:id="rId9" w:history="1">
        <w:r w:rsidRPr="00F624F1">
          <w:rPr>
            <w:rStyle w:val="Hiperpovezava"/>
            <w:rFonts w:ascii="Arial" w:hAnsi="Arial" w:cs="Arial"/>
            <w:i/>
            <w:sz w:val="22"/>
            <w:szCs w:val="22"/>
          </w:rPr>
          <w:t>https://lasko.si/GDPR</w:t>
        </w:r>
      </w:hyperlink>
      <w:r w:rsidRPr="00F624F1">
        <w:rPr>
          <w:rFonts w:ascii="Arial" w:hAnsi="Arial" w:cs="Arial"/>
          <w:i/>
          <w:sz w:val="22"/>
          <w:szCs w:val="22"/>
        </w:rPr>
        <w:t xml:space="preserve"> ali v vložišču Občine Laško.</w:t>
      </w:r>
    </w:p>
    <w:p w:rsidR="0039686A" w:rsidRDefault="0039686A" w:rsidP="00766491">
      <w:pPr>
        <w:pStyle w:val="Navadensplet"/>
        <w:jc w:val="both"/>
        <w:rPr>
          <w:rFonts w:ascii="Arial" w:hAnsi="Arial" w:cs="Arial"/>
          <w:b/>
          <w:i/>
          <w:sz w:val="22"/>
          <w:szCs w:val="22"/>
        </w:rPr>
      </w:pPr>
      <w:r w:rsidRPr="00F624F1">
        <w:rPr>
          <w:rFonts w:ascii="Arial" w:hAnsi="Arial" w:cs="Arial"/>
          <w:b/>
          <w:i/>
          <w:sz w:val="22"/>
          <w:szCs w:val="22"/>
        </w:rPr>
        <w:t xml:space="preserve">S podpisom soglašam, da bo Občina Laško osebne podatke obdelovala za namen izvedbe postopka. </w:t>
      </w:r>
    </w:p>
    <w:p w:rsidR="00670A96" w:rsidRPr="00F624F1" w:rsidRDefault="006E0F11" w:rsidP="00766491">
      <w:pPr>
        <w:pStyle w:val="Navadensplet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Izjavljam, da imamo zagotovljene materialne, prostorske</w:t>
      </w:r>
      <w:r w:rsidR="00670A96">
        <w:rPr>
          <w:rFonts w:ascii="Arial" w:hAnsi="Arial" w:cs="Arial"/>
          <w:b/>
          <w:i/>
          <w:sz w:val="22"/>
          <w:szCs w:val="22"/>
        </w:rPr>
        <w:t>, kadrovske in organizacijske pogoje za realizacijo prijavljenih programov.</w:t>
      </w:r>
    </w:p>
    <w:p w:rsidR="0039686A" w:rsidRDefault="0039686A" w:rsidP="00766491">
      <w:pPr>
        <w:jc w:val="both"/>
        <w:rPr>
          <w:rFonts w:ascii="Arial" w:hAnsi="Arial" w:cs="Arial"/>
          <w:b/>
          <w:i/>
          <w:sz w:val="22"/>
          <w:szCs w:val="22"/>
        </w:rPr>
      </w:pPr>
      <w:r w:rsidRPr="00F624F1">
        <w:rPr>
          <w:rFonts w:ascii="Arial" w:hAnsi="Arial" w:cs="Arial"/>
          <w:b/>
          <w:i/>
          <w:sz w:val="22"/>
          <w:szCs w:val="22"/>
        </w:rPr>
        <w:t xml:space="preserve">Izjavljam, da želim </w:t>
      </w:r>
      <w:r w:rsidR="00210C38">
        <w:rPr>
          <w:rFonts w:ascii="Arial" w:hAnsi="Arial" w:cs="Arial"/>
          <w:b/>
          <w:i/>
          <w:sz w:val="22"/>
          <w:szCs w:val="22"/>
        </w:rPr>
        <w:t xml:space="preserve">uradne </w:t>
      </w:r>
      <w:r w:rsidR="00C63E3B">
        <w:rPr>
          <w:rFonts w:ascii="Arial" w:hAnsi="Arial" w:cs="Arial"/>
          <w:b/>
          <w:i/>
          <w:sz w:val="22"/>
          <w:szCs w:val="22"/>
        </w:rPr>
        <w:t xml:space="preserve">dokumente (odločbo, pogodbo) </w:t>
      </w:r>
      <w:r w:rsidRPr="00F624F1">
        <w:rPr>
          <w:rFonts w:ascii="Arial" w:hAnsi="Arial" w:cs="Arial"/>
          <w:b/>
          <w:i/>
          <w:sz w:val="22"/>
          <w:szCs w:val="22"/>
        </w:rPr>
        <w:t>prejeti (ustrezno označiti):</w:t>
      </w:r>
    </w:p>
    <w:p w:rsidR="008E3970" w:rsidRPr="00F624F1" w:rsidRDefault="008E3970" w:rsidP="00766491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8E3970" w:rsidRPr="00F624F1" w:rsidRDefault="002156FE" w:rsidP="008E3970">
      <w:pPr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Potrditev1"/>
      <w:r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833485">
        <w:rPr>
          <w:rFonts w:ascii="Arial" w:hAnsi="Arial" w:cs="Arial"/>
          <w:b/>
          <w:i/>
          <w:sz w:val="22"/>
          <w:szCs w:val="22"/>
        </w:rPr>
      </w:r>
      <w:r w:rsidR="00833485">
        <w:rPr>
          <w:rFonts w:ascii="Arial" w:hAnsi="Arial" w:cs="Arial"/>
          <w:b/>
          <w:i/>
          <w:sz w:val="22"/>
          <w:szCs w:val="22"/>
        </w:rPr>
        <w:fldChar w:fldCharType="separate"/>
      </w:r>
      <w:r>
        <w:rPr>
          <w:rFonts w:ascii="Arial" w:hAnsi="Arial" w:cs="Arial"/>
          <w:b/>
          <w:i/>
          <w:sz w:val="22"/>
          <w:szCs w:val="22"/>
        </w:rPr>
        <w:fldChar w:fldCharType="end"/>
      </w:r>
      <w:bookmarkEnd w:id="1"/>
      <w:r w:rsidR="0039686A" w:rsidRPr="00F624F1">
        <w:rPr>
          <w:rFonts w:ascii="Arial" w:hAnsi="Arial" w:cs="Arial"/>
          <w:b/>
          <w:i/>
          <w:sz w:val="22"/>
          <w:szCs w:val="22"/>
        </w:rPr>
        <w:t xml:space="preserve"> </w:t>
      </w:r>
      <w:r w:rsidR="0039686A" w:rsidRPr="00F624F1">
        <w:rPr>
          <w:rFonts w:ascii="Arial" w:hAnsi="Arial" w:cs="Arial"/>
          <w:i/>
          <w:sz w:val="22"/>
          <w:szCs w:val="22"/>
        </w:rPr>
        <w:t xml:space="preserve">  </w:t>
      </w:r>
      <w:r w:rsidR="00F73AEA">
        <w:rPr>
          <w:rFonts w:ascii="Arial" w:hAnsi="Arial" w:cs="Arial"/>
          <w:i/>
          <w:sz w:val="22"/>
          <w:szCs w:val="22"/>
        </w:rPr>
        <w:t>p</w:t>
      </w:r>
      <w:r w:rsidR="0039686A" w:rsidRPr="00F624F1">
        <w:rPr>
          <w:rFonts w:ascii="Arial" w:hAnsi="Arial" w:cs="Arial"/>
          <w:i/>
          <w:sz w:val="22"/>
          <w:szCs w:val="22"/>
        </w:rPr>
        <w:t>o navadni pošti</w:t>
      </w:r>
      <w:r w:rsidR="008E3970" w:rsidRPr="008E3970">
        <w:rPr>
          <w:rFonts w:ascii="Arial" w:hAnsi="Arial" w:cs="Arial"/>
          <w:i/>
          <w:sz w:val="22"/>
          <w:szCs w:val="22"/>
        </w:rPr>
        <w:t xml:space="preserve"> </w:t>
      </w:r>
      <w:r w:rsidR="008E3970">
        <w:rPr>
          <w:rFonts w:ascii="Arial" w:hAnsi="Arial" w:cs="Arial"/>
          <w:i/>
          <w:sz w:val="22"/>
          <w:szCs w:val="22"/>
        </w:rPr>
        <w:tab/>
      </w:r>
      <w:r w:rsidR="008E3970">
        <w:rPr>
          <w:rFonts w:ascii="Arial" w:hAnsi="Arial" w:cs="Arial"/>
          <w:i/>
          <w:sz w:val="22"/>
          <w:szCs w:val="22"/>
        </w:rPr>
        <w:tab/>
      </w:r>
      <w:r w:rsidR="008E3970">
        <w:rPr>
          <w:rFonts w:ascii="Arial" w:hAnsi="Arial" w:cs="Arial"/>
          <w:i/>
          <w:sz w:val="22"/>
          <w:szCs w:val="22"/>
        </w:rPr>
        <w:tab/>
      </w:r>
      <w:r w:rsidR="008E3970" w:rsidRPr="00F624F1">
        <w:rPr>
          <w:rFonts w:ascii="Arial" w:hAnsi="Arial" w:cs="Arial"/>
          <w:i/>
          <w:sz w:val="22"/>
          <w:szCs w:val="22"/>
        </w:rPr>
        <w:t>ali</w:t>
      </w:r>
      <w:r w:rsidR="008E3970">
        <w:rPr>
          <w:rFonts w:ascii="Arial" w:hAnsi="Arial" w:cs="Arial"/>
          <w:i/>
          <w:sz w:val="22"/>
          <w:szCs w:val="22"/>
        </w:rPr>
        <w:tab/>
      </w:r>
      <w:r w:rsidR="008E3970">
        <w:rPr>
          <w:rFonts w:ascii="Arial" w:hAnsi="Arial" w:cs="Arial"/>
          <w:i/>
          <w:sz w:val="22"/>
          <w:szCs w:val="22"/>
        </w:rPr>
        <w:tab/>
      </w:r>
      <w:r w:rsidR="008E3970" w:rsidRPr="00F624F1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E3970" w:rsidRPr="00F624F1"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8E3970">
        <w:rPr>
          <w:rFonts w:ascii="Arial" w:hAnsi="Arial" w:cs="Arial"/>
          <w:b/>
          <w:i/>
          <w:sz w:val="22"/>
          <w:szCs w:val="22"/>
        </w:rPr>
      </w:r>
      <w:r w:rsidR="008E3970">
        <w:rPr>
          <w:rFonts w:ascii="Arial" w:hAnsi="Arial" w:cs="Arial"/>
          <w:b/>
          <w:i/>
          <w:sz w:val="22"/>
          <w:szCs w:val="22"/>
        </w:rPr>
        <w:fldChar w:fldCharType="separate"/>
      </w:r>
      <w:r w:rsidR="008E3970" w:rsidRPr="00F624F1">
        <w:rPr>
          <w:rFonts w:ascii="Arial" w:hAnsi="Arial" w:cs="Arial"/>
          <w:b/>
          <w:i/>
          <w:sz w:val="22"/>
          <w:szCs w:val="22"/>
        </w:rPr>
        <w:fldChar w:fldCharType="end"/>
      </w:r>
      <w:r w:rsidR="008E3970" w:rsidRPr="00F624F1">
        <w:rPr>
          <w:rFonts w:ascii="Arial" w:hAnsi="Arial" w:cs="Arial"/>
          <w:b/>
          <w:i/>
          <w:sz w:val="22"/>
          <w:szCs w:val="22"/>
        </w:rPr>
        <w:t xml:space="preserve">  </w:t>
      </w:r>
      <w:r w:rsidR="008E3970" w:rsidRPr="00F624F1">
        <w:rPr>
          <w:rFonts w:ascii="Arial" w:hAnsi="Arial" w:cs="Arial"/>
          <w:i/>
          <w:sz w:val="22"/>
          <w:szCs w:val="22"/>
        </w:rPr>
        <w:t xml:space="preserve"> </w:t>
      </w:r>
      <w:r w:rsidR="008E3970">
        <w:rPr>
          <w:rFonts w:ascii="Arial" w:hAnsi="Arial" w:cs="Arial"/>
          <w:i/>
          <w:sz w:val="22"/>
          <w:szCs w:val="22"/>
        </w:rPr>
        <w:t>p</w:t>
      </w:r>
      <w:r w:rsidR="008E3970" w:rsidRPr="00F624F1">
        <w:rPr>
          <w:rFonts w:ascii="Arial" w:hAnsi="Arial" w:cs="Arial"/>
          <w:i/>
          <w:sz w:val="22"/>
          <w:szCs w:val="22"/>
        </w:rPr>
        <w:t>o elektronski pošti.</w:t>
      </w:r>
    </w:p>
    <w:p w:rsidR="008E3970" w:rsidRPr="00F624F1" w:rsidRDefault="008E3970" w:rsidP="008E3970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8E3970" w:rsidRDefault="008E3970" w:rsidP="00766491">
      <w:pPr>
        <w:rPr>
          <w:rFonts w:ascii="Arial" w:hAnsi="Arial" w:cs="Arial"/>
          <w:sz w:val="22"/>
          <w:szCs w:val="22"/>
        </w:rPr>
      </w:pPr>
    </w:p>
    <w:p w:rsidR="0039686A" w:rsidRPr="00DD1201" w:rsidRDefault="0039686A" w:rsidP="00766491">
      <w:pPr>
        <w:rPr>
          <w:rFonts w:ascii="Arial" w:hAnsi="Arial" w:cs="Arial"/>
          <w:sz w:val="22"/>
          <w:szCs w:val="22"/>
        </w:rPr>
      </w:pPr>
      <w:r w:rsidRPr="00DD1201">
        <w:rPr>
          <w:rFonts w:ascii="Arial" w:hAnsi="Arial" w:cs="Arial"/>
          <w:sz w:val="22"/>
          <w:szCs w:val="22"/>
        </w:rPr>
        <w:t xml:space="preserve">Kraj in datum: </w:t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 w:rsidRPr="00DD120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 w:rsidRPr="00DD1201">
        <w:rPr>
          <w:rFonts w:ascii="Arial" w:hAnsi="Arial" w:cs="Arial"/>
          <w:sz w:val="22"/>
          <w:szCs w:val="22"/>
        </w:rPr>
        <w:t>Podpis</w:t>
      </w:r>
      <w:r w:rsidR="003B063F">
        <w:rPr>
          <w:rFonts w:ascii="Arial" w:hAnsi="Arial" w:cs="Arial"/>
          <w:sz w:val="22"/>
          <w:szCs w:val="22"/>
        </w:rPr>
        <w:t xml:space="preserve"> </w:t>
      </w:r>
      <w:r w:rsidRPr="00DD1201">
        <w:rPr>
          <w:rFonts w:ascii="Arial" w:hAnsi="Arial" w:cs="Arial"/>
          <w:sz w:val="22"/>
          <w:szCs w:val="22"/>
        </w:rPr>
        <w:t>vlagatelja:</w:t>
      </w:r>
      <w:r w:rsidRPr="00DD1201"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819"/>
      </w:tblGrid>
      <w:tr w:rsidR="00766491" w:rsidRPr="00DD1201" w:rsidTr="00AE2591">
        <w:trPr>
          <w:trHeight w:val="529"/>
        </w:trPr>
        <w:tc>
          <w:tcPr>
            <w:tcW w:w="4390" w:type="dxa"/>
            <w:shd w:val="clear" w:color="auto" w:fill="auto"/>
            <w:vAlign w:val="center"/>
          </w:tcPr>
          <w:p w:rsidR="00766491" w:rsidRPr="00DD1201" w:rsidRDefault="00C24B59" w:rsidP="007664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2" w:name="_GoBack"/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bookmarkEnd w:id="2"/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766491" w:rsidRPr="00DD1201" w:rsidRDefault="00766491" w:rsidP="00766491">
            <w:pPr>
              <w:rPr>
                <w:rFonts w:ascii="Arial" w:hAnsi="Arial" w:cs="Arial"/>
                <w:sz w:val="22"/>
                <w:szCs w:val="22"/>
              </w:rPr>
            </w:pPr>
            <w:r w:rsidRPr="00DD120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AE259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AE259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AE2591">
              <w:rPr>
                <w:rFonts w:ascii="Arial" w:hAnsi="Arial" w:cs="Arial"/>
                <w:sz w:val="22"/>
                <w:szCs w:val="22"/>
              </w:rPr>
            </w:r>
            <w:r w:rsidR="00AE259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AE2591">
              <w:rPr>
                <w:rFonts w:ascii="Arial" w:hAnsi="Arial" w:cs="Arial"/>
                <w:sz w:val="22"/>
                <w:szCs w:val="22"/>
              </w:rPr>
              <w:t> </w:t>
            </w:r>
            <w:r w:rsidR="00AE2591">
              <w:rPr>
                <w:rFonts w:ascii="Arial" w:hAnsi="Arial" w:cs="Arial"/>
                <w:sz w:val="22"/>
                <w:szCs w:val="22"/>
              </w:rPr>
              <w:t> </w:t>
            </w:r>
            <w:r w:rsidR="00AE2591">
              <w:rPr>
                <w:rFonts w:ascii="Arial" w:hAnsi="Arial" w:cs="Arial"/>
                <w:sz w:val="22"/>
                <w:szCs w:val="22"/>
              </w:rPr>
              <w:t> </w:t>
            </w:r>
            <w:r w:rsidR="00AE2591">
              <w:rPr>
                <w:rFonts w:ascii="Arial" w:hAnsi="Arial" w:cs="Arial"/>
                <w:sz w:val="22"/>
                <w:szCs w:val="22"/>
              </w:rPr>
              <w:t> </w:t>
            </w:r>
            <w:r w:rsidR="00AE2591">
              <w:rPr>
                <w:rFonts w:ascii="Arial" w:hAnsi="Arial" w:cs="Arial"/>
                <w:sz w:val="22"/>
                <w:szCs w:val="22"/>
              </w:rPr>
              <w:t> </w:t>
            </w:r>
            <w:r w:rsidR="00AE259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787D82" w:rsidRDefault="00787D82" w:rsidP="0039686A">
      <w:pPr>
        <w:pStyle w:val="Odstavekseznama"/>
        <w:ind w:left="0"/>
        <w:jc w:val="both"/>
        <w:rPr>
          <w:rFonts w:ascii="Arial" w:hAnsi="Arial" w:cs="Arial"/>
          <w:b/>
          <w:sz w:val="22"/>
          <w:szCs w:val="22"/>
        </w:rPr>
      </w:pPr>
      <w:bookmarkStart w:id="3" w:name="_Hlk185413171"/>
    </w:p>
    <w:bookmarkEnd w:id="0"/>
    <w:bookmarkEnd w:id="3"/>
    <w:p w:rsidR="00673768" w:rsidRDefault="00673768" w:rsidP="00787D82">
      <w:pPr>
        <w:pStyle w:val="Odstavekseznama"/>
        <w:ind w:left="0"/>
        <w:jc w:val="both"/>
        <w:rPr>
          <w:rFonts w:ascii="Arial" w:hAnsi="Arial" w:cs="Arial"/>
          <w:b/>
          <w:sz w:val="22"/>
          <w:szCs w:val="22"/>
        </w:rPr>
      </w:pPr>
    </w:p>
    <w:sectPr w:rsidR="00673768" w:rsidSect="001350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851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485" w:rsidRDefault="00833485">
      <w:r>
        <w:separator/>
      </w:r>
    </w:p>
  </w:endnote>
  <w:endnote w:type="continuationSeparator" w:id="0">
    <w:p w:rsidR="00833485" w:rsidRDefault="00833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885" w:rsidRDefault="00E6188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885" w:rsidRPr="009852BA" w:rsidRDefault="00E61885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885" w:rsidRPr="002D18D2" w:rsidRDefault="00E61885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2" name="Slika 2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485" w:rsidRDefault="00833485">
      <w:r>
        <w:separator/>
      </w:r>
    </w:p>
  </w:footnote>
  <w:footnote w:type="continuationSeparator" w:id="0">
    <w:p w:rsidR="00833485" w:rsidRDefault="00833485">
      <w:r>
        <w:continuationSeparator/>
      </w:r>
    </w:p>
  </w:footnote>
  <w:footnote w:id="1">
    <w:p w:rsidR="00E61885" w:rsidRDefault="00E61885" w:rsidP="008800B2">
      <w:pPr>
        <w:pStyle w:val="Sprotnaopomba-besedilo"/>
        <w:jc w:val="both"/>
        <w:rPr>
          <w:i/>
        </w:rPr>
      </w:pPr>
      <w:r>
        <w:rPr>
          <w:rStyle w:val="Sprotnaopomba-sklic"/>
          <w:i/>
        </w:rPr>
        <w:footnoteRef/>
      </w:r>
      <w:r>
        <w:rPr>
          <w:i/>
        </w:rPr>
        <w:t xml:space="preserve"> </w:t>
      </w:r>
      <w:r>
        <w:rPr>
          <w:rStyle w:val="Sprotnaopomba-sklic"/>
          <w:i/>
        </w:rPr>
        <w:t>2</w:t>
      </w:r>
      <w:r>
        <w:rPr>
          <w:i/>
        </w:rPr>
        <w:t xml:space="preserve"> </w:t>
      </w:r>
      <w:r>
        <w:rPr>
          <w:rFonts w:ascii="Arial" w:hAnsi="Arial" w:cs="Arial"/>
          <w:b/>
          <w:i/>
        </w:rPr>
        <w:t>Elektronsko vročanje</w:t>
      </w:r>
      <w:r>
        <w:rPr>
          <w:rFonts w:ascii="Arial" w:hAnsi="Arial" w:cs="Arial"/>
          <w:i/>
        </w:rPr>
        <w:t xml:space="preserve"> je skladno z Uredbo o upravnem poslovanje mogoče izvajati z vročitvijo v varni elektronski predal (vlagatelj mora za vročitev dokumentov v e-obliki imeti kvalificirano digitalno potrdilo in registriran varni elektronski predal pri enem izmed ponudnikov teh storitev) ali na navaden elektronski naslov, na primer na vaš e-naslov, ki ga imate registriranega preko Gmail-a, Yahoo, Siol.,itd. V tem primeru se vlagatelju na mobilno telefonsko številko pošlje enolična (enkratna) koda s katero prevzame dokument iz informacijskega sistema za vročanje.</w:t>
      </w:r>
    </w:p>
  </w:footnote>
  <w:footnote w:id="2">
    <w:p w:rsidR="00E61885" w:rsidRDefault="00E61885" w:rsidP="008800B2">
      <w:pPr>
        <w:pStyle w:val="Sprotnaopomba-besedil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885" w:rsidRDefault="00E6188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885" w:rsidRDefault="00E61885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885" w:rsidRDefault="00E61885" w:rsidP="004B1917">
    <w:pPr>
      <w:pStyle w:val="Glava"/>
      <w:rPr>
        <w:rFonts w:ascii="Arial" w:hAnsi="Arial" w:cs="Arial"/>
        <w:sz w:val="18"/>
        <w:szCs w:val="18"/>
      </w:rPr>
    </w:pPr>
    <w:r w:rsidRPr="00C641FC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000" cy="831600"/>
          <wp:effectExtent l="0" t="0" r="0" b="6985"/>
          <wp:docPr id="1" name="Slika 1" descr="D:\Users\Tomas\Dropbox\Public\SLUZBA\CGP\CGP_elementi\1_4_Tiskovine_E-materiali_Ostalo\1_4_02_DopisniPapir_OperativniB\DopPap_B_gla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Tomas\Dropbox\Public\SLUZBA\CGP\CGP_elementi\1_4_Tiskovine_E-materiali_Ostalo\1_4_02_DopisniPapir_OperativniB\DopPap_B_glav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1885" w:rsidRDefault="00E61885" w:rsidP="004B1917">
    <w:pPr>
      <w:pStyle w:val="Glava"/>
      <w:rPr>
        <w:rFonts w:ascii="Arial" w:hAnsi="Arial" w:cs="Arial"/>
        <w:sz w:val="18"/>
        <w:szCs w:val="18"/>
      </w:rPr>
    </w:pPr>
  </w:p>
  <w:p w:rsidR="00E61885" w:rsidRPr="002D18D2" w:rsidRDefault="00E61885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3469B"/>
    <w:multiLevelType w:val="multilevel"/>
    <w:tmpl w:val="DB9A5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541445"/>
    <w:multiLevelType w:val="hybridMultilevel"/>
    <w:tmpl w:val="B5AAD348"/>
    <w:lvl w:ilvl="0" w:tplc="B172F23C">
      <w:start w:val="1"/>
      <w:numFmt w:val="bullet"/>
      <w:lvlText w:val=""/>
      <w:lvlJc w:val="left"/>
      <w:pPr>
        <w:tabs>
          <w:tab w:val="num" w:pos="425"/>
        </w:tabs>
        <w:ind w:left="425" w:hanging="283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ADD2389"/>
    <w:multiLevelType w:val="hybridMultilevel"/>
    <w:tmpl w:val="0CC2C284"/>
    <w:lvl w:ilvl="0" w:tplc="0424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4AB95AC7"/>
    <w:multiLevelType w:val="hybridMultilevel"/>
    <w:tmpl w:val="789ED9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1C1EE9"/>
    <w:multiLevelType w:val="hybridMultilevel"/>
    <w:tmpl w:val="C13CB1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975C2D"/>
    <w:multiLevelType w:val="hybridMultilevel"/>
    <w:tmpl w:val="FDD68150"/>
    <w:lvl w:ilvl="0" w:tplc="151C419A">
      <w:numFmt w:val="bullet"/>
      <w:lvlText w:val="-"/>
      <w:lvlJc w:val="left"/>
      <w:pPr>
        <w:ind w:left="43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 w15:restartNumberingAfterBreak="0">
    <w:nsid w:val="75E935EE"/>
    <w:multiLevelType w:val="hybridMultilevel"/>
    <w:tmpl w:val="5BDEDE72"/>
    <w:lvl w:ilvl="0" w:tplc="B172F23C">
      <w:start w:val="1"/>
      <w:numFmt w:val="bullet"/>
      <w:lvlText w:val=""/>
      <w:lvlJc w:val="left"/>
      <w:pPr>
        <w:tabs>
          <w:tab w:val="num" w:pos="624"/>
        </w:tabs>
        <w:ind w:left="624" w:hanging="283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c7DZdkBlPtJsVGBhLpdmO6zPRjKIzVjvmejSIz7dPLClCu9ZeZf/T6AVRq/KdS2mRp/5RIFsxWN3GNy9LOQtA==" w:salt="vPpDUtuSLSG/fsMr3gMUGw==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156"/>
    <w:rsid w:val="000061D0"/>
    <w:rsid w:val="00006F5F"/>
    <w:rsid w:val="00013DBB"/>
    <w:rsid w:val="00030CD1"/>
    <w:rsid w:val="0003569B"/>
    <w:rsid w:val="000364F7"/>
    <w:rsid w:val="0005516B"/>
    <w:rsid w:val="00057E60"/>
    <w:rsid w:val="0008036E"/>
    <w:rsid w:val="000A2E1A"/>
    <w:rsid w:val="000B758D"/>
    <w:rsid w:val="000D3054"/>
    <w:rsid w:val="000E1137"/>
    <w:rsid w:val="000E3A86"/>
    <w:rsid w:val="000E7E50"/>
    <w:rsid w:val="000F215B"/>
    <w:rsid w:val="00115844"/>
    <w:rsid w:val="00115F1B"/>
    <w:rsid w:val="0012153B"/>
    <w:rsid w:val="00135076"/>
    <w:rsid w:val="00141108"/>
    <w:rsid w:val="0015198C"/>
    <w:rsid w:val="0017081A"/>
    <w:rsid w:val="001733EE"/>
    <w:rsid w:val="00194AEB"/>
    <w:rsid w:val="001A31A2"/>
    <w:rsid w:val="001A6F35"/>
    <w:rsid w:val="001D3275"/>
    <w:rsid w:val="001F6556"/>
    <w:rsid w:val="00210C38"/>
    <w:rsid w:val="00211B2E"/>
    <w:rsid w:val="002156FE"/>
    <w:rsid w:val="002253CA"/>
    <w:rsid w:val="0023515D"/>
    <w:rsid w:val="00247441"/>
    <w:rsid w:val="00252EDB"/>
    <w:rsid w:val="00254B91"/>
    <w:rsid w:val="00263466"/>
    <w:rsid w:val="002664A2"/>
    <w:rsid w:val="00273CF4"/>
    <w:rsid w:val="002744A7"/>
    <w:rsid w:val="0028398B"/>
    <w:rsid w:val="0028731B"/>
    <w:rsid w:val="002929D8"/>
    <w:rsid w:val="002A5AB7"/>
    <w:rsid w:val="002A6EFC"/>
    <w:rsid w:val="002B03EC"/>
    <w:rsid w:val="002C6538"/>
    <w:rsid w:val="002C6A18"/>
    <w:rsid w:val="002D18D2"/>
    <w:rsid w:val="002E4B5A"/>
    <w:rsid w:val="002E620F"/>
    <w:rsid w:val="003160E8"/>
    <w:rsid w:val="003356FA"/>
    <w:rsid w:val="003503F2"/>
    <w:rsid w:val="003509DF"/>
    <w:rsid w:val="003523E0"/>
    <w:rsid w:val="00367311"/>
    <w:rsid w:val="00367830"/>
    <w:rsid w:val="00367DF5"/>
    <w:rsid w:val="003700F3"/>
    <w:rsid w:val="00372380"/>
    <w:rsid w:val="0039686A"/>
    <w:rsid w:val="003B063F"/>
    <w:rsid w:val="003C1226"/>
    <w:rsid w:val="003C407A"/>
    <w:rsid w:val="003C7D1B"/>
    <w:rsid w:val="003D1C1C"/>
    <w:rsid w:val="003D42B8"/>
    <w:rsid w:val="003D59D4"/>
    <w:rsid w:val="003F207B"/>
    <w:rsid w:val="003F2A69"/>
    <w:rsid w:val="003F3794"/>
    <w:rsid w:val="004061BB"/>
    <w:rsid w:val="00424A4A"/>
    <w:rsid w:val="00444E6A"/>
    <w:rsid w:val="00447912"/>
    <w:rsid w:val="00454F80"/>
    <w:rsid w:val="00457AB1"/>
    <w:rsid w:val="004615E6"/>
    <w:rsid w:val="004A3073"/>
    <w:rsid w:val="004A6946"/>
    <w:rsid w:val="004B1917"/>
    <w:rsid w:val="004C0CBD"/>
    <w:rsid w:val="004C6DB1"/>
    <w:rsid w:val="004E6F76"/>
    <w:rsid w:val="004F66DC"/>
    <w:rsid w:val="004F70CA"/>
    <w:rsid w:val="00510AAA"/>
    <w:rsid w:val="0051387C"/>
    <w:rsid w:val="00513C13"/>
    <w:rsid w:val="00517208"/>
    <w:rsid w:val="00525AA7"/>
    <w:rsid w:val="00542C88"/>
    <w:rsid w:val="00544441"/>
    <w:rsid w:val="00546C97"/>
    <w:rsid w:val="00552C23"/>
    <w:rsid w:val="005616A2"/>
    <w:rsid w:val="005653A5"/>
    <w:rsid w:val="00567B1F"/>
    <w:rsid w:val="005730A4"/>
    <w:rsid w:val="0057730D"/>
    <w:rsid w:val="0057752A"/>
    <w:rsid w:val="00587C9B"/>
    <w:rsid w:val="0059442F"/>
    <w:rsid w:val="005A0E16"/>
    <w:rsid w:val="005A12E3"/>
    <w:rsid w:val="005A797C"/>
    <w:rsid w:val="005B3B07"/>
    <w:rsid w:val="005B4AAB"/>
    <w:rsid w:val="005B7148"/>
    <w:rsid w:val="005B7B0C"/>
    <w:rsid w:val="005D31EC"/>
    <w:rsid w:val="005D3976"/>
    <w:rsid w:val="005E30CD"/>
    <w:rsid w:val="005E7E03"/>
    <w:rsid w:val="0061200C"/>
    <w:rsid w:val="0061503E"/>
    <w:rsid w:val="00620B06"/>
    <w:rsid w:val="00637311"/>
    <w:rsid w:val="00642C1D"/>
    <w:rsid w:val="00647D6B"/>
    <w:rsid w:val="00650FC5"/>
    <w:rsid w:val="00654805"/>
    <w:rsid w:val="0066255C"/>
    <w:rsid w:val="00670A96"/>
    <w:rsid w:val="00671D1F"/>
    <w:rsid w:val="00673768"/>
    <w:rsid w:val="00673A3B"/>
    <w:rsid w:val="0068427D"/>
    <w:rsid w:val="00686D8F"/>
    <w:rsid w:val="006931D3"/>
    <w:rsid w:val="006A3049"/>
    <w:rsid w:val="006C57C2"/>
    <w:rsid w:val="006E0F11"/>
    <w:rsid w:val="006E5A61"/>
    <w:rsid w:val="00700D0F"/>
    <w:rsid w:val="00710ED7"/>
    <w:rsid w:val="00711D64"/>
    <w:rsid w:val="0071417B"/>
    <w:rsid w:val="00734C7A"/>
    <w:rsid w:val="007421F1"/>
    <w:rsid w:val="00755462"/>
    <w:rsid w:val="00760E19"/>
    <w:rsid w:val="00764C5A"/>
    <w:rsid w:val="00764FE7"/>
    <w:rsid w:val="00766491"/>
    <w:rsid w:val="007665D6"/>
    <w:rsid w:val="00774AFB"/>
    <w:rsid w:val="00780BCD"/>
    <w:rsid w:val="00787D82"/>
    <w:rsid w:val="007B0A6A"/>
    <w:rsid w:val="007B7476"/>
    <w:rsid w:val="007C1AF7"/>
    <w:rsid w:val="007C20B4"/>
    <w:rsid w:val="007D0246"/>
    <w:rsid w:val="007D474E"/>
    <w:rsid w:val="007E3414"/>
    <w:rsid w:val="007E4E6E"/>
    <w:rsid w:val="007F1355"/>
    <w:rsid w:val="007F469D"/>
    <w:rsid w:val="00804BE9"/>
    <w:rsid w:val="00804E71"/>
    <w:rsid w:val="00813A52"/>
    <w:rsid w:val="00814748"/>
    <w:rsid w:val="00820922"/>
    <w:rsid w:val="00825975"/>
    <w:rsid w:val="008268AD"/>
    <w:rsid w:val="00827B7D"/>
    <w:rsid w:val="00833485"/>
    <w:rsid w:val="00833787"/>
    <w:rsid w:val="00850844"/>
    <w:rsid w:val="00855256"/>
    <w:rsid w:val="00861BFB"/>
    <w:rsid w:val="008800B2"/>
    <w:rsid w:val="00882B09"/>
    <w:rsid w:val="0088317D"/>
    <w:rsid w:val="008900BC"/>
    <w:rsid w:val="00892AA1"/>
    <w:rsid w:val="00895E19"/>
    <w:rsid w:val="008A0323"/>
    <w:rsid w:val="008A4182"/>
    <w:rsid w:val="008A4E4A"/>
    <w:rsid w:val="008A6C34"/>
    <w:rsid w:val="008B4F44"/>
    <w:rsid w:val="008C3D0E"/>
    <w:rsid w:val="008C76D9"/>
    <w:rsid w:val="008C7B57"/>
    <w:rsid w:val="008D07AF"/>
    <w:rsid w:val="008D1252"/>
    <w:rsid w:val="008D2F15"/>
    <w:rsid w:val="008D5CCD"/>
    <w:rsid w:val="008E3970"/>
    <w:rsid w:val="008F6CA6"/>
    <w:rsid w:val="008F6DDF"/>
    <w:rsid w:val="008F7B4F"/>
    <w:rsid w:val="00905FE6"/>
    <w:rsid w:val="00911644"/>
    <w:rsid w:val="00914A3A"/>
    <w:rsid w:val="0092008C"/>
    <w:rsid w:val="00921BDF"/>
    <w:rsid w:val="00922C2A"/>
    <w:rsid w:val="009347FE"/>
    <w:rsid w:val="00937AFF"/>
    <w:rsid w:val="00940833"/>
    <w:rsid w:val="00951101"/>
    <w:rsid w:val="00954FC1"/>
    <w:rsid w:val="00961866"/>
    <w:rsid w:val="009625B2"/>
    <w:rsid w:val="00963E3B"/>
    <w:rsid w:val="00964FD0"/>
    <w:rsid w:val="00966092"/>
    <w:rsid w:val="00971B66"/>
    <w:rsid w:val="009726DB"/>
    <w:rsid w:val="00973519"/>
    <w:rsid w:val="009735B9"/>
    <w:rsid w:val="00980D21"/>
    <w:rsid w:val="00982604"/>
    <w:rsid w:val="009852BA"/>
    <w:rsid w:val="009A05EA"/>
    <w:rsid w:val="009A0D1A"/>
    <w:rsid w:val="009B1EBE"/>
    <w:rsid w:val="009B2575"/>
    <w:rsid w:val="009B437D"/>
    <w:rsid w:val="009C0D15"/>
    <w:rsid w:val="009D27DC"/>
    <w:rsid w:val="009D5387"/>
    <w:rsid w:val="009D70B3"/>
    <w:rsid w:val="009E35CA"/>
    <w:rsid w:val="009E3FE7"/>
    <w:rsid w:val="009E636C"/>
    <w:rsid w:val="009F504E"/>
    <w:rsid w:val="009F69EC"/>
    <w:rsid w:val="00A17A30"/>
    <w:rsid w:val="00A26578"/>
    <w:rsid w:val="00A33746"/>
    <w:rsid w:val="00A40B58"/>
    <w:rsid w:val="00A4348D"/>
    <w:rsid w:val="00A5042A"/>
    <w:rsid w:val="00A52B41"/>
    <w:rsid w:val="00A63C4A"/>
    <w:rsid w:val="00A65890"/>
    <w:rsid w:val="00A80792"/>
    <w:rsid w:val="00A823CA"/>
    <w:rsid w:val="00AA2697"/>
    <w:rsid w:val="00AA4A19"/>
    <w:rsid w:val="00AB1285"/>
    <w:rsid w:val="00AB6FFA"/>
    <w:rsid w:val="00AC524A"/>
    <w:rsid w:val="00AC5CF2"/>
    <w:rsid w:val="00AC7680"/>
    <w:rsid w:val="00AC7A04"/>
    <w:rsid w:val="00AC7F92"/>
    <w:rsid w:val="00AD360F"/>
    <w:rsid w:val="00AD4672"/>
    <w:rsid w:val="00AD67E7"/>
    <w:rsid w:val="00AE2591"/>
    <w:rsid w:val="00AE4D79"/>
    <w:rsid w:val="00AE686A"/>
    <w:rsid w:val="00AF1A55"/>
    <w:rsid w:val="00B04D72"/>
    <w:rsid w:val="00B0771B"/>
    <w:rsid w:val="00B10AA8"/>
    <w:rsid w:val="00B12A6E"/>
    <w:rsid w:val="00B20F4C"/>
    <w:rsid w:val="00B41168"/>
    <w:rsid w:val="00B42BBD"/>
    <w:rsid w:val="00B460FC"/>
    <w:rsid w:val="00B52116"/>
    <w:rsid w:val="00B56390"/>
    <w:rsid w:val="00B653B1"/>
    <w:rsid w:val="00B77AE8"/>
    <w:rsid w:val="00B80062"/>
    <w:rsid w:val="00B86686"/>
    <w:rsid w:val="00B96D1C"/>
    <w:rsid w:val="00B97BBD"/>
    <w:rsid w:val="00BA6348"/>
    <w:rsid w:val="00BB1C74"/>
    <w:rsid w:val="00BB2C64"/>
    <w:rsid w:val="00BC2493"/>
    <w:rsid w:val="00BD5569"/>
    <w:rsid w:val="00BD62ED"/>
    <w:rsid w:val="00BE2556"/>
    <w:rsid w:val="00BE2E9C"/>
    <w:rsid w:val="00BF0232"/>
    <w:rsid w:val="00BF6071"/>
    <w:rsid w:val="00C12784"/>
    <w:rsid w:val="00C24B59"/>
    <w:rsid w:val="00C252DF"/>
    <w:rsid w:val="00C2751E"/>
    <w:rsid w:val="00C414AD"/>
    <w:rsid w:val="00C46C1D"/>
    <w:rsid w:val="00C503B7"/>
    <w:rsid w:val="00C51C84"/>
    <w:rsid w:val="00C63E3B"/>
    <w:rsid w:val="00C641FC"/>
    <w:rsid w:val="00C648D6"/>
    <w:rsid w:val="00C650E7"/>
    <w:rsid w:val="00C817AA"/>
    <w:rsid w:val="00C819B2"/>
    <w:rsid w:val="00C83B91"/>
    <w:rsid w:val="00C86277"/>
    <w:rsid w:val="00CB12B3"/>
    <w:rsid w:val="00CB36FC"/>
    <w:rsid w:val="00CB752D"/>
    <w:rsid w:val="00CC61A7"/>
    <w:rsid w:val="00CC6EAB"/>
    <w:rsid w:val="00CC7AEE"/>
    <w:rsid w:val="00CD020D"/>
    <w:rsid w:val="00CD263C"/>
    <w:rsid w:val="00CD4ADE"/>
    <w:rsid w:val="00CE01CE"/>
    <w:rsid w:val="00CE52B9"/>
    <w:rsid w:val="00D15935"/>
    <w:rsid w:val="00D21512"/>
    <w:rsid w:val="00D247E6"/>
    <w:rsid w:val="00D31C5B"/>
    <w:rsid w:val="00D35149"/>
    <w:rsid w:val="00D50194"/>
    <w:rsid w:val="00D51DF2"/>
    <w:rsid w:val="00D52B2F"/>
    <w:rsid w:val="00D53BF4"/>
    <w:rsid w:val="00D622E8"/>
    <w:rsid w:val="00D64948"/>
    <w:rsid w:val="00D65C77"/>
    <w:rsid w:val="00D7586A"/>
    <w:rsid w:val="00D861B8"/>
    <w:rsid w:val="00D91EBF"/>
    <w:rsid w:val="00D9389B"/>
    <w:rsid w:val="00D9490C"/>
    <w:rsid w:val="00DA37B9"/>
    <w:rsid w:val="00DA3ECF"/>
    <w:rsid w:val="00DA62F1"/>
    <w:rsid w:val="00DB5B18"/>
    <w:rsid w:val="00DB6D03"/>
    <w:rsid w:val="00DD74B2"/>
    <w:rsid w:val="00DE375E"/>
    <w:rsid w:val="00DE50BC"/>
    <w:rsid w:val="00DE6260"/>
    <w:rsid w:val="00DF122E"/>
    <w:rsid w:val="00DF2CC3"/>
    <w:rsid w:val="00DF406E"/>
    <w:rsid w:val="00DF46A8"/>
    <w:rsid w:val="00E00722"/>
    <w:rsid w:val="00E034B9"/>
    <w:rsid w:val="00E047F7"/>
    <w:rsid w:val="00E04E2A"/>
    <w:rsid w:val="00E100F9"/>
    <w:rsid w:val="00E15E49"/>
    <w:rsid w:val="00E41D3F"/>
    <w:rsid w:val="00E5076E"/>
    <w:rsid w:val="00E53F7D"/>
    <w:rsid w:val="00E54B66"/>
    <w:rsid w:val="00E6032D"/>
    <w:rsid w:val="00E61885"/>
    <w:rsid w:val="00E76240"/>
    <w:rsid w:val="00E770A7"/>
    <w:rsid w:val="00E77156"/>
    <w:rsid w:val="00E83939"/>
    <w:rsid w:val="00E858FA"/>
    <w:rsid w:val="00E920D3"/>
    <w:rsid w:val="00E92A33"/>
    <w:rsid w:val="00EA0E70"/>
    <w:rsid w:val="00EA4B8B"/>
    <w:rsid w:val="00EA5C7A"/>
    <w:rsid w:val="00EA72A3"/>
    <w:rsid w:val="00EC544D"/>
    <w:rsid w:val="00ED7BAA"/>
    <w:rsid w:val="00EE21A4"/>
    <w:rsid w:val="00EE252D"/>
    <w:rsid w:val="00EF577E"/>
    <w:rsid w:val="00EF73F3"/>
    <w:rsid w:val="00F0121E"/>
    <w:rsid w:val="00F069CE"/>
    <w:rsid w:val="00F14329"/>
    <w:rsid w:val="00F24190"/>
    <w:rsid w:val="00F27389"/>
    <w:rsid w:val="00F273EF"/>
    <w:rsid w:val="00F309AA"/>
    <w:rsid w:val="00F32962"/>
    <w:rsid w:val="00F40CE2"/>
    <w:rsid w:val="00F42E1D"/>
    <w:rsid w:val="00F45288"/>
    <w:rsid w:val="00F45723"/>
    <w:rsid w:val="00F4747E"/>
    <w:rsid w:val="00F651C3"/>
    <w:rsid w:val="00F65609"/>
    <w:rsid w:val="00F73AEA"/>
    <w:rsid w:val="00F76442"/>
    <w:rsid w:val="00F7719B"/>
    <w:rsid w:val="00F80D3C"/>
    <w:rsid w:val="00F8218A"/>
    <w:rsid w:val="00F85E89"/>
    <w:rsid w:val="00F86A43"/>
    <w:rsid w:val="00F97349"/>
    <w:rsid w:val="00FA4E11"/>
    <w:rsid w:val="00FA7328"/>
    <w:rsid w:val="00FB2596"/>
    <w:rsid w:val="00FB628E"/>
    <w:rsid w:val="00FB6FD3"/>
    <w:rsid w:val="00FC6F06"/>
    <w:rsid w:val="00FD1EB2"/>
    <w:rsid w:val="00FD1FF5"/>
    <w:rsid w:val="00FD3CC9"/>
    <w:rsid w:val="00FD5C47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CAABBE"/>
  <w15:docId w15:val="{9D09B8D2-CBAB-40C8-B476-C11E0637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1" w:defUIPriority="0" w:defSemiHidden="0" w:defUnhideWhenUsed="0" w:defQFormat="0" w:count="375">
    <w:lsdException w:name="Normal" w:locked="0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0" w:semiHidden="1" w:unhideWhenUsed="1"/>
    <w:lsdException w:name="annotation text" w:semiHidden="1" w:unhideWhenUsed="1"/>
    <w:lsdException w:name="header" w:locked="0" w:semiHidden="1" w:uiPriority="99" w:unhideWhenUsed="1"/>
    <w:lsdException w:name="footer" w:locked="0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4061BB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locked/>
    <w:rsid w:val="00F069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ocked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locked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locked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ocked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uiPriority w:val="99"/>
    <w:locked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locked/>
    <w:rsid w:val="005E7E03"/>
    <w:rPr>
      <w:color w:val="0000FF"/>
      <w:u w:val="single"/>
    </w:rPr>
  </w:style>
  <w:style w:type="table" w:styleId="Tabelamrea">
    <w:name w:val="Table Grid"/>
    <w:basedOn w:val="Navadnatabela"/>
    <w:locked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locked/>
    <w:rsid w:val="00F42E1D"/>
    <w:rPr>
      <w:color w:val="800080"/>
      <w:u w:val="single"/>
    </w:rPr>
  </w:style>
  <w:style w:type="character" w:styleId="tevilkastrani">
    <w:name w:val="page number"/>
    <w:basedOn w:val="Privzetapisavaodstavka"/>
    <w:locked/>
    <w:rsid w:val="00F42E1D"/>
  </w:style>
  <w:style w:type="paragraph" w:styleId="Odstavekseznama">
    <w:name w:val="List Paragraph"/>
    <w:basedOn w:val="Navaden"/>
    <w:uiPriority w:val="34"/>
    <w:qFormat/>
    <w:locked/>
    <w:rsid w:val="00E77156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nhideWhenUsed/>
    <w:locked/>
    <w:rsid w:val="00E77156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E77156"/>
  </w:style>
  <w:style w:type="character" w:styleId="Sprotnaopomba-sklic">
    <w:name w:val="footnote reference"/>
    <w:unhideWhenUsed/>
    <w:locked/>
    <w:rsid w:val="00E77156"/>
    <w:rPr>
      <w:vertAlign w:val="superscript"/>
    </w:rPr>
  </w:style>
  <w:style w:type="paragraph" w:styleId="Navadensplet">
    <w:name w:val="Normal (Web)"/>
    <w:basedOn w:val="Navaden"/>
    <w:uiPriority w:val="99"/>
    <w:unhideWhenUsed/>
    <w:locked/>
    <w:rsid w:val="00567B1F"/>
    <w:pPr>
      <w:spacing w:before="100" w:beforeAutospacing="1" w:after="100" w:afterAutospacing="1"/>
    </w:pPr>
  </w:style>
  <w:style w:type="character" w:styleId="Krepko">
    <w:name w:val="Strong"/>
    <w:uiPriority w:val="22"/>
    <w:qFormat/>
    <w:locked/>
    <w:rsid w:val="00567B1F"/>
    <w:rPr>
      <w:b/>
      <w:bCs/>
    </w:rPr>
  </w:style>
  <w:style w:type="paragraph" w:styleId="Telobesedila">
    <w:name w:val="Body Text"/>
    <w:basedOn w:val="Navaden"/>
    <w:link w:val="TelobesedilaZnak"/>
    <w:semiHidden/>
    <w:unhideWhenUsed/>
    <w:locked/>
    <w:rsid w:val="00F86A4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semiHidden/>
    <w:rsid w:val="00F86A43"/>
    <w:rPr>
      <w:sz w:val="24"/>
      <w:szCs w:val="24"/>
    </w:rPr>
  </w:style>
  <w:style w:type="character" w:customStyle="1" w:styleId="GlavaZnak">
    <w:name w:val="Glava Znak"/>
    <w:link w:val="Glava"/>
    <w:uiPriority w:val="99"/>
    <w:locked/>
    <w:rsid w:val="00C252DF"/>
    <w:rPr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9"/>
    <w:rsid w:val="00F069CE"/>
    <w:rPr>
      <w:rFonts w:ascii="Arial" w:hAnsi="Arial" w:cs="Arial"/>
      <w:b/>
      <w:bCs/>
      <w:kern w:val="32"/>
      <w:sz w:val="32"/>
      <w:szCs w:val="32"/>
    </w:rPr>
  </w:style>
  <w:style w:type="paragraph" w:customStyle="1" w:styleId="navadenAriel11">
    <w:name w:val="navaden Ariel 11"/>
    <w:basedOn w:val="Navaden"/>
    <w:uiPriority w:val="99"/>
    <w:rsid w:val="00F069CE"/>
    <w:pPr>
      <w:jc w:val="both"/>
    </w:pPr>
    <w:rPr>
      <w:rFonts w:ascii="Arial" w:hAnsi="Arial"/>
      <w:sz w:val="22"/>
      <w:szCs w:val="20"/>
    </w:rPr>
  </w:style>
  <w:style w:type="paragraph" w:customStyle="1" w:styleId="p">
    <w:name w:val="p"/>
    <w:basedOn w:val="Navaden"/>
    <w:uiPriority w:val="99"/>
    <w:rsid w:val="00F069CE"/>
    <w:pPr>
      <w:spacing w:before="60" w:after="15"/>
      <w:ind w:left="15" w:right="15" w:firstLine="240"/>
      <w:jc w:val="both"/>
    </w:pPr>
    <w:rPr>
      <w:rFonts w:ascii="Arial" w:hAnsi="Arial" w:cs="Arial"/>
      <w:color w:val="22222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telektum.e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asko.si/GDPR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emic\Desktop\DOPISNI%20LISTI%20NOV%20CGP\Dopis_OB&#268;INA%20LA&#352;KO%20CGP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32236-3912-49CA-A6C0-3B5FFFAA2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Dopis_OBČINA LAŠKO CGP_B.dotx</Template>
  <TotalTime>52</TotalTime>
  <Pages>5</Pages>
  <Words>1390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9299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Memic Edina</dc:creator>
  <cp:lastModifiedBy>Kermelj Jasna</cp:lastModifiedBy>
  <cp:revision>47</cp:revision>
  <cp:lastPrinted>2025-03-04T13:24:00Z</cp:lastPrinted>
  <dcterms:created xsi:type="dcterms:W3CDTF">2025-03-04T12:34:00Z</dcterms:created>
  <dcterms:modified xsi:type="dcterms:W3CDTF">2025-03-05T07:43:00Z</dcterms:modified>
</cp:coreProperties>
</file>